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4BE" w:rsidRDefault="004613D5">
      <w:r>
        <w:t>Příloha č. 3- Ilustrační foto k akci: Oprava propojovací skříně v </w:t>
      </w:r>
      <w:proofErr w:type="gramStart"/>
      <w:r>
        <w:t>obj.361</w:t>
      </w:r>
      <w:proofErr w:type="gramEnd"/>
      <w:r w:rsidR="00FD7A03">
        <w:t>- sklad Cerekvice nad Bystřicí</w:t>
      </w:r>
      <w:bookmarkStart w:id="0" w:name="_GoBack"/>
      <w:bookmarkEnd w:id="0"/>
    </w:p>
    <w:p w:rsidR="004613D5" w:rsidRDefault="004613D5">
      <w:r>
        <w:rPr>
          <w:noProof/>
          <w:lang w:eastAsia="cs-CZ"/>
        </w:rPr>
        <w:drawing>
          <wp:inline distT="0" distB="0" distL="0" distR="0">
            <wp:extent cx="2823007" cy="2117117"/>
            <wp:effectExtent l="0" t="0" r="0" b="0"/>
            <wp:docPr id="4" name="Obrázek 4" descr="E:\DCIM\161___11\IMG_2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61___11\IMG_213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884" cy="211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cs-CZ"/>
        </w:rPr>
        <w:drawing>
          <wp:inline distT="0" distB="0" distL="0" distR="0">
            <wp:extent cx="2838734" cy="2128911"/>
            <wp:effectExtent l="0" t="0" r="0" b="5080"/>
            <wp:docPr id="5" name="Obrázek 5" descr="C:\Users\sedivas\Desktop\IMG_2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divas\Desktop\IMG_213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610" cy="2128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3D5" w:rsidRDefault="004613D5">
      <w:r>
        <w:t>Celkový pohled na stáčení ze ŽC</w:t>
      </w:r>
      <w:r>
        <w:tab/>
      </w:r>
      <w:r>
        <w:tab/>
      </w:r>
      <w:r>
        <w:tab/>
      </w:r>
      <w:proofErr w:type="gramStart"/>
      <w:r>
        <w:t>Obj.361</w:t>
      </w:r>
      <w:proofErr w:type="gramEnd"/>
      <w:r>
        <w:t>- umístění skříní (ilustrační)</w:t>
      </w:r>
    </w:p>
    <w:p w:rsidR="004613D5" w:rsidRDefault="004613D5"/>
    <w:p w:rsidR="004613D5" w:rsidRDefault="004613D5">
      <w:r>
        <w:t xml:space="preserve"> </w:t>
      </w:r>
      <w:r>
        <w:rPr>
          <w:noProof/>
          <w:lang w:eastAsia="cs-CZ"/>
        </w:rPr>
        <w:drawing>
          <wp:inline distT="0" distB="0" distL="0" distR="0">
            <wp:extent cx="2824405" cy="2116800"/>
            <wp:effectExtent l="0" t="0" r="0" b="0"/>
            <wp:docPr id="6" name="Obrázek 6" descr="C:\Users\sedivas\AppData\Local\Microsoft\Windows\Temporary Internet Files\Content.Word\Stáčení ze ŽC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divas\AppData\Local\Microsoft\Windows\Temporary Internet Files\Content.Word\Stáčení ze ŽC (4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05" cy="211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cs-CZ"/>
        </w:rPr>
        <w:drawing>
          <wp:inline distT="0" distB="0" distL="0" distR="0">
            <wp:extent cx="2824405" cy="2116800"/>
            <wp:effectExtent l="0" t="0" r="0" b="0"/>
            <wp:docPr id="7" name="Obrázek 7" descr="C:\Users\sedivas\AppData\Local\Microsoft\Windows\Temporary Internet Files\Content.Word\Stáčení ze ŽC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edivas\AppData\Local\Microsoft\Windows\Temporary Internet Files\Content.Word\Stáčení ze ŽC (5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05" cy="211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3D5" w:rsidRDefault="004613D5">
      <w:proofErr w:type="spellStart"/>
      <w:r>
        <w:t>Obj</w:t>
      </w:r>
      <w:proofErr w:type="spellEnd"/>
      <w:r>
        <w:t>. 361- umístění skříní</w:t>
      </w:r>
      <w:r>
        <w:tab/>
      </w:r>
      <w:r>
        <w:tab/>
      </w:r>
      <w:r>
        <w:tab/>
      </w:r>
      <w:r>
        <w:tab/>
      </w:r>
      <w:proofErr w:type="gramStart"/>
      <w:r>
        <w:t>obj.361</w:t>
      </w:r>
      <w:proofErr w:type="gramEnd"/>
      <w:r>
        <w:t>- umístění skřín</w:t>
      </w:r>
      <w:r w:rsidR="00FD7A03">
        <w:t>í</w:t>
      </w:r>
    </w:p>
    <w:p w:rsidR="004613D5" w:rsidRDefault="004613D5"/>
    <w:p w:rsidR="004613D5" w:rsidRDefault="004613D5">
      <w:r>
        <w:rPr>
          <w:noProof/>
          <w:lang w:eastAsia="cs-CZ"/>
        </w:rPr>
        <w:drawing>
          <wp:inline distT="0" distB="0" distL="0" distR="0">
            <wp:extent cx="2824405" cy="2116800"/>
            <wp:effectExtent l="0" t="0" r="0" b="0"/>
            <wp:docPr id="8" name="Obrázek 8" descr="C:\Users\sedivas\AppData\Local\Microsoft\Windows\Temporary Internet Files\Content.Word\Stáčení ze Ž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edivas\AppData\Local\Microsoft\Windows\Temporary Internet Files\Content.Word\Stáčení ze Ž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05" cy="211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FD7A03">
        <w:rPr>
          <w:noProof/>
          <w:lang w:eastAsia="cs-CZ"/>
        </w:rPr>
        <w:drawing>
          <wp:inline distT="0" distB="0" distL="0" distR="0">
            <wp:extent cx="2824405" cy="2116800"/>
            <wp:effectExtent l="0" t="0" r="0" b="0"/>
            <wp:docPr id="9" name="Obrázek 9" descr="C:\Users\sedivas\AppData\Local\Microsoft\Windows\Temporary Internet Files\Content.Word\Stáčení ze ŽC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edivas\AppData\Local\Microsoft\Windows\Temporary Internet Files\Content.Word\Stáčení ze ŽC (6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05" cy="211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A03" w:rsidRDefault="00FD7A03">
      <w:proofErr w:type="gramStart"/>
      <w:r>
        <w:t>Obj.361</w:t>
      </w:r>
      <w:proofErr w:type="gramEnd"/>
      <w:r>
        <w:t>- stávající vnitřní výzbroj</w:t>
      </w:r>
      <w:r>
        <w:tab/>
      </w:r>
      <w:r>
        <w:tab/>
      </w:r>
      <w:r>
        <w:tab/>
        <w:t>obj.361- stávající vnitřní výzbroj</w:t>
      </w:r>
    </w:p>
    <w:sectPr w:rsidR="00FD7A03" w:rsidSect="004613D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3D5"/>
    <w:rsid w:val="004613D5"/>
    <w:rsid w:val="006444BE"/>
    <w:rsid w:val="00FD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6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13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6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13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Šedivá Sylva</dc:creator>
  <cp:lastModifiedBy>Šedivá Sylva</cp:lastModifiedBy>
  <cp:revision>1</cp:revision>
  <cp:lastPrinted>2014-11-26T15:55:00Z</cp:lastPrinted>
  <dcterms:created xsi:type="dcterms:W3CDTF">2014-11-26T15:50:00Z</dcterms:created>
  <dcterms:modified xsi:type="dcterms:W3CDTF">2014-11-26T16:05:00Z</dcterms:modified>
</cp:coreProperties>
</file>