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1C080B">
        <w:t>Kontrola izolace potrubí na exponovaných úsecích tras produktovodů</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C97912">
        <w:rPr>
          <w:sz w:val="32"/>
          <w:szCs w:val="32"/>
        </w:rPr>
        <w:t>1</w:t>
      </w:r>
      <w:r w:rsidR="001C080B">
        <w:rPr>
          <w:sz w:val="32"/>
          <w:szCs w:val="32"/>
        </w:rPr>
        <w:t>96</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1C080B"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E63A0C"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1C080B" w:rsidP="00240687">
            <w:pPr>
              <w:overflowPunct w:val="0"/>
              <w:autoSpaceDE w:val="0"/>
              <w:autoSpaceDN w:val="0"/>
              <w:adjustRightInd w:val="0"/>
              <w:textAlignment w:val="baseline"/>
              <w:rPr>
                <w:rFonts w:cs="Arial"/>
              </w:rPr>
            </w:pPr>
            <w:r>
              <w:t>Josef Paul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1C080B">
            <w:pPr>
              <w:overflowPunct w:val="0"/>
              <w:autoSpaceDE w:val="0"/>
              <w:autoSpaceDN w:val="0"/>
              <w:adjustRightInd w:val="0"/>
              <w:textAlignment w:val="baseline"/>
              <w:rPr>
                <w:rFonts w:cs="Arial"/>
              </w:rPr>
            </w:pPr>
            <w:r>
              <w:t>602</w:t>
            </w:r>
            <w:r w:rsidR="00C97912">
              <w:t> </w:t>
            </w:r>
            <w:r w:rsidR="001C080B">
              <w:t>651</w:t>
            </w:r>
            <w:r w:rsidR="00C97912">
              <w:t xml:space="preserve"> </w:t>
            </w:r>
            <w:r w:rsidR="001C080B">
              <w:t>850</w:t>
            </w:r>
            <w:r>
              <w:t xml:space="preserve"> </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E63A0C" w:rsidP="001C080B">
            <w:pPr>
              <w:jc w:val="left"/>
              <w:rPr>
                <w:rFonts w:cs="Arial"/>
              </w:rPr>
            </w:pPr>
            <w:hyperlink r:id="rId11" w:history="1">
              <w:r w:rsidR="001C080B" w:rsidRPr="007F39CD">
                <w:rPr>
                  <w:rStyle w:val="Hypertextovodkaz"/>
                </w:rPr>
                <w:t>josef.paul@ceproas.cz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C97912" w:rsidRDefault="00AF26B7" w:rsidP="00AF26B7">
      <w:r>
        <w:t xml:space="preserve">Předmětem zakázky je </w:t>
      </w:r>
      <w:r w:rsidR="008E0BE6">
        <w:t xml:space="preserve">provedení </w:t>
      </w:r>
      <w:r w:rsidR="001C080B">
        <w:t>služby</w:t>
      </w:r>
      <w:r w:rsidR="008E0BE6">
        <w:t xml:space="preserve"> spočívajících v provedení </w:t>
      </w:r>
      <w:r w:rsidR="001C080B">
        <w:t>kontroly izolace potrubí exponovaných úseků nacházejících se zejména v ochraně přírody – NATURA, chráněném území, zastavěném území, záplavovém území apod. na trasách produktovodů o délce:</w:t>
      </w:r>
    </w:p>
    <w:p w:rsidR="001C080B" w:rsidRDefault="001C080B" w:rsidP="001C080B">
      <w:pPr>
        <w:pStyle w:val="Odstavecseseznamem"/>
        <w:numPr>
          <w:ilvl w:val="0"/>
          <w:numId w:val="36"/>
        </w:numPr>
      </w:pPr>
      <w:r>
        <w:t>Nové Město u Kolína – Cerekvice</w:t>
      </w:r>
      <w:r>
        <w:tab/>
      </w:r>
      <w:r>
        <w:tab/>
      </w:r>
      <w:r>
        <w:tab/>
      </w:r>
      <w:r w:rsidR="002828CC">
        <w:t xml:space="preserve">  </w:t>
      </w:r>
      <w:r>
        <w:t>5,46 km</w:t>
      </w:r>
    </w:p>
    <w:p w:rsidR="001C080B" w:rsidRDefault="002828CC" w:rsidP="001C080B">
      <w:pPr>
        <w:pStyle w:val="Odstavecseseznamem"/>
        <w:numPr>
          <w:ilvl w:val="0"/>
          <w:numId w:val="36"/>
        </w:numPr>
      </w:pPr>
      <w:r>
        <w:t>Šlapanov – Smyslov</w:t>
      </w:r>
      <w:r>
        <w:tab/>
      </w:r>
      <w:r>
        <w:tab/>
      </w:r>
      <w:r>
        <w:tab/>
      </w:r>
      <w:r>
        <w:tab/>
      </w:r>
      <w:r>
        <w:tab/>
      </w:r>
      <w:r>
        <w:tab/>
      </w:r>
      <w:r>
        <w:tab/>
        <w:t>10,97 km</w:t>
      </w:r>
    </w:p>
    <w:p w:rsidR="002828CC" w:rsidRDefault="002828CC" w:rsidP="001C080B">
      <w:pPr>
        <w:pStyle w:val="Odstavecseseznamem"/>
        <w:numPr>
          <w:ilvl w:val="0"/>
          <w:numId w:val="36"/>
        </w:numPr>
      </w:pPr>
      <w:r>
        <w:t>Nové Město u Kolína – Potěhy</w:t>
      </w:r>
      <w:r>
        <w:tab/>
      </w:r>
      <w:r>
        <w:tab/>
      </w:r>
      <w:r>
        <w:tab/>
        <w:t>11,10 km</w:t>
      </w:r>
    </w:p>
    <w:p w:rsidR="002828CC" w:rsidRDefault="002828CC" w:rsidP="001C080B">
      <w:pPr>
        <w:pStyle w:val="Odstavecseseznamem"/>
        <w:numPr>
          <w:ilvl w:val="0"/>
          <w:numId w:val="36"/>
        </w:numPr>
      </w:pPr>
      <w:r>
        <w:t>Potěhy – Šlapanov</w:t>
      </w:r>
      <w:r>
        <w:tab/>
      </w:r>
      <w:r>
        <w:tab/>
      </w:r>
      <w:r>
        <w:tab/>
      </w:r>
      <w:r>
        <w:tab/>
      </w:r>
      <w:r>
        <w:tab/>
      </w:r>
      <w:r>
        <w:tab/>
      </w:r>
      <w:r>
        <w:tab/>
        <w:t xml:space="preserve">  5,45 km</w:t>
      </w:r>
    </w:p>
    <w:p w:rsidR="002828CC" w:rsidRDefault="002828CC" w:rsidP="001C080B">
      <w:pPr>
        <w:pStyle w:val="Odstavecseseznamem"/>
        <w:numPr>
          <w:ilvl w:val="0"/>
          <w:numId w:val="36"/>
        </w:numPr>
      </w:pPr>
      <w:r>
        <w:t>Šlapanov – Velká Bíteš</w:t>
      </w:r>
      <w:r>
        <w:tab/>
      </w:r>
      <w:r>
        <w:tab/>
      </w:r>
      <w:r>
        <w:tab/>
      </w:r>
      <w:r>
        <w:tab/>
      </w:r>
      <w:r>
        <w:tab/>
      </w:r>
      <w:r>
        <w:tab/>
        <w:t xml:space="preserve">  6,97 km</w:t>
      </w:r>
    </w:p>
    <w:p w:rsidR="008E0BE6" w:rsidRDefault="00643D14" w:rsidP="008E0BE6">
      <w:pPr>
        <w:ind w:left="360"/>
      </w:pPr>
      <w:r>
        <w:t xml:space="preserve"> </w:t>
      </w:r>
      <w:r w:rsidR="008E0BE6">
        <w:t>(</w:t>
      </w:r>
      <w:r w:rsidR="00D56103">
        <w:t xml:space="preserve">předmět zakázky </w:t>
      </w:r>
      <w:r w:rsidR="008E0BE6">
        <w:t>dále též jen „dílo“).</w:t>
      </w:r>
    </w:p>
    <w:p w:rsidR="00C97912" w:rsidRDefault="00C97912" w:rsidP="008E0BE6">
      <w:pPr>
        <w:ind w:left="360"/>
      </w:pP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DE1E51" w:rsidRDefault="00DE1E51" w:rsidP="00DE1E51">
      <w:r>
        <w:t xml:space="preserve">Předmětem této zakázky je zajištění </w:t>
      </w:r>
      <w:r w:rsidR="00880206">
        <w:t xml:space="preserve">služby </w:t>
      </w:r>
      <w:r>
        <w:t xml:space="preserve">spočívajících </w:t>
      </w:r>
      <w:r w:rsidRPr="0047114D">
        <w:t xml:space="preserve">v </w:t>
      </w:r>
      <w:r w:rsidRPr="004E34BD">
        <w:t>provedení díla</w:t>
      </w:r>
      <w:r w:rsidR="00880206" w:rsidRPr="00880206">
        <w:t xml:space="preserve"> </w:t>
      </w:r>
      <w:r w:rsidR="00880206">
        <w:t>provedení kontroly izolace potrubí exponovaných úseků o celkové délce 39,95 km</w:t>
      </w:r>
      <w:r w:rsidRPr="00EC65A8">
        <w:t>.</w:t>
      </w:r>
      <w:r w:rsidRPr="00CF6F62">
        <w:t xml:space="preserve"> </w:t>
      </w:r>
    </w:p>
    <w:p w:rsidR="003153C0" w:rsidRPr="00B1375A"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w:t>
      </w:r>
      <w:r w:rsidR="00B1375A" w:rsidRPr="00B1375A">
        <w:t>,</w:t>
      </w:r>
      <w:r w:rsidR="002F50E4" w:rsidRPr="00B1375A">
        <w:t xml:space="preserve"> jejichž provedení, aniž by bylo specificky popsáno v dokumentech této zadávací dokumentace a jejích nedílných součástech, je neoddělitelnou součástí řádného provedení předmětu zakázky </w:t>
      </w:r>
      <w:r w:rsidRPr="00B1375A">
        <w:t>dodavatelem</w:t>
      </w:r>
      <w:r w:rsidR="002F50E4" w:rsidRPr="00B1375A">
        <w:t xml:space="preserve"> (zejména, nikoli však výlučně, dodávka věcí potřebných k provedení předmětu zakázky a kterých bude použito k její realizaci</w:t>
      </w:r>
      <w:r w:rsidR="00837A1D" w:rsidRPr="00B1375A">
        <w:t>)</w:t>
      </w:r>
      <w:r w:rsidR="003153C0" w:rsidRPr="00B1375A">
        <w:t xml:space="preserve">. </w:t>
      </w:r>
    </w:p>
    <w:p w:rsidR="00FE5E4E" w:rsidRPr="003153C0" w:rsidRDefault="00FE5E4E" w:rsidP="002F50E4">
      <w:pPr>
        <w:rPr>
          <w:color w:val="FF0000"/>
        </w:rPr>
      </w:pPr>
      <w:r w:rsidRPr="00B1375A">
        <w:t>Před započetím prací obdrží dodavatel od zadavatele mapový podklad s průběhem trasy v exponovaných úsecích a míst</w:t>
      </w:r>
      <w:r w:rsidR="00B1375A" w:rsidRPr="00B1375A">
        <w:t>a</w:t>
      </w:r>
      <w:r w:rsidRPr="00B1375A">
        <w:t xml:space="preserve"> napojení </w:t>
      </w:r>
      <w:r w:rsidR="00E74B55">
        <w:t>k</w:t>
      </w:r>
      <w:r w:rsidR="00B1375A" w:rsidRPr="00B1375A">
        <w:t>atodové ochra</w:t>
      </w:r>
      <w:r w:rsidRPr="00B1375A">
        <w:t>n</w:t>
      </w:r>
      <w:r w:rsidR="00B1375A" w:rsidRPr="00B1375A">
        <w:t xml:space="preserve">y na </w:t>
      </w:r>
      <w:r w:rsidRPr="00B1375A">
        <w:t>potrubí.</w:t>
      </w:r>
    </w:p>
    <w:p w:rsidR="00AF26B7" w:rsidRPr="0005086B" w:rsidRDefault="00D56103" w:rsidP="00AF26B7">
      <w:r w:rsidRPr="0005086B">
        <w:t>Dodavatel</w:t>
      </w:r>
      <w:r w:rsidR="00AF26B7" w:rsidRPr="0005086B">
        <w:t xml:space="preserve"> rovněž předá zadavateli tuto dokumentaci:</w:t>
      </w:r>
    </w:p>
    <w:p w:rsidR="00B41229" w:rsidRPr="0005086B" w:rsidRDefault="00B41229" w:rsidP="00FF41BE">
      <w:pPr>
        <w:pStyle w:val="Odstavecseseznamem"/>
        <w:numPr>
          <w:ilvl w:val="0"/>
          <w:numId w:val="34"/>
        </w:numPr>
      </w:pPr>
      <w:r w:rsidRPr="0005086B">
        <w:lastRenderedPageBreak/>
        <w:t xml:space="preserve">protokoly o </w:t>
      </w:r>
      <w:r w:rsidR="00880206">
        <w:t>provedené kontrole izolace 3</w:t>
      </w:r>
      <w:r w:rsidR="004B3C41">
        <w:t>x</w:t>
      </w:r>
      <w:r w:rsidR="00880206">
        <w:t xml:space="preserve"> v tištěné podobě a 1x v el. podobě</w:t>
      </w:r>
      <w:r w:rsidR="00FF41BE" w:rsidRPr="0005086B">
        <w:t>,</w:t>
      </w:r>
    </w:p>
    <w:p w:rsidR="00880206" w:rsidRDefault="00880206" w:rsidP="00FF41BE">
      <w:pPr>
        <w:pStyle w:val="Odstavecseseznamem"/>
        <w:numPr>
          <w:ilvl w:val="0"/>
          <w:numId w:val="34"/>
        </w:numPr>
      </w:pPr>
      <w:r>
        <w:t>pracovní deník</w:t>
      </w:r>
      <w:r w:rsidR="00BD6B30" w:rsidRPr="0005086B">
        <w:t xml:space="preserve"> deník - originál pro archivaci zadavatele a jednu kopii, </w:t>
      </w:r>
    </w:p>
    <w:p w:rsidR="000D5A72" w:rsidRDefault="000D5A72" w:rsidP="00AF26B7"/>
    <w:p w:rsidR="00AF26B7" w:rsidRPr="00FB0F06" w:rsidRDefault="00AF26B7" w:rsidP="00FB0F06">
      <w:pPr>
        <w:pStyle w:val="02-ODST-2"/>
        <w:rPr>
          <w:b/>
        </w:rPr>
      </w:pPr>
      <w:r w:rsidRPr="00FB0F06">
        <w:rPr>
          <w:b/>
        </w:rPr>
        <w:t>Doba a místo plnění zakázky</w:t>
      </w:r>
    </w:p>
    <w:p w:rsidR="00880206" w:rsidRPr="00B1375A" w:rsidRDefault="00AF26B7" w:rsidP="00AF26B7">
      <w:r>
        <w:t>Doba plnění:</w:t>
      </w:r>
      <w:r w:rsidR="00DE1E51">
        <w:t xml:space="preserve"> </w:t>
      </w:r>
    </w:p>
    <w:p w:rsidR="00EC796B" w:rsidRPr="00B1375A" w:rsidRDefault="00AF26B7" w:rsidP="00AF26B7">
      <w:r w:rsidRPr="00B1375A">
        <w:t xml:space="preserve">předpokládaný termín zahájení a realizace předmětu zakázky: </w:t>
      </w:r>
      <w:r w:rsidR="005E38B0" w:rsidRPr="00B1375A">
        <w:tab/>
      </w:r>
      <w:r w:rsidRPr="00B1375A">
        <w:t xml:space="preserve"> </w:t>
      </w:r>
      <w:r w:rsidR="00E321C6" w:rsidRPr="00B1375A">
        <w:t>listopad</w:t>
      </w:r>
      <w:r w:rsidR="0076580D" w:rsidRPr="00B1375A">
        <w:t xml:space="preserve"> 2014</w:t>
      </w:r>
      <w:r w:rsidR="00070FFC" w:rsidRPr="00B1375A">
        <w:t xml:space="preserve"> </w:t>
      </w:r>
    </w:p>
    <w:p w:rsidR="00070FFC" w:rsidRPr="00B1375A" w:rsidRDefault="00AF26B7" w:rsidP="00AF26B7">
      <w:r w:rsidRPr="00B1375A">
        <w:t xml:space="preserve">předpokládaný termín ukončení realizace předmětu zakázky: </w:t>
      </w:r>
      <w:r w:rsidRPr="00B1375A">
        <w:tab/>
      </w:r>
      <w:r w:rsidR="00070FFC" w:rsidRPr="00B1375A">
        <w:t xml:space="preserve"> </w:t>
      </w:r>
      <w:r w:rsidR="004B3C41">
        <w:t>15</w:t>
      </w:r>
      <w:r w:rsidR="00880206" w:rsidRPr="00B1375A">
        <w:t>. 1</w:t>
      </w:r>
      <w:r w:rsidR="004B3C41">
        <w:t>2</w:t>
      </w:r>
      <w:r w:rsidR="00880206" w:rsidRPr="00B1375A">
        <w:t>.</w:t>
      </w:r>
      <w:r w:rsidR="00070FFC" w:rsidRPr="00B1375A">
        <w:t xml:space="preserve"> 201</w:t>
      </w:r>
      <w:r w:rsidR="002866C3" w:rsidRPr="00B1375A">
        <w:t>4</w:t>
      </w:r>
    </w:p>
    <w:p w:rsidR="00AF26B7" w:rsidRDefault="00AF26B7" w:rsidP="00AF26B7">
      <w:r>
        <w:t>Místo plnění</w:t>
      </w:r>
      <w:r w:rsidR="004B3C41">
        <w:t>:</w:t>
      </w:r>
    </w:p>
    <w:p w:rsidR="00AF26B7" w:rsidRDefault="00880206" w:rsidP="00AF26B7">
      <w:r>
        <w:t>Exponované úseky potrubních tras uvedených v odst. 1.3</w:t>
      </w:r>
      <w:r w:rsidR="00525332">
        <w:t>.</w:t>
      </w:r>
    </w:p>
    <w:p w:rsidR="00AC4B33" w:rsidRDefault="00AC4B33" w:rsidP="00AC4B33">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Rozsah prací</w:t>
      </w:r>
      <w:bookmarkEnd w:id="1"/>
    </w:p>
    <w:p w:rsidR="00951C56" w:rsidRDefault="00880206" w:rsidP="00C04B67">
      <w:pPr>
        <w:pStyle w:val="Nadpis1"/>
        <w:numPr>
          <w:ilvl w:val="0"/>
          <w:numId w:val="0"/>
        </w:numPr>
        <w:spacing w:before="120"/>
        <w:ind w:left="17"/>
        <w:rPr>
          <w:b w:val="0"/>
          <w:sz w:val="20"/>
          <w:szCs w:val="20"/>
        </w:rPr>
      </w:pPr>
      <w:r w:rsidRPr="00880206">
        <w:rPr>
          <w:b w:val="0"/>
          <w:sz w:val="20"/>
          <w:szCs w:val="20"/>
        </w:rPr>
        <w:t>Exponované úseky tras produktovodů mají celkovou délku 39 950 metrů</w:t>
      </w:r>
      <w:r>
        <w:rPr>
          <w:b w:val="0"/>
          <w:sz w:val="20"/>
          <w:szCs w:val="20"/>
        </w:rPr>
        <w:t>. Hloubka uložení potrubí je od 0,8 – 2 metry. Izolace potrubí je bitumenová, v jednotlivých opravených částech i tovární PE.</w:t>
      </w:r>
    </w:p>
    <w:p w:rsidR="00B1375A" w:rsidRDefault="00A10194" w:rsidP="00C04B67">
      <w:r w:rsidRPr="00B1375A">
        <w:t xml:space="preserve">Požadovanou metodou kontroly je v běžném terénu tzv. Pearson – galvanická metoda </w:t>
      </w:r>
      <w:r w:rsidR="00B1375A" w:rsidRPr="00B1375A">
        <w:t xml:space="preserve">(na vodivém povrchu) </w:t>
      </w:r>
      <w:r w:rsidRPr="00B1375A">
        <w:t>a na nevodivém povrchu Pearson – kapacitní metoda.</w:t>
      </w:r>
      <w:r w:rsidR="003153C0">
        <w:t xml:space="preserve"> </w:t>
      </w:r>
    </w:p>
    <w:p w:rsidR="00E74B55" w:rsidRDefault="00A10194" w:rsidP="00C04B67">
      <w:r>
        <w:t>Dodavatel zajistí, na základě provedené kontroly izolace potrubí, zaměření a zanesení vad do GIS</w:t>
      </w:r>
      <w:r w:rsidR="00C04B67">
        <w:t xml:space="preserve"> (ve spolupráci s</w:t>
      </w:r>
      <w:r w:rsidR="00AD4245">
        <w:t xml:space="preserve">e společností </w:t>
      </w:r>
      <w:r w:rsidR="00C04B67">
        <w:t>TOPOS a.s.</w:t>
      </w:r>
      <w:r w:rsidR="00AD4245">
        <w:t xml:space="preserve"> se sídlem Šluknov, Královská 777, PSČ 40777, IČ: </w:t>
      </w:r>
      <w:r w:rsidR="00AD4245" w:rsidRPr="004B3C41">
        <w:rPr>
          <w:rStyle w:val="nowrap"/>
          <w:bCs/>
        </w:rPr>
        <w:t>61325155</w:t>
      </w:r>
      <w:r w:rsidR="00AD4245">
        <w:t xml:space="preserve"> závod </w:t>
      </w:r>
      <w:r w:rsidR="00C04B67">
        <w:t>Dobruška</w:t>
      </w:r>
      <w:r w:rsidR="00AD4245">
        <w:t xml:space="preserve"> s tím, že služby společnosti TOPOS, a.s. budou dodavateli poskytnuty úplatně a veškeré náklady, které v této souvislosti dodavateli vzniknou</w:t>
      </w:r>
      <w:r w:rsidR="004B3C41">
        <w:t>,</w:t>
      </w:r>
      <w:r w:rsidR="00AD4245">
        <w:t xml:space="preserve"> jsou již obsaženy v nabídkové ceně</w:t>
      </w:r>
      <w:r w:rsidR="00C04B67">
        <w:t>).</w:t>
      </w:r>
      <w:r>
        <w:t xml:space="preserve"> </w:t>
      </w:r>
    </w:p>
    <w:p w:rsidR="00A10194" w:rsidRPr="00E74B55" w:rsidRDefault="00E74B55" w:rsidP="00C04B67">
      <w:pPr>
        <w:rPr>
          <w:b/>
          <w:i/>
        </w:rPr>
      </w:pPr>
      <w:r w:rsidRPr="00E74B55">
        <w:rPr>
          <w:b/>
          <w:i/>
        </w:rPr>
        <w:t>Pozn.:</w:t>
      </w:r>
      <w:r w:rsidR="003153C0" w:rsidRPr="00E74B55">
        <w:rPr>
          <w:b/>
          <w:i/>
        </w:rPr>
        <w:t xml:space="preserve"> dodavatel bude platit i práce </w:t>
      </w:r>
      <w:r w:rsidR="00B1375A" w:rsidRPr="00E74B55">
        <w:rPr>
          <w:b/>
          <w:i/>
        </w:rPr>
        <w:t xml:space="preserve">fy </w:t>
      </w:r>
      <w:r w:rsidR="003153C0" w:rsidRPr="00E74B55">
        <w:rPr>
          <w:b/>
          <w:i/>
        </w:rPr>
        <w:t>T</w:t>
      </w:r>
      <w:r w:rsidRPr="00E74B55">
        <w:rPr>
          <w:b/>
          <w:i/>
        </w:rPr>
        <w:t>OPOS a.s.</w:t>
      </w:r>
    </w:p>
    <w:p w:rsidR="00A10194" w:rsidRDefault="00A10194" w:rsidP="00C04B67">
      <w:r>
        <w:t>Požadavkem kontroly je:</w:t>
      </w:r>
    </w:p>
    <w:p w:rsidR="00A10194" w:rsidRPr="00E74B55" w:rsidRDefault="00A10194" w:rsidP="00A10194">
      <w:pPr>
        <w:pStyle w:val="Odstavecseseznamem"/>
        <w:numPr>
          <w:ilvl w:val="0"/>
          <w:numId w:val="37"/>
        </w:numPr>
      </w:pPr>
      <w:r w:rsidRPr="00E74B55">
        <w:t>Zjištění vad izolace potrubí</w:t>
      </w:r>
    </w:p>
    <w:p w:rsidR="00E321C6" w:rsidRPr="00E74B55" w:rsidRDefault="00A10194" w:rsidP="00A10194">
      <w:pPr>
        <w:pStyle w:val="Odstavecseseznamem"/>
        <w:numPr>
          <w:ilvl w:val="0"/>
          <w:numId w:val="37"/>
        </w:numPr>
      </w:pPr>
      <w:r w:rsidRPr="00E74B55">
        <w:t>Doměření velikosti vady v rozsahu I – III</w:t>
      </w:r>
      <w:r w:rsidR="00E74B55" w:rsidRPr="00E74B55">
        <w:t>. (dle</w:t>
      </w:r>
      <w:r w:rsidR="003153C0" w:rsidRPr="00E74B55">
        <w:t xml:space="preserve"> závažnosti vad</w:t>
      </w:r>
      <w:r w:rsidR="00E74B55" w:rsidRPr="00E74B55">
        <w:t>;</w:t>
      </w:r>
      <w:r w:rsidR="003153C0" w:rsidRPr="00E74B55">
        <w:t xml:space="preserve"> I –</w:t>
      </w:r>
      <w:r w:rsidR="00E74B55" w:rsidRPr="00E74B55">
        <w:t xml:space="preserve"> </w:t>
      </w:r>
      <w:r w:rsidR="003153C0" w:rsidRPr="00E74B55">
        <w:t xml:space="preserve">vada o velikosti </w:t>
      </w:r>
      <w:r w:rsidR="00E321C6" w:rsidRPr="00E74B55">
        <w:t>nízkého signálu přijímače</w:t>
      </w:r>
      <w:r w:rsidR="00E74B55" w:rsidRPr="00E74B55">
        <w:t>, v</w:t>
      </w:r>
      <w:r w:rsidR="00E321C6" w:rsidRPr="00E74B55">
        <w:t>ada č. II vada o velikosti střední úrovně signálu, vada č. III vada o vysoké úrovni signálu</w:t>
      </w:r>
      <w:r w:rsidR="00E74B55" w:rsidRPr="00E74B55">
        <w:t>)</w:t>
      </w:r>
      <w:r w:rsidR="00E321C6" w:rsidRPr="00E74B55">
        <w:t>.</w:t>
      </w:r>
    </w:p>
    <w:p w:rsidR="00A10194" w:rsidRPr="00C04B67" w:rsidRDefault="00A10194" w:rsidP="00A10194">
      <w:pPr>
        <w:pStyle w:val="Odstavecseseznamem"/>
        <w:numPr>
          <w:ilvl w:val="0"/>
          <w:numId w:val="37"/>
        </w:numPr>
      </w:pPr>
      <w:r w:rsidRPr="00E74B55">
        <w:t xml:space="preserve">Vypracování závěrečného </w:t>
      </w:r>
      <w:r w:rsidRPr="00C04B67">
        <w:t>protokolu s popisem a zaměřením vad v mapovém podkladu</w:t>
      </w:r>
    </w:p>
    <w:p w:rsidR="00A10194" w:rsidRPr="00880206" w:rsidRDefault="00A10194" w:rsidP="00880206"/>
    <w:p w:rsidR="00AF26B7" w:rsidRPr="007C7B6F" w:rsidRDefault="00AF26B7" w:rsidP="007C7B6F">
      <w:pPr>
        <w:pStyle w:val="02-ODST-2"/>
        <w:rPr>
          <w:b/>
        </w:rPr>
      </w:pPr>
      <w:r w:rsidRPr="007C7B6F">
        <w:rPr>
          <w:b/>
        </w:rPr>
        <w:t>Další požadav</w:t>
      </w:r>
      <w:r w:rsidR="00D92C46">
        <w:rPr>
          <w:b/>
        </w:rPr>
        <w:t>ky na realizaci zakázky</w:t>
      </w:r>
    </w:p>
    <w:p w:rsidR="00C04B67"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rsidR="00C04B67">
        <w:t>36</w:t>
      </w:r>
      <w:r w:rsidR="00B92771" w:rsidRPr="003D4FC5">
        <w:t xml:space="preserve"> </w:t>
      </w:r>
      <w:r w:rsidR="00AF26B7" w:rsidRPr="003D4FC5">
        <w:t>měsíců</w:t>
      </w:r>
      <w:r w:rsidR="00407F83" w:rsidRPr="003D4FC5">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 xml:space="preserve">Zařízení </w:t>
      </w:r>
      <w:r w:rsidR="00C04B67">
        <w:rPr>
          <w:b/>
        </w:rPr>
        <w:t>pracoviště</w:t>
      </w:r>
    </w:p>
    <w:p w:rsidR="00AF26B7" w:rsidRDefault="00B65A70" w:rsidP="00B47316">
      <w:pPr>
        <w:pStyle w:val="05-ODST-3"/>
      </w:pPr>
      <w:r>
        <w:t>Uchazeč</w:t>
      </w:r>
      <w:r w:rsidR="00AF26B7">
        <w:t xml:space="preserve"> zodpovídá za řádnou ochranu veškeré zeleně v </w:t>
      </w:r>
      <w:r w:rsidR="00AF26B7" w:rsidRPr="00E74B55">
        <w:t xml:space="preserve">místě </w:t>
      </w:r>
      <w:r w:rsidR="00E321C6" w:rsidRPr="00E74B55">
        <w:t>prací</w:t>
      </w:r>
      <w:r w:rsidR="00AF26B7" w:rsidRPr="00E74B55">
        <w:t xml:space="preserve"> a na sousedních </w:t>
      </w:r>
      <w:r w:rsidR="00AF26B7">
        <w:t>plochách. Poškozenou nebo zničenou zeleň je povinen</w:t>
      </w:r>
      <w:r w:rsidR="00AD4245">
        <w:t xml:space="preserve"> obnovit nebo zadavateli</w:t>
      </w:r>
      <w:r w:rsidR="00AF26B7">
        <w:t xml:space="preserve"> nahradit</w:t>
      </w:r>
      <w:r w:rsidR="00AD4245">
        <w:t xml:space="preserve"> náklady na její obnovu</w:t>
      </w:r>
      <w:r w:rsidR="00AF26B7">
        <w:t>.</w:t>
      </w:r>
    </w:p>
    <w:p w:rsidR="00A37AC1" w:rsidRDefault="00A37AC1" w:rsidP="00A37AC1">
      <w:pPr>
        <w:pStyle w:val="05-ODST-3"/>
        <w:numPr>
          <w:ilvl w:val="0"/>
          <w:numId w:val="0"/>
        </w:numPr>
        <w:ind w:left="1134"/>
      </w:pPr>
    </w:p>
    <w:p w:rsidR="00AF26B7" w:rsidRPr="009D153C" w:rsidRDefault="009D153C" w:rsidP="009D153C">
      <w:pPr>
        <w:pStyle w:val="02-ODST-2"/>
        <w:rPr>
          <w:b/>
        </w:rPr>
      </w:pPr>
      <w:r>
        <w:rPr>
          <w:b/>
        </w:rPr>
        <w:t>Provádění prací</w:t>
      </w:r>
    </w:p>
    <w:p w:rsidR="00841A84" w:rsidRPr="00E74B55" w:rsidRDefault="00841A84" w:rsidP="00841A84">
      <w:pPr>
        <w:pStyle w:val="05-ODST-3"/>
      </w:pPr>
      <w:r>
        <w:lastRenderedPageBreak/>
        <w:t xml:space="preserve">Vybraný uchazeč zajistí a předá zadavateli všechny doklady o provedených </w:t>
      </w:r>
      <w:r w:rsidR="00C04B67">
        <w:t>kontrolách</w:t>
      </w:r>
      <w:r>
        <w:t xml:space="preserve"> a další doklady požadované zadavatelem. Uchazeč předá zadavateli tuto dokladovou část ve </w:t>
      </w:r>
      <w:r w:rsidR="00C04B67">
        <w:t>3</w:t>
      </w:r>
      <w:r>
        <w:t xml:space="preserve"> vyhotoveních v </w:t>
      </w:r>
      <w:r w:rsidR="00D56103">
        <w:t>listinné</w:t>
      </w:r>
      <w:r>
        <w:t xml:space="preserve"> podobě a </w:t>
      </w:r>
      <w:r w:rsidR="00C04B67">
        <w:t>1</w:t>
      </w:r>
      <w:r>
        <w:t xml:space="preserve">x v elektronické podobě, není-li výslovně stanoveno </w:t>
      </w:r>
      <w:r w:rsidRPr="00E74B55">
        <w:t xml:space="preserve">jinak. </w:t>
      </w:r>
    </w:p>
    <w:p w:rsidR="00841A84" w:rsidRPr="00E74B55" w:rsidRDefault="00841A84" w:rsidP="00841A84">
      <w:pPr>
        <w:pStyle w:val="05-ODST-3"/>
      </w:pPr>
      <w:r w:rsidRPr="00E74B55">
        <w:t>Vybraný uchazeč odpovídá za to, že předmět zakázky bude prováděn s pracovníky s příslušnou odbornou znalostí.</w:t>
      </w:r>
    </w:p>
    <w:p w:rsidR="00841A84" w:rsidRPr="00E74B55" w:rsidRDefault="00841A84" w:rsidP="00841A84">
      <w:pPr>
        <w:pStyle w:val="05-ODST-3"/>
      </w:pPr>
      <w:r w:rsidRPr="00E74B55">
        <w:t xml:space="preserve">Vybraný uchazeč zodpovídá za </w:t>
      </w:r>
      <w:r w:rsidR="00407F83" w:rsidRPr="00E74B55">
        <w:t>škodu na předmětu plnění (</w:t>
      </w:r>
      <w:r w:rsidRPr="00E74B55">
        <w:t>svých prací a dodáv</w:t>
      </w:r>
      <w:r w:rsidR="00407F83" w:rsidRPr="00E74B55">
        <w:t>kách)</w:t>
      </w:r>
      <w:r w:rsidRPr="00E74B55">
        <w:t xml:space="preserve"> až do řádného předání a převzetí </w:t>
      </w:r>
      <w:r w:rsidR="00407F83" w:rsidRPr="00E74B55">
        <w:t>předmětu plnění</w:t>
      </w:r>
      <w:r w:rsidRPr="00E74B55">
        <w:t xml:space="preserve"> zadavatelem.</w:t>
      </w:r>
    </w:p>
    <w:p w:rsidR="00841A84" w:rsidRDefault="00841A84" w:rsidP="00841A84">
      <w:pPr>
        <w:pStyle w:val="05-ODST-3"/>
      </w:pPr>
      <w:r w:rsidRPr="00E74B55">
        <w:t xml:space="preserve">Vybraný uchazeč musí dbát na to, aby práce na díle probíhaly pouze ve vytýčeném obvodu </w:t>
      </w:r>
      <w:r w:rsidR="00FE5E4E" w:rsidRPr="00E74B55">
        <w:t>pracoviště</w:t>
      </w:r>
      <w:r w:rsidRPr="00E74B55">
        <w:t xml:space="preserve">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rsidRPr="00E74B55">
        <w:t xml:space="preserve"> bude</w:t>
      </w:r>
      <w:r w:rsidRPr="00E74B55">
        <w:t xml:space="preserve"> zakázku pln</w:t>
      </w:r>
      <w:r w:rsidR="00B65A70" w:rsidRPr="00E74B55">
        <w:t>it</w:t>
      </w:r>
      <w:r w:rsidRPr="00E74B55">
        <w:t xml:space="preserve">. Po ukončení prací musí tyto sousedící objekty a pozemky uvést do původního </w:t>
      </w:r>
      <w:r>
        <w:t>stavu, pokud došlo při realizaci předmětu této zakázky nebo v souvislosti s jejím prováděním k jejich poškození, zničení.</w:t>
      </w:r>
    </w:p>
    <w:p w:rsidR="00841A84" w:rsidRDefault="00841A84" w:rsidP="00841A84">
      <w:pPr>
        <w:pStyle w:val="05-ODST-3"/>
      </w:pPr>
      <w:r>
        <w:t xml:space="preserve">Vybraný uchazeč bere na vědomí, že práce budou probíhat za provozu </w:t>
      </w:r>
      <w:r w:rsidR="00FE5E4E">
        <w:t>potrubí a provozu KAO (katodové ochrany)</w:t>
      </w:r>
      <w:r w:rsidR="00910E0D" w:rsidRPr="00910E0D">
        <w:t xml:space="preserve"> </w:t>
      </w:r>
      <w:r w:rsidR="00910E0D" w:rsidRPr="00390C09">
        <w:t xml:space="preserve">a zavazuje se před zahájením prací informovat a seznámit se </w:t>
      </w:r>
      <w:r w:rsidR="00B4468A">
        <w:t xml:space="preserve">se </w:t>
      </w:r>
      <w:r w:rsidR="00910E0D" w:rsidRPr="00390C09">
        <w:t>všemi skutečnostmi vztahujícími se k</w:t>
      </w:r>
      <w:r w:rsidR="00FE5E4E">
        <w:t> místu plnění</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 xml:space="preserve">náklady na veškerou dopravu na </w:t>
      </w:r>
      <w:r w:rsidR="00FE5E4E">
        <w:t>pracovišti (trase produktovodu)</w:t>
      </w:r>
    </w:p>
    <w:p w:rsidR="003A6C1E" w:rsidRDefault="00AF6E96" w:rsidP="003A6C1E">
      <w:pPr>
        <w:pStyle w:val="05-ODST-3"/>
      </w:pPr>
      <w:r>
        <w:t xml:space="preserve">náklady na </w:t>
      </w:r>
      <w:r w:rsidR="003A6C1E">
        <w:t>vyklizení pracoviště a staveniště, odvoz zbytků materiálu, včetně souvisejících nákladů</w:t>
      </w:r>
    </w:p>
    <w:p w:rsidR="009D3C40" w:rsidRDefault="006156A0" w:rsidP="003A6C1E">
      <w:pPr>
        <w:pStyle w:val="05-ODST-3"/>
      </w:pPr>
      <w:r>
        <w:t xml:space="preserve">náklady na </w:t>
      </w:r>
      <w:r w:rsidR="003A6C1E">
        <w:t>opatření k zajištění bezpečnosti práce</w:t>
      </w:r>
    </w:p>
    <w:p w:rsidR="003A6C1E" w:rsidRDefault="00CF45F3" w:rsidP="003A6C1E">
      <w:pPr>
        <w:pStyle w:val="05-ODST-3"/>
      </w:pPr>
      <w:r>
        <w:t xml:space="preserve">náklady na </w:t>
      </w:r>
      <w:r w:rsidR="003A6C1E">
        <w:t>platby za požadované záruky a pojištění</w:t>
      </w:r>
    </w:p>
    <w:p w:rsidR="009D3C40" w:rsidRDefault="00CF45F3" w:rsidP="003A6C1E">
      <w:pPr>
        <w:pStyle w:val="05-ODST-3"/>
      </w:pPr>
      <w:r>
        <w:t xml:space="preserve">náklady na </w:t>
      </w:r>
      <w:r w:rsidR="003A6C1E">
        <w:t xml:space="preserve">veškeré pomocné materiály a ostatní hmoty a výkony </w:t>
      </w:r>
    </w:p>
    <w:p w:rsidR="003A6C1E" w:rsidRDefault="00D7050E" w:rsidP="003A6C1E">
      <w:pPr>
        <w:pStyle w:val="05-ODST-3"/>
      </w:pPr>
      <w:r>
        <w:t xml:space="preserve">náklady na </w:t>
      </w:r>
      <w:r w:rsidR="003A6C1E">
        <w:t>veškeré pomocné práce, výkony a přípomoci, nejsou-li oceněny samostatnou položkou</w:t>
      </w:r>
    </w:p>
    <w:p w:rsidR="007F3495" w:rsidRPr="007F3495" w:rsidRDefault="007F3495" w:rsidP="007F3495">
      <w:pPr>
        <w:pStyle w:val="05-ODST-3"/>
      </w:pPr>
      <w:r>
        <w:t xml:space="preserve">náklady na </w:t>
      </w:r>
      <w:r w:rsidRPr="007F3495">
        <w:t>vešker</w:t>
      </w:r>
      <w:r>
        <w:t>ou</w:t>
      </w:r>
      <w:r w:rsidRPr="007F3495">
        <w:t xml:space="preserve"> dokumentac</w:t>
      </w:r>
      <w:r>
        <w:t>i</w:t>
      </w:r>
      <w:r w:rsidRPr="007F3495">
        <w:t xml:space="preserve"> nutn</w:t>
      </w:r>
      <w:r>
        <w:t>ou</w:t>
      </w:r>
      <w:r w:rsidRPr="007F3495">
        <w:t xml:space="preserve"> </w:t>
      </w:r>
      <w:r w:rsidR="009D3C40">
        <w:t>pro provedení předmětu zakázky.</w:t>
      </w:r>
    </w:p>
    <w:p w:rsidR="00863E89" w:rsidRDefault="00863E89" w:rsidP="0081787A"/>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E74B55" w:rsidP="00F93B8D">
      <w:pPr>
        <w:numPr>
          <w:ilvl w:val="0"/>
          <w:numId w:val="12"/>
        </w:numPr>
      </w:pPr>
      <w:r w:rsidRPr="00B1375A">
        <w:t xml:space="preserve">Před započetím prací obdrží dodavatel od zadavatele mapový podklad s průběhem trasy v exponovaných úsecích a místa napojení </w:t>
      </w:r>
      <w:r>
        <w:t>k</w:t>
      </w:r>
      <w:r w:rsidRPr="00B1375A">
        <w:t>atodové ochrany na potrubí</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Smlouva o </w:t>
      </w:r>
      <w:r w:rsidRPr="004E4B2E">
        <w:t xml:space="preserve">dílo je přílohou č. </w:t>
      </w:r>
      <w:r w:rsidR="004E4B2E" w:rsidRPr="004E4B2E">
        <w:t>1</w:t>
      </w:r>
      <w:r w:rsidR="007D11BD" w:rsidRPr="00EC65A8">
        <w:t xml:space="preserve"> </w:t>
      </w:r>
      <w:r w:rsidRPr="00EC65A8">
        <w:t>této</w:t>
      </w:r>
      <w:r w:rsidRPr="00B4468A">
        <w:t xml:space="preserve"> zadávací dokumentace a je pro uchazeče závazná.</w:t>
      </w:r>
      <w:r>
        <w:t xml:space="preserve"> </w:t>
      </w:r>
    </w:p>
    <w:p w:rsidR="00AF26B7" w:rsidRPr="00C5495B" w:rsidRDefault="00AF26B7" w:rsidP="00C5495B">
      <w:pPr>
        <w:pStyle w:val="02-ODST-2"/>
        <w:rPr>
          <w:b/>
        </w:rPr>
      </w:pPr>
      <w:r w:rsidRPr="00C5495B">
        <w:rPr>
          <w:b/>
        </w:rPr>
        <w:t>Platební a fakturační podmínky</w:t>
      </w:r>
      <w:r w:rsidR="00D56103">
        <w:rPr>
          <w:b/>
        </w:rPr>
        <w:t xml:space="preserve"> ve znění přílohy č. 2 zadávací dokumentace</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lastRenderedPageBreak/>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w:t>
      </w:r>
      <w:r w:rsidRPr="0005086B">
        <w:t>je 45</w:t>
      </w:r>
      <w:r w:rsidRPr="00B259FD">
        <w:t xml:space="preserve">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fakturu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 xml:space="preserve">em zpracována za </w:t>
      </w:r>
      <w:r w:rsidRPr="00FF41BE">
        <w:t xml:space="preserve">kompletní dodávku a provedení všech činností dle zadání </w:t>
      </w:r>
      <w:r w:rsidR="00853849" w:rsidRPr="0005086B">
        <w:t xml:space="preserve">vyplněním </w:t>
      </w:r>
      <w:r w:rsidR="003D219A" w:rsidRPr="0005086B">
        <w:t>položkového rozpočtu</w:t>
      </w:r>
      <w:r w:rsidR="00D214E9" w:rsidRPr="0005086B">
        <w:t xml:space="preserve"> </w:t>
      </w:r>
      <w:r w:rsidR="00FF41BE" w:rsidRPr="0005086B">
        <w:t>vypracovaného</w:t>
      </w:r>
      <w:r w:rsidR="00FF41BE" w:rsidRPr="00FF41BE">
        <w:t xml:space="preserve"> uchazečem</w:t>
      </w:r>
      <w:r w:rsidR="006736EA">
        <w:t xml:space="preserve"> v členění:</w:t>
      </w:r>
      <w:r w:rsidR="00853849">
        <w:t xml:space="preserve"> </w:t>
      </w:r>
    </w:p>
    <w:p w:rsidR="009D3C40" w:rsidRDefault="009D3C40" w:rsidP="00AF26B7"/>
    <w:tbl>
      <w:tblPr>
        <w:tblW w:w="8420" w:type="dxa"/>
        <w:jc w:val="center"/>
        <w:tblInd w:w="2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38"/>
        <w:gridCol w:w="851"/>
        <w:gridCol w:w="456"/>
        <w:gridCol w:w="1103"/>
        <w:gridCol w:w="1872"/>
      </w:tblGrid>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9D3C40" w:rsidRPr="008B26D7" w:rsidRDefault="009D3C40" w:rsidP="00E80F45">
            <w:pPr>
              <w:pStyle w:val="Zhlav"/>
              <w:tabs>
                <w:tab w:val="clear" w:pos="4536"/>
                <w:tab w:val="clear" w:pos="9072"/>
              </w:tabs>
              <w:rPr>
                <w:rFonts w:cs="Arial"/>
                <w:b/>
                <w:bCs/>
                <w:sz w:val="20"/>
              </w:rPr>
            </w:pPr>
            <w:r w:rsidRPr="008B26D7">
              <w:rPr>
                <w:rFonts w:cs="Arial"/>
                <w:b/>
                <w:bCs/>
                <w:sz w:val="20"/>
              </w:rPr>
              <w:t xml:space="preserve">Popis </w:t>
            </w:r>
          </w:p>
        </w:tc>
        <w:tc>
          <w:tcPr>
            <w:tcW w:w="851" w:type="dxa"/>
            <w:tcBorders>
              <w:top w:val="single" w:sz="4" w:space="0" w:color="auto"/>
              <w:left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Kč/m</w:t>
            </w:r>
            <w:r w:rsidR="00AD4245">
              <w:rPr>
                <w:rFonts w:cs="Arial"/>
                <w:b/>
                <w:bCs/>
                <w:sz w:val="20"/>
              </w:rPr>
              <w:t>j</w:t>
            </w:r>
          </w:p>
        </w:tc>
        <w:tc>
          <w:tcPr>
            <w:tcW w:w="456" w:type="dxa"/>
            <w:tcBorders>
              <w:top w:val="single" w:sz="4" w:space="0" w:color="auto"/>
              <w:left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center"/>
              <w:rPr>
                <w:rFonts w:cs="Arial"/>
                <w:b/>
                <w:bCs/>
                <w:sz w:val="20"/>
              </w:rPr>
            </w:pPr>
            <w:r w:rsidRPr="008B26D7">
              <w:rPr>
                <w:rFonts w:cs="Arial"/>
                <w:b/>
                <w:bCs/>
                <w:sz w:val="20"/>
              </w:rPr>
              <w:t>mj</w:t>
            </w:r>
          </w:p>
        </w:tc>
        <w:tc>
          <w:tcPr>
            <w:tcW w:w="1103" w:type="dxa"/>
            <w:tcBorders>
              <w:top w:val="single" w:sz="4" w:space="0" w:color="auto"/>
              <w:left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Počet mj.</w:t>
            </w:r>
          </w:p>
        </w:tc>
        <w:tc>
          <w:tcPr>
            <w:tcW w:w="18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
                <w:bCs/>
                <w:sz w:val="20"/>
              </w:rPr>
              <w:t>Cena</w:t>
            </w:r>
          </w:p>
        </w:tc>
      </w:tr>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9D3C40">
            <w:pPr>
              <w:pStyle w:val="Zhlav"/>
              <w:tabs>
                <w:tab w:val="clear" w:pos="4536"/>
                <w:tab w:val="clear" w:pos="9072"/>
              </w:tabs>
              <w:rPr>
                <w:rFonts w:cs="Arial"/>
                <w:bCs/>
                <w:sz w:val="20"/>
              </w:rPr>
            </w:pPr>
            <w:r w:rsidRPr="008B26D7">
              <w:rPr>
                <w:rFonts w:cs="Arial"/>
                <w:bCs/>
                <w:sz w:val="20"/>
              </w:rPr>
              <w:t>Zjištění vad izolací</w:t>
            </w:r>
          </w:p>
        </w:tc>
        <w:tc>
          <w:tcPr>
            <w:tcW w:w="851" w:type="dxa"/>
            <w:tcBorders>
              <w:top w:val="single" w:sz="4" w:space="0" w:color="auto"/>
              <w:left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p>
        </w:tc>
        <w:tc>
          <w:tcPr>
            <w:tcW w:w="456" w:type="dxa"/>
            <w:tcBorders>
              <w:top w:val="single" w:sz="4" w:space="0" w:color="auto"/>
              <w:left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Cs/>
                <w:sz w:val="20"/>
              </w:rPr>
              <w:t>m</w:t>
            </w:r>
          </w:p>
        </w:tc>
        <w:tc>
          <w:tcPr>
            <w:tcW w:w="1103" w:type="dxa"/>
            <w:tcBorders>
              <w:top w:val="single" w:sz="4" w:space="0" w:color="auto"/>
              <w:left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Pr>
                <w:rFonts w:cs="Arial"/>
                <w:sz w:val="20"/>
              </w:rPr>
              <w:t>39 950</w:t>
            </w: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9D3C40">
            <w:pPr>
              <w:pStyle w:val="Zhlav"/>
              <w:tabs>
                <w:tab w:val="clear" w:pos="4536"/>
                <w:tab w:val="clear" w:pos="9072"/>
              </w:tabs>
              <w:rPr>
                <w:rFonts w:cs="Arial"/>
                <w:bCs/>
                <w:sz w:val="20"/>
              </w:rPr>
            </w:pPr>
            <w:r w:rsidRPr="008B26D7">
              <w:rPr>
                <w:rFonts w:cs="Arial"/>
                <w:bCs/>
                <w:sz w:val="20"/>
              </w:rPr>
              <w:t>Doměření velikosti vady v rozsahu I-III</w:t>
            </w:r>
          </w:p>
        </w:tc>
        <w:tc>
          <w:tcPr>
            <w:tcW w:w="851"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p>
        </w:tc>
        <w:tc>
          <w:tcPr>
            <w:tcW w:w="456"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Cs/>
                <w:sz w:val="20"/>
              </w:rPr>
              <w:t>m</w:t>
            </w:r>
          </w:p>
        </w:tc>
        <w:tc>
          <w:tcPr>
            <w:tcW w:w="1103"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Pr>
                <w:rFonts w:cs="Arial"/>
                <w:sz w:val="20"/>
              </w:rPr>
              <w:t>39 950</w:t>
            </w: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rPr>
                <w:rFonts w:cs="Arial"/>
                <w:bCs/>
                <w:sz w:val="20"/>
              </w:rPr>
            </w:pPr>
            <w:r>
              <w:rPr>
                <w:rFonts w:cs="Arial"/>
                <w:bCs/>
                <w:sz w:val="20"/>
              </w:rPr>
              <w:t>V</w:t>
            </w:r>
            <w:r w:rsidRPr="008B26D7">
              <w:rPr>
                <w:rFonts w:cs="Arial"/>
                <w:bCs/>
                <w:sz w:val="20"/>
              </w:rPr>
              <w:t>ypracování závěrečného protokolu popisem a zaměřením vad</w:t>
            </w:r>
            <w:r>
              <w:rPr>
                <w:rFonts w:cs="Arial"/>
                <w:bCs/>
                <w:sz w:val="20"/>
              </w:rPr>
              <w:t xml:space="preserve"> a zanesením do GIS</w:t>
            </w:r>
          </w:p>
        </w:tc>
        <w:tc>
          <w:tcPr>
            <w:tcW w:w="851"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Cs/>
                <w:sz w:val="20"/>
              </w:rPr>
              <w:t xml:space="preserve"> </w:t>
            </w:r>
          </w:p>
        </w:tc>
        <w:tc>
          <w:tcPr>
            <w:tcW w:w="456" w:type="dxa"/>
            <w:tcBorders>
              <w:left w:val="single" w:sz="4" w:space="0" w:color="auto"/>
              <w:bottom w:val="single" w:sz="4" w:space="0" w:color="auto"/>
              <w:right w:val="single" w:sz="4" w:space="0" w:color="auto"/>
            </w:tcBorders>
            <w:vAlign w:val="center"/>
          </w:tcPr>
          <w:p w:rsidR="009D3C40" w:rsidRPr="008B26D7" w:rsidRDefault="004B3C41" w:rsidP="00E80F45">
            <w:pPr>
              <w:pStyle w:val="Zhlav"/>
              <w:tabs>
                <w:tab w:val="clear" w:pos="4536"/>
                <w:tab w:val="clear" w:pos="9072"/>
              </w:tabs>
              <w:jc w:val="center"/>
              <w:rPr>
                <w:rFonts w:cs="Arial"/>
                <w:bCs/>
                <w:sz w:val="20"/>
              </w:rPr>
            </w:pPr>
            <w:r>
              <w:rPr>
                <w:rFonts w:cs="Arial"/>
                <w:bCs/>
                <w:sz w:val="20"/>
              </w:rPr>
              <w:t>kpl</w:t>
            </w:r>
          </w:p>
        </w:tc>
        <w:tc>
          <w:tcPr>
            <w:tcW w:w="1103"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Pr>
                <w:rFonts w:cs="Arial"/>
                <w:sz w:val="20"/>
              </w:rPr>
              <w:t>39 950</w:t>
            </w: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r w:rsidR="009D3C40" w:rsidRPr="008B26D7" w:rsidTr="009D3C40">
        <w:trPr>
          <w:cantSplit/>
          <w:jc w:val="center"/>
        </w:trPr>
        <w:tc>
          <w:tcPr>
            <w:tcW w:w="6548" w:type="dxa"/>
            <w:gridSpan w:val="4"/>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
                <w:bCs/>
                <w:sz w:val="20"/>
              </w:rPr>
            </w:pP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rPr>
                <w:rFonts w:cs="Arial"/>
                <w:b/>
                <w:bCs/>
                <w:sz w:val="20"/>
              </w:rPr>
            </w:pPr>
          </w:p>
        </w:tc>
      </w:tr>
      <w:tr w:rsidR="009D3C40" w:rsidRPr="008B26D7" w:rsidTr="009D3C40">
        <w:trPr>
          <w:cantSplit/>
          <w:jc w:val="center"/>
        </w:trPr>
        <w:tc>
          <w:tcPr>
            <w:tcW w:w="6548" w:type="dxa"/>
            <w:gridSpan w:val="4"/>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9D3C40" w:rsidRPr="008B26D7" w:rsidRDefault="009D3C40" w:rsidP="00AD4245">
            <w:pPr>
              <w:pStyle w:val="Zhlav"/>
              <w:tabs>
                <w:tab w:val="clear" w:pos="4536"/>
                <w:tab w:val="clear" w:pos="9072"/>
              </w:tabs>
              <w:rPr>
                <w:rFonts w:cs="Arial"/>
                <w:b/>
                <w:bCs/>
                <w:sz w:val="20"/>
              </w:rPr>
            </w:pPr>
            <w:r w:rsidRPr="008B26D7">
              <w:rPr>
                <w:rFonts w:cs="Arial"/>
                <w:b/>
                <w:bCs/>
                <w:sz w:val="20"/>
              </w:rPr>
              <w:t>Celková nabídk</w:t>
            </w:r>
            <w:r w:rsidR="00AD4245">
              <w:rPr>
                <w:rFonts w:cs="Arial"/>
                <w:b/>
                <w:bCs/>
                <w:sz w:val="20"/>
              </w:rPr>
              <w:t>ová cena</w:t>
            </w:r>
            <w:r w:rsidRPr="008B26D7">
              <w:rPr>
                <w:rFonts w:cs="Arial"/>
                <w:b/>
                <w:bCs/>
                <w:sz w:val="20"/>
              </w:rPr>
              <w:t xml:space="preserve"> činí bez DPH</w:t>
            </w:r>
          </w:p>
        </w:tc>
        <w:tc>
          <w:tcPr>
            <w:tcW w:w="187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bl>
    <w:p w:rsidR="00AF26B7" w:rsidRDefault="00AF26B7" w:rsidP="00AF26B7"/>
    <w:p w:rsidR="00AF26B7" w:rsidRDefault="00AD4245" w:rsidP="00AF26B7">
      <w:r>
        <w:t>N</w:t>
      </w:r>
      <w:r w:rsidR="006736EA">
        <w:t>abídk</w:t>
      </w:r>
      <w:r>
        <w:t>ová cena</w:t>
      </w:r>
      <w:r w:rsidR="006736EA">
        <w:t xml:space="preserve"> bude předložena v členění </w:t>
      </w:r>
      <w:r w:rsidR="006736EA" w:rsidRPr="00E74B55">
        <w:t>dle</w:t>
      </w:r>
      <w:r>
        <w:t xml:space="preserve"> výše uvedeného</w:t>
      </w:r>
      <w:r w:rsidR="006736EA" w:rsidRPr="00E74B55">
        <w:t xml:space="preserve"> výkazu výměr</w:t>
      </w:r>
      <w:r w:rsidR="00C9172E" w:rsidRPr="00E74B55">
        <w:t xml:space="preserve"> (položkov</w:t>
      </w:r>
      <w:r w:rsidR="00E74B55" w:rsidRPr="00E74B55">
        <w:t>ého</w:t>
      </w:r>
      <w:r w:rsidR="00C9172E" w:rsidRPr="00E74B55">
        <w:t xml:space="preserve"> rozpočt</w:t>
      </w:r>
      <w:r w:rsidR="00E74B55" w:rsidRPr="00E74B55">
        <w:t>u</w:t>
      </w:r>
      <w:r w:rsidR="00C9172E" w:rsidRPr="00E74B55">
        <w:t>)</w:t>
      </w:r>
      <w:r>
        <w:t xml:space="preserve"> a celková nabídková cena</w:t>
      </w:r>
      <w:r w:rsidR="006736EA" w:rsidRPr="00E74B55">
        <w:t xml:space="preserve"> bude uvedena v závěru souhrnu výkazu výměr a na krycím listu nabídky</w:t>
      </w:r>
      <w:r w:rsidR="006736EA">
        <w:t xml:space="preserve"> uchazeče</w:t>
      </w:r>
      <w:r w:rsidR="00E74B55">
        <w:t>.</w:t>
      </w:r>
    </w:p>
    <w:p w:rsidR="00AF26B7" w:rsidRDefault="00AD4245" w:rsidP="00AF26B7">
      <w:r>
        <w:lastRenderedPageBreak/>
        <w:t>Celková n</w:t>
      </w:r>
      <w:r w:rsidR="00AF26B7">
        <w:t>abídková cena bude stanovena za celé plnění předmětu zakázky, v souladu se zadávací dokumentací</w:t>
      </w:r>
      <w:r w:rsidR="00671B15">
        <w:t xml:space="preserve"> a bude zahrnovat veškeré položky potřebné k provedení díla</w:t>
      </w:r>
      <w:r w:rsidR="00AF26B7">
        <w:t>.</w:t>
      </w:r>
    </w:p>
    <w:p w:rsidR="00AF26B7" w:rsidRDefault="00AD4245" w:rsidP="00AF26B7">
      <w:r>
        <w:t>Celková n</w:t>
      </w:r>
      <w:r w:rsidR="00AF26B7">
        <w:t>abídková cena</w:t>
      </w:r>
      <w:r>
        <w:t xml:space="preserve"> a stejně tak i dílčí nabídkové ceny</w:t>
      </w:r>
      <w:r w:rsidR="00AF26B7">
        <w:t xml:space="preserve"> bude uvedena v korunách českých bez DPH.</w:t>
      </w:r>
    </w:p>
    <w:p w:rsidR="00AF26B7" w:rsidRDefault="00AD4245" w:rsidP="00AF26B7">
      <w:r>
        <w:t>Celková n</w:t>
      </w:r>
      <w:r w:rsidR="00AF26B7">
        <w:t>abídková cena</w:t>
      </w:r>
      <w:r>
        <w:t xml:space="preserve"> a stejně tak i dílčí nabídkové ceny</w:t>
      </w:r>
      <w:r w:rsidR="00AF26B7">
        <w:t xml:space="preserve">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provedenou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lastRenderedPageBreak/>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4E4B2E" w:rsidRDefault="00AF26B7" w:rsidP="00984EC2">
      <w:pPr>
        <w:pStyle w:val="05-ODST-3"/>
      </w:pPr>
      <w:r w:rsidRPr="00EC65A8">
        <w:rPr>
          <w:b/>
        </w:rPr>
        <w:t>Krycí list nabídky</w:t>
      </w:r>
      <w:r w:rsidRPr="00EC65A8">
        <w:t xml:space="preserve">. Na krycím listu budou uvedeny zejména tyto údaje: název zakázky malého rozsahu, základní identifikační údaje zadavatele a uchazeče (včetně osob zmocněných k dalším jednáním), datum a podpis osoby oprávněné za uchazeče jednat (vzor krycího </w:t>
      </w:r>
      <w:r w:rsidRPr="004E4B2E">
        <w:t xml:space="preserve">listu je přílohou č. </w:t>
      </w:r>
      <w:r w:rsidR="004E4B2E" w:rsidRPr="004E4B2E">
        <w:t>2</w:t>
      </w:r>
      <w:r w:rsidRPr="004E4B2E">
        <w:t>)</w:t>
      </w:r>
    </w:p>
    <w:p w:rsidR="00AF26B7" w:rsidRPr="00B4468A" w:rsidRDefault="00AF26B7" w:rsidP="00984EC2">
      <w:pPr>
        <w:pStyle w:val="05-ODST-3"/>
      </w:pPr>
      <w:r w:rsidRPr="00EC65A8">
        <w:rPr>
          <w:b/>
        </w:rPr>
        <w:t>Obsah nabídky</w:t>
      </w:r>
      <w:r w:rsidRPr="00EC65A8">
        <w:t>. Nabídka bude opatřena</w:t>
      </w:r>
      <w:r w:rsidRPr="00B4468A">
        <w:t xml:space="preserve">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00671B15">
        <w:t xml:space="preserve"> </w:t>
      </w:r>
      <w:r w:rsidR="00C160BB" w:rsidRPr="00B4468A">
        <w:t xml:space="preserve">v členění </w:t>
      </w:r>
      <w:r w:rsidRPr="00B4468A">
        <w:t>dle článku 4</w:t>
      </w:r>
    </w:p>
    <w:p w:rsidR="00AF26B7" w:rsidRPr="004E4B2E" w:rsidRDefault="00AF26B7" w:rsidP="004E65D5">
      <w:pPr>
        <w:pStyle w:val="05-ODST-3"/>
      </w:pPr>
      <w:r w:rsidRPr="00B4468A">
        <w:rPr>
          <w:b/>
        </w:rPr>
        <w:t>Podepsaný návrh smlouvy</w:t>
      </w:r>
      <w:r w:rsidRPr="00B4468A">
        <w:t xml:space="preserve"> o dílo </w:t>
      </w:r>
      <w:r w:rsidRPr="004E4B2E">
        <w:t xml:space="preserve">(viz příloha č. </w:t>
      </w:r>
      <w:r w:rsidR="004E4B2E" w:rsidRPr="004E4B2E">
        <w:t>1</w:t>
      </w:r>
      <w:r w:rsidRPr="004E4B2E">
        <w:t>)</w:t>
      </w:r>
      <w:r w:rsidR="00AD4245">
        <w:t>,</w:t>
      </w:r>
      <w:r w:rsidR="00AD4245" w:rsidRPr="00AD4245">
        <w:t xml:space="preserve"> </w:t>
      </w:r>
      <w:r w:rsidR="00AD4245">
        <w:t>který bude odpovídat závaznému vzoru smlouvy o dílo uvedeném v </w:t>
      </w:r>
      <w:r w:rsidR="00AD4245" w:rsidRPr="00FA1417">
        <w:t>přílo</w:t>
      </w:r>
      <w:r w:rsidR="00AD4245">
        <w:t>ze č.</w:t>
      </w:r>
      <w:r w:rsidR="00AD4245" w:rsidRPr="00FA1417">
        <w:t xml:space="preserve"> 1 této zadávací dokumentace).</w:t>
      </w:r>
      <w:r w:rsidR="00AD4245">
        <w:t xml:space="preserve"> V případě, že návrh smlouvy o dílo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4C4B8F" w:rsidRPr="00B4468A" w:rsidRDefault="004C4B8F" w:rsidP="004E65D5">
      <w:pPr>
        <w:pStyle w:val="05-ODST-3"/>
      </w:pPr>
      <w:r w:rsidRPr="00B4468A">
        <w:rPr>
          <w:b/>
        </w:rPr>
        <w:t>Ostatní dokumenty</w:t>
      </w:r>
    </w:p>
    <w:p w:rsidR="004C4B8F" w:rsidRPr="0005086B" w:rsidRDefault="004C4B8F" w:rsidP="004C4B8F">
      <w:pPr>
        <w:pStyle w:val="05-ODST-3"/>
        <w:numPr>
          <w:ilvl w:val="0"/>
          <w:numId w:val="24"/>
        </w:numPr>
      </w:pPr>
      <w:r w:rsidRPr="0005086B">
        <w:rPr>
          <w:b/>
        </w:rPr>
        <w:t>Harmonogram plnění</w:t>
      </w:r>
      <w:r w:rsidRPr="0005086B">
        <w:t xml:space="preserve"> </w:t>
      </w:r>
    </w:p>
    <w:p w:rsidR="004C4B8F" w:rsidRPr="0005086B" w:rsidRDefault="004C4B8F" w:rsidP="004C4B8F">
      <w:pPr>
        <w:pStyle w:val="05-ODST-3"/>
        <w:numPr>
          <w:ilvl w:val="0"/>
          <w:numId w:val="24"/>
        </w:numPr>
      </w:pPr>
      <w:r w:rsidRPr="0005086B">
        <w:rPr>
          <w:b/>
        </w:rPr>
        <w:t>Požadavky na součinnost</w:t>
      </w:r>
      <w:r w:rsidRPr="0005086B">
        <w:t xml:space="preserve"> objednatele</w:t>
      </w:r>
      <w:r w:rsidR="00B4468A" w:rsidRPr="0005086B">
        <w:t xml:space="preserve"> = zadavatele</w:t>
      </w:r>
    </w:p>
    <w:p w:rsidR="00021621" w:rsidRDefault="00AF26B7" w:rsidP="004B3C41">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za uchazeče.</w:t>
      </w:r>
      <w:r w:rsidR="00021621">
        <w:t xml:space="preserve"> V případě, že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021621" w:rsidRDefault="00021621" w:rsidP="004B3C41">
      <w:pPr>
        <w:pStyle w:val="05-ODST-3"/>
      </w:pPr>
      <w:r>
        <w:t>Čestné prohlášení, že uchazeč je svou předloženou nabídkou vázán po celou dobu zadávací lhůty podepsané osobou oprávněnou jednat za uchazeče. V případě, že čestné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671B15">
        <w:t>196</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 xml:space="preserve">Uchazeč předloží údaj, v jaké výši může poskytnout své služby k započtení náhradního plnění dle § 81 odst. 3 zákona č. 435/2004 Sb., o zaměstnanosti, v platném znění. Pokud </w:t>
      </w:r>
      <w:r>
        <w:lastRenderedPageBreak/>
        <w:t>uchazeč takový údaj předloží, bude tento pro uchazeče závazný a bude jím taktéž zapracován v předloženém Návrhu smlouvy o dílo.</w:t>
      </w:r>
    </w:p>
    <w:p w:rsidR="00AF26B7" w:rsidRDefault="00AF26B7" w:rsidP="004E4B2E">
      <w:pPr>
        <w:pStyle w:val="05-ODST-3"/>
        <w:numPr>
          <w:ilvl w:val="0"/>
          <w:numId w:val="0"/>
        </w:numPr>
        <w:ind w:left="1134"/>
      </w:pPr>
      <w:r>
        <w:t>Nabídka bude podepsána osobou (-ami) oprávněnou (-nými) j</w:t>
      </w:r>
      <w:r w:rsidR="004C4B8F">
        <w:t xml:space="preserve">ednat za </w:t>
      </w:r>
      <w:r w:rsidR="00B65A70">
        <w:t>uchazeč</w:t>
      </w:r>
      <w:r>
        <w:t>e.</w:t>
      </w:r>
      <w:r w:rsidR="00021621" w:rsidRPr="00021621">
        <w:t xml:space="preserve"> </w:t>
      </w:r>
      <w:r w:rsidR="00021621">
        <w:t>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AF26B7" w:rsidRDefault="00853849" w:rsidP="003868B8">
      <w:pPr>
        <w:pStyle w:val="01-L"/>
      </w:pPr>
      <w:r>
        <w:t>J</w:t>
      </w:r>
      <w:r w:rsidR="00AF26B7">
        <w:t>iné požadavky zadavatele</w:t>
      </w:r>
    </w:p>
    <w:p w:rsidR="00AF26B7" w:rsidRDefault="00021621" w:rsidP="00DC63ED">
      <w:pPr>
        <w:pStyle w:val="02-ODST-2"/>
      </w:pPr>
      <w:r>
        <w:t>Výhrady a d</w:t>
      </w:r>
      <w:r w:rsidR="00AF26B7">
        <w:t xml:space="preserve">alší požadavky zadavatele k </w:t>
      </w:r>
      <w:r w:rsidR="00631FDE">
        <w:t xml:space="preserve">výběrovému </w:t>
      </w:r>
      <w:r w:rsidR="00AF26B7">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w:t>
      </w:r>
      <w:r w:rsidR="00021621">
        <w:t>kdykoliv změnit zadávací dokumentaci, a to včetně</w:t>
      </w:r>
      <w:r>
        <w:t xml:space="preserve">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021621" w:rsidRPr="0076594C" w:rsidRDefault="00021621" w:rsidP="004B3C41">
      <w:pPr>
        <w:pStyle w:val="05-ODST-3"/>
      </w:pPr>
      <w:r w:rsidRPr="0076594C">
        <w:t>Zadavatel upozorňuje, že na základě výzvy k podání nabídek dochází pouze k nezávaznému průzkumu trhu, který není způsobilý založit mu povinnost uzavření jakéhokoliv smluvního vztahu.</w:t>
      </w:r>
    </w:p>
    <w:p w:rsidR="00021621" w:rsidRPr="0076594C" w:rsidRDefault="00021621" w:rsidP="004B3C41">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021621" w:rsidRPr="0076594C" w:rsidRDefault="00021621" w:rsidP="004B3C41">
      <w:pPr>
        <w:pStyle w:val="05-ODST-3"/>
      </w:pPr>
      <w:r w:rsidRPr="0076594C">
        <w:t>V souladu s ust.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p>
    <w:p w:rsidR="00021621" w:rsidRPr="00FA1417" w:rsidRDefault="00021621" w:rsidP="004B3C41">
      <w:pPr>
        <w:pStyle w:val="05-ODST-3"/>
      </w:pPr>
      <w:r w:rsidRPr="00537058">
        <w:lastRenderedPageBreak/>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p>
    <w:p w:rsidR="00021621" w:rsidRDefault="00021621" w:rsidP="004B3C41">
      <w:pPr>
        <w:pStyle w:val="05-ODST-3"/>
        <w:numPr>
          <w:ilvl w:val="0"/>
          <w:numId w:val="0"/>
        </w:numPr>
        <w:ind w:left="1134"/>
      </w:pP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2"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3"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671B15" w:rsidRPr="00671B15">
        <w:rPr>
          <w:b/>
        </w:rPr>
        <w:t>Kontrola izolace potrubí na exponovaných úsecích tras produktovodů</w:t>
      </w:r>
      <w:r>
        <w:rPr>
          <w:b/>
        </w:rPr>
        <w:t xml:space="preserve">“ </w:t>
      </w:r>
      <w:r w:rsidRPr="001B4A34">
        <w:t>a evid. č</w:t>
      </w:r>
      <w:r>
        <w:rPr>
          <w:b/>
        </w:rPr>
        <w:t xml:space="preserve">. </w:t>
      </w:r>
      <w:r w:rsidR="006736EA">
        <w:rPr>
          <w:b/>
        </w:rPr>
        <w:t>1</w:t>
      </w:r>
      <w:r w:rsidR="00671B15">
        <w:rPr>
          <w:b/>
        </w:rPr>
        <w:t>96</w:t>
      </w:r>
      <w:r>
        <w:rPr>
          <w:b/>
        </w:rPr>
        <w:t>/14/OCN.</w:t>
      </w:r>
    </w:p>
    <w:p w:rsidR="00021621" w:rsidRDefault="00021621" w:rsidP="002222D7"/>
    <w:p w:rsidR="00B80B78" w:rsidRDefault="002222D7" w:rsidP="002222D7">
      <w:pPr>
        <w:rPr>
          <w:b/>
        </w:rPr>
      </w:pPr>
      <w:r>
        <w:t xml:space="preserve">Nabídka musí být dodavatelem podána ve lhůtě nejpozději </w:t>
      </w:r>
      <w:r w:rsidRPr="00985514">
        <w:t xml:space="preserve">do </w:t>
      </w:r>
      <w:r w:rsidR="00985514" w:rsidRPr="00985514">
        <w:rPr>
          <w:b/>
          <w:color w:val="FF0000"/>
          <w:u w:val="single"/>
        </w:rPr>
        <w:t>4</w:t>
      </w:r>
      <w:r w:rsidRPr="00985514">
        <w:rPr>
          <w:b/>
          <w:color w:val="FF0000"/>
          <w:u w:val="single"/>
        </w:rPr>
        <w:t xml:space="preserve">. </w:t>
      </w:r>
      <w:r w:rsidR="00985514" w:rsidRPr="00985514">
        <w:rPr>
          <w:b/>
          <w:color w:val="FF0000"/>
          <w:u w:val="single"/>
        </w:rPr>
        <w:t>11</w:t>
      </w:r>
      <w:r w:rsidRPr="00985514">
        <w:rPr>
          <w:b/>
          <w:color w:val="FF0000"/>
          <w:u w:val="single"/>
        </w:rPr>
        <w:t>.</w:t>
      </w:r>
      <w:r w:rsidRPr="00985514">
        <w:rPr>
          <w:color w:val="FF0000"/>
          <w:u w:val="single"/>
        </w:rPr>
        <w:t xml:space="preserve"> </w:t>
      </w:r>
      <w:r w:rsidRPr="00985514">
        <w:rPr>
          <w:b/>
          <w:color w:val="FF0000"/>
          <w:u w:val="single"/>
        </w:rPr>
        <w:t>201</w:t>
      </w:r>
      <w:r w:rsidR="00D8530B" w:rsidRPr="00985514">
        <w:rPr>
          <w:b/>
          <w:color w:val="FF0000"/>
          <w:u w:val="single"/>
        </w:rPr>
        <w:t>4</w:t>
      </w:r>
      <w:r w:rsidRPr="00985514">
        <w:rPr>
          <w:b/>
          <w:color w:val="FF0000"/>
          <w:u w:val="single"/>
        </w:rPr>
        <w:t xml:space="preserve"> do 10 hodin</w:t>
      </w:r>
      <w:bookmarkStart w:id="2" w:name="_GoBack"/>
      <w:bookmarkEnd w:id="2"/>
      <w:r w:rsidRPr="001843E8">
        <w:rPr>
          <w:b/>
        </w:rPr>
        <w:t>.</w:t>
      </w:r>
      <w:r w:rsidR="00DC7379">
        <w:rPr>
          <w:b/>
        </w:rPr>
        <w:t xml:space="preserve">  </w:t>
      </w:r>
    </w:p>
    <w:p w:rsidR="002222D7"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E4B2E" w:rsidRPr="003B393F" w:rsidRDefault="004E4B2E" w:rsidP="002222D7">
      <w:pPr>
        <w:rPr>
          <w:i/>
        </w:rPr>
      </w:pP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Pr="001B4A34" w:rsidRDefault="002222D7" w:rsidP="002222D7">
      <w:pPr>
        <w:tabs>
          <w:tab w:val="left" w:pos="1260"/>
        </w:tabs>
        <w:spacing w:before="0"/>
        <w:rPr>
          <w:i/>
        </w:rPr>
      </w:pPr>
      <w:r w:rsidRPr="001B4A34">
        <w:rPr>
          <w:i/>
        </w:rPr>
        <w:tab/>
        <w:t>170 04 Praha 7</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853849" w:rsidRPr="009077DB" w:rsidRDefault="00853849" w:rsidP="00853849">
      <w:r w:rsidRPr="009077DB">
        <w:t xml:space="preserve">Příloha č. </w:t>
      </w:r>
      <w:r w:rsidR="004E4B2E">
        <w:t>1</w:t>
      </w:r>
      <w:r w:rsidRPr="009077DB">
        <w:t xml:space="preserve"> –  </w:t>
      </w:r>
      <w:r w:rsidR="00021621">
        <w:t>závazný vzor</w:t>
      </w:r>
      <w:r w:rsidR="00021621" w:rsidRPr="009077DB">
        <w:t xml:space="preserve"> </w:t>
      </w:r>
      <w:r w:rsidRPr="009077DB">
        <w:t xml:space="preserve">smlouvy o dílo </w:t>
      </w:r>
    </w:p>
    <w:p w:rsidR="00853849" w:rsidRDefault="00853849" w:rsidP="00853849">
      <w:r w:rsidRPr="009077DB">
        <w:t xml:space="preserve">Příloha č. </w:t>
      </w:r>
      <w:r w:rsidR="004E4B2E">
        <w:t>2</w:t>
      </w:r>
      <w:r w:rsidRPr="009077DB">
        <w:t xml:space="preserve"> –  </w:t>
      </w:r>
      <w:r w:rsidR="004B3C41">
        <w:t>k</w:t>
      </w:r>
      <w:r w:rsidRPr="009077DB">
        <w:t>rycí list nabídky</w:t>
      </w:r>
      <w:r>
        <w:t xml:space="preserve"> </w:t>
      </w:r>
    </w:p>
    <w:p w:rsidR="00853849" w:rsidRDefault="00853849" w:rsidP="00853849"/>
    <w:p w:rsidR="00853849" w:rsidRDefault="00853849" w:rsidP="00AF26B7"/>
    <w:p w:rsidR="00AF26B7" w:rsidRDefault="00984EC2" w:rsidP="00AF26B7">
      <w:r>
        <w:t xml:space="preserve">V Praze dne </w:t>
      </w:r>
      <w:r w:rsidR="00671B15">
        <w:t>2</w:t>
      </w:r>
      <w:r w:rsidR="004B3C41">
        <w:t>4</w:t>
      </w:r>
      <w:r w:rsidR="003D219A">
        <w:t xml:space="preserve">. </w:t>
      </w:r>
      <w:r w:rsidR="004B3C41">
        <w:t>10</w:t>
      </w:r>
      <w:r w:rsidR="003D219A">
        <w:t>. 201</w:t>
      </w:r>
      <w:r w:rsidR="006736EA">
        <w:t>4</w:t>
      </w:r>
    </w:p>
    <w:p w:rsidR="00231D7B" w:rsidRDefault="00231D7B" w:rsidP="00AF26B7"/>
    <w:p w:rsidR="00AF26B7" w:rsidRDefault="00AF26B7" w:rsidP="00AF26B7">
      <w:r>
        <w:t>Odbor centrálního nákupu, ČEPRO, a. s.</w:t>
      </w:r>
    </w:p>
    <w:sectPr w:rsidR="00AF26B7">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A0C" w:rsidRDefault="00E63A0C">
      <w:r>
        <w:separator/>
      </w:r>
    </w:p>
  </w:endnote>
  <w:endnote w:type="continuationSeparator" w:id="0">
    <w:p w:rsidR="00E63A0C" w:rsidRDefault="00E6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61DDD1E9" wp14:editId="15CAD18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985514">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985514">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A0C" w:rsidRDefault="00E63A0C">
      <w:r>
        <w:separator/>
      </w:r>
    </w:p>
  </w:footnote>
  <w:footnote w:type="continuationSeparator" w:id="0">
    <w:p w:rsidR="00E63A0C" w:rsidRDefault="00E63A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85C56FC"/>
    <w:multiLevelType w:val="hybridMultilevel"/>
    <w:tmpl w:val="C03A1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B4E3B12"/>
    <w:multiLevelType w:val="hybridMultilevel"/>
    <w:tmpl w:val="B1267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8FD1E3B"/>
    <w:multiLevelType w:val="hybridMultilevel"/>
    <w:tmpl w:val="C9C8BA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1444ABC"/>
    <w:multiLevelType w:val="hybridMultilevel"/>
    <w:tmpl w:val="AD263196"/>
    <w:lvl w:ilvl="0" w:tplc="956859F2">
      <w:start w:val="1"/>
      <w:numFmt w:val="lowerLetter"/>
      <w:lvlText w:val="%1)"/>
      <w:lvlJc w:val="left"/>
      <w:pPr>
        <w:tabs>
          <w:tab w:val="num" w:pos="720"/>
        </w:tabs>
        <w:ind w:left="720" w:hanging="360"/>
      </w:pPr>
      <w:rPr>
        <w:b w:val="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nsid w:val="659431A2"/>
    <w:multiLevelType w:val="hybridMultilevel"/>
    <w:tmpl w:val="FC12CD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3">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4">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2"/>
  </w:num>
  <w:num w:numId="3">
    <w:abstractNumId w:val="28"/>
  </w:num>
  <w:num w:numId="4">
    <w:abstractNumId w:val="28"/>
  </w:num>
  <w:num w:numId="5">
    <w:abstractNumId w:val="3"/>
  </w:num>
  <w:num w:numId="6">
    <w:abstractNumId w:val="27"/>
  </w:num>
  <w:num w:numId="7">
    <w:abstractNumId w:val="21"/>
  </w:num>
  <w:num w:numId="8">
    <w:abstractNumId w:val="4"/>
  </w:num>
  <w:num w:numId="9">
    <w:abstractNumId w:val="20"/>
  </w:num>
  <w:num w:numId="10">
    <w:abstractNumId w:val="32"/>
  </w:num>
  <w:num w:numId="11">
    <w:abstractNumId w:val="34"/>
  </w:num>
  <w:num w:numId="12">
    <w:abstractNumId w:val="11"/>
  </w:num>
  <w:num w:numId="13">
    <w:abstractNumId w:val="24"/>
  </w:num>
  <w:num w:numId="14">
    <w:abstractNumId w:val="18"/>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1"/>
  </w:num>
  <w:num w:numId="18">
    <w:abstractNumId w:val="15"/>
  </w:num>
  <w:num w:numId="19">
    <w:abstractNumId w:val="9"/>
  </w:num>
  <w:num w:numId="20">
    <w:abstractNumId w:val="35"/>
  </w:num>
  <w:num w:numId="21">
    <w:abstractNumId w:val="30"/>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0"/>
  </w:num>
  <w:num w:numId="25">
    <w:abstractNumId w:val="17"/>
  </w:num>
  <w:num w:numId="26">
    <w:abstractNumId w:val="12"/>
  </w:num>
  <w:num w:numId="27">
    <w:abstractNumId w:val="6"/>
  </w:num>
  <w:num w:numId="28">
    <w:abstractNumId w:val="7"/>
  </w:num>
  <w:num w:numId="29">
    <w:abstractNumId w:val="10"/>
  </w:num>
  <w:num w:numId="30">
    <w:abstractNumId w:val="13"/>
  </w:num>
  <w:num w:numId="31">
    <w:abstractNumId w:val="8"/>
  </w:num>
  <w:num w:numId="32">
    <w:abstractNumId w:val="1"/>
  </w:num>
  <w:num w:numId="33">
    <w:abstractNumId w:val="5"/>
  </w:num>
  <w:num w:numId="34">
    <w:abstractNumId w:val="25"/>
  </w:num>
  <w:num w:numId="35">
    <w:abstractNumId w:val="29"/>
  </w:num>
  <w:num w:numId="36">
    <w:abstractNumId w:val="19"/>
  </w:num>
  <w:num w:numId="37">
    <w:abstractNumId w:val="23"/>
  </w:num>
  <w:num w:numId="38">
    <w:abstractNumId w:val="14"/>
  </w:num>
  <w:num w:numId="39">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21621"/>
    <w:rsid w:val="0005086B"/>
    <w:rsid w:val="000619AF"/>
    <w:rsid w:val="00064115"/>
    <w:rsid w:val="00070FF1"/>
    <w:rsid w:val="00070FFC"/>
    <w:rsid w:val="00071B04"/>
    <w:rsid w:val="00074602"/>
    <w:rsid w:val="00075F6E"/>
    <w:rsid w:val="00084721"/>
    <w:rsid w:val="00091F6C"/>
    <w:rsid w:val="00096E1D"/>
    <w:rsid w:val="000A0DAA"/>
    <w:rsid w:val="000A7F59"/>
    <w:rsid w:val="000B021F"/>
    <w:rsid w:val="000C3064"/>
    <w:rsid w:val="000D19D8"/>
    <w:rsid w:val="000D5A72"/>
    <w:rsid w:val="000E621C"/>
    <w:rsid w:val="000F42B0"/>
    <w:rsid w:val="0012140A"/>
    <w:rsid w:val="00133126"/>
    <w:rsid w:val="001843E8"/>
    <w:rsid w:val="00187FF4"/>
    <w:rsid w:val="001904BD"/>
    <w:rsid w:val="001A0FBC"/>
    <w:rsid w:val="001A138A"/>
    <w:rsid w:val="001B1A97"/>
    <w:rsid w:val="001B349F"/>
    <w:rsid w:val="001B45CC"/>
    <w:rsid w:val="001C080B"/>
    <w:rsid w:val="001D59CD"/>
    <w:rsid w:val="001D5B3C"/>
    <w:rsid w:val="001D5FCD"/>
    <w:rsid w:val="001E2653"/>
    <w:rsid w:val="001E2D87"/>
    <w:rsid w:val="001E434F"/>
    <w:rsid w:val="00205625"/>
    <w:rsid w:val="002063DC"/>
    <w:rsid w:val="00207C57"/>
    <w:rsid w:val="00213465"/>
    <w:rsid w:val="00215599"/>
    <w:rsid w:val="0021642E"/>
    <w:rsid w:val="002222D7"/>
    <w:rsid w:val="00225234"/>
    <w:rsid w:val="00231D7B"/>
    <w:rsid w:val="0023700B"/>
    <w:rsid w:val="00240687"/>
    <w:rsid w:val="0024344B"/>
    <w:rsid w:val="0025498C"/>
    <w:rsid w:val="00257CAD"/>
    <w:rsid w:val="002641A3"/>
    <w:rsid w:val="002813F9"/>
    <w:rsid w:val="00282537"/>
    <w:rsid w:val="002828CC"/>
    <w:rsid w:val="002866C3"/>
    <w:rsid w:val="00287681"/>
    <w:rsid w:val="002879EE"/>
    <w:rsid w:val="002928D9"/>
    <w:rsid w:val="002A1D2E"/>
    <w:rsid w:val="002B79F2"/>
    <w:rsid w:val="002B7FB8"/>
    <w:rsid w:val="002C09C3"/>
    <w:rsid w:val="002E3D96"/>
    <w:rsid w:val="002F50E4"/>
    <w:rsid w:val="00312F6D"/>
    <w:rsid w:val="003153C0"/>
    <w:rsid w:val="003156E0"/>
    <w:rsid w:val="00316209"/>
    <w:rsid w:val="00316D5A"/>
    <w:rsid w:val="00336DFD"/>
    <w:rsid w:val="00345ADB"/>
    <w:rsid w:val="00353261"/>
    <w:rsid w:val="00353F8D"/>
    <w:rsid w:val="0035626F"/>
    <w:rsid w:val="00363594"/>
    <w:rsid w:val="003868B8"/>
    <w:rsid w:val="00390346"/>
    <w:rsid w:val="00393734"/>
    <w:rsid w:val="003A6C1E"/>
    <w:rsid w:val="003B26C8"/>
    <w:rsid w:val="003C0791"/>
    <w:rsid w:val="003C2989"/>
    <w:rsid w:val="003D219A"/>
    <w:rsid w:val="003D46ED"/>
    <w:rsid w:val="003D4FC5"/>
    <w:rsid w:val="003D76CC"/>
    <w:rsid w:val="003E28C8"/>
    <w:rsid w:val="003E61E4"/>
    <w:rsid w:val="003F40C2"/>
    <w:rsid w:val="00400555"/>
    <w:rsid w:val="00407F83"/>
    <w:rsid w:val="004131A1"/>
    <w:rsid w:val="00426D8D"/>
    <w:rsid w:val="004311A4"/>
    <w:rsid w:val="00431A7A"/>
    <w:rsid w:val="00436512"/>
    <w:rsid w:val="00436E49"/>
    <w:rsid w:val="00447F7F"/>
    <w:rsid w:val="00452526"/>
    <w:rsid w:val="004526A8"/>
    <w:rsid w:val="004536B8"/>
    <w:rsid w:val="00457456"/>
    <w:rsid w:val="00482252"/>
    <w:rsid w:val="004A1820"/>
    <w:rsid w:val="004B0A61"/>
    <w:rsid w:val="004B3C41"/>
    <w:rsid w:val="004C1BAB"/>
    <w:rsid w:val="004C4B8F"/>
    <w:rsid w:val="004C7E07"/>
    <w:rsid w:val="004D0C82"/>
    <w:rsid w:val="004D1A48"/>
    <w:rsid w:val="004E4B2E"/>
    <w:rsid w:val="004E65D5"/>
    <w:rsid w:val="004F039E"/>
    <w:rsid w:val="004F05DD"/>
    <w:rsid w:val="004F5000"/>
    <w:rsid w:val="0050252C"/>
    <w:rsid w:val="00510DF3"/>
    <w:rsid w:val="00512BEF"/>
    <w:rsid w:val="00514D21"/>
    <w:rsid w:val="00525332"/>
    <w:rsid w:val="00525DC1"/>
    <w:rsid w:val="00533B18"/>
    <w:rsid w:val="00535E22"/>
    <w:rsid w:val="005361C0"/>
    <w:rsid w:val="00541E5F"/>
    <w:rsid w:val="00552884"/>
    <w:rsid w:val="00552A23"/>
    <w:rsid w:val="005614CA"/>
    <w:rsid w:val="00567909"/>
    <w:rsid w:val="00584106"/>
    <w:rsid w:val="005924E3"/>
    <w:rsid w:val="005A1A38"/>
    <w:rsid w:val="005D0CE1"/>
    <w:rsid w:val="005E2FF1"/>
    <w:rsid w:val="005E38B0"/>
    <w:rsid w:val="005E6515"/>
    <w:rsid w:val="005F5AC4"/>
    <w:rsid w:val="005F68D0"/>
    <w:rsid w:val="006062F6"/>
    <w:rsid w:val="006156A0"/>
    <w:rsid w:val="0061712A"/>
    <w:rsid w:val="00631FDE"/>
    <w:rsid w:val="00635D66"/>
    <w:rsid w:val="00643D14"/>
    <w:rsid w:val="006468BE"/>
    <w:rsid w:val="006545F4"/>
    <w:rsid w:val="00656D03"/>
    <w:rsid w:val="00664878"/>
    <w:rsid w:val="00665102"/>
    <w:rsid w:val="00670235"/>
    <w:rsid w:val="00671B15"/>
    <w:rsid w:val="006736EA"/>
    <w:rsid w:val="00674B6F"/>
    <w:rsid w:val="00675B48"/>
    <w:rsid w:val="00685648"/>
    <w:rsid w:val="00695670"/>
    <w:rsid w:val="006A4C5B"/>
    <w:rsid w:val="006C271D"/>
    <w:rsid w:val="006D0A7D"/>
    <w:rsid w:val="006D0B1C"/>
    <w:rsid w:val="006D1B0E"/>
    <w:rsid w:val="006D69A8"/>
    <w:rsid w:val="006E29B4"/>
    <w:rsid w:val="006E561E"/>
    <w:rsid w:val="006F3367"/>
    <w:rsid w:val="006F7350"/>
    <w:rsid w:val="00700440"/>
    <w:rsid w:val="0070379C"/>
    <w:rsid w:val="00705B59"/>
    <w:rsid w:val="0070780B"/>
    <w:rsid w:val="0072046F"/>
    <w:rsid w:val="00726AD9"/>
    <w:rsid w:val="00736D60"/>
    <w:rsid w:val="007504E0"/>
    <w:rsid w:val="0076580D"/>
    <w:rsid w:val="00785C89"/>
    <w:rsid w:val="00796DF6"/>
    <w:rsid w:val="007B027B"/>
    <w:rsid w:val="007B1C0B"/>
    <w:rsid w:val="007B1F74"/>
    <w:rsid w:val="007C1847"/>
    <w:rsid w:val="007C7B6F"/>
    <w:rsid w:val="007D11BD"/>
    <w:rsid w:val="007D6EC6"/>
    <w:rsid w:val="007E4568"/>
    <w:rsid w:val="007F0259"/>
    <w:rsid w:val="007F3495"/>
    <w:rsid w:val="00802797"/>
    <w:rsid w:val="0080455F"/>
    <w:rsid w:val="0081773A"/>
    <w:rsid w:val="0081787A"/>
    <w:rsid w:val="008206D5"/>
    <w:rsid w:val="00823206"/>
    <w:rsid w:val="00836612"/>
    <w:rsid w:val="00837A1D"/>
    <w:rsid w:val="00841A84"/>
    <w:rsid w:val="00847658"/>
    <w:rsid w:val="00847FD0"/>
    <w:rsid w:val="00853849"/>
    <w:rsid w:val="00857049"/>
    <w:rsid w:val="00863E89"/>
    <w:rsid w:val="00866889"/>
    <w:rsid w:val="008733AE"/>
    <w:rsid w:val="00875408"/>
    <w:rsid w:val="00880206"/>
    <w:rsid w:val="00886CE6"/>
    <w:rsid w:val="00887C8F"/>
    <w:rsid w:val="00891187"/>
    <w:rsid w:val="008937A9"/>
    <w:rsid w:val="00893C21"/>
    <w:rsid w:val="008A4A1D"/>
    <w:rsid w:val="008E0BE6"/>
    <w:rsid w:val="008E349F"/>
    <w:rsid w:val="008E6FC8"/>
    <w:rsid w:val="009077DB"/>
    <w:rsid w:val="00910C0F"/>
    <w:rsid w:val="00910E0D"/>
    <w:rsid w:val="00912C60"/>
    <w:rsid w:val="00912F78"/>
    <w:rsid w:val="009170E3"/>
    <w:rsid w:val="0092603E"/>
    <w:rsid w:val="00932051"/>
    <w:rsid w:val="00941B0D"/>
    <w:rsid w:val="00943591"/>
    <w:rsid w:val="00951A9F"/>
    <w:rsid w:val="00951C56"/>
    <w:rsid w:val="00967D14"/>
    <w:rsid w:val="009808CE"/>
    <w:rsid w:val="00984EC2"/>
    <w:rsid w:val="00985512"/>
    <w:rsid w:val="00985514"/>
    <w:rsid w:val="00990D92"/>
    <w:rsid w:val="009A419B"/>
    <w:rsid w:val="009A5137"/>
    <w:rsid w:val="009B4B18"/>
    <w:rsid w:val="009B5EE3"/>
    <w:rsid w:val="009C3513"/>
    <w:rsid w:val="009D153C"/>
    <w:rsid w:val="009D3C40"/>
    <w:rsid w:val="009F6EE3"/>
    <w:rsid w:val="00A10194"/>
    <w:rsid w:val="00A10C69"/>
    <w:rsid w:val="00A15CF8"/>
    <w:rsid w:val="00A23C08"/>
    <w:rsid w:val="00A24048"/>
    <w:rsid w:val="00A37AC1"/>
    <w:rsid w:val="00A413CC"/>
    <w:rsid w:val="00A52403"/>
    <w:rsid w:val="00A55C18"/>
    <w:rsid w:val="00A66838"/>
    <w:rsid w:val="00A672BD"/>
    <w:rsid w:val="00A72892"/>
    <w:rsid w:val="00A76CEE"/>
    <w:rsid w:val="00A960C7"/>
    <w:rsid w:val="00AA1796"/>
    <w:rsid w:val="00AA2DC2"/>
    <w:rsid w:val="00AA517D"/>
    <w:rsid w:val="00AA7AB5"/>
    <w:rsid w:val="00AC4B33"/>
    <w:rsid w:val="00AC5591"/>
    <w:rsid w:val="00AD1383"/>
    <w:rsid w:val="00AD153F"/>
    <w:rsid w:val="00AD314B"/>
    <w:rsid w:val="00AD4245"/>
    <w:rsid w:val="00AF0712"/>
    <w:rsid w:val="00AF26B7"/>
    <w:rsid w:val="00AF296F"/>
    <w:rsid w:val="00AF37EF"/>
    <w:rsid w:val="00AF6E96"/>
    <w:rsid w:val="00B07963"/>
    <w:rsid w:val="00B07C01"/>
    <w:rsid w:val="00B1375A"/>
    <w:rsid w:val="00B14786"/>
    <w:rsid w:val="00B14991"/>
    <w:rsid w:val="00B154D9"/>
    <w:rsid w:val="00B22FF1"/>
    <w:rsid w:val="00B252A8"/>
    <w:rsid w:val="00B26E60"/>
    <w:rsid w:val="00B31DE8"/>
    <w:rsid w:val="00B357BB"/>
    <w:rsid w:val="00B41229"/>
    <w:rsid w:val="00B4468A"/>
    <w:rsid w:val="00B454C8"/>
    <w:rsid w:val="00B45AFF"/>
    <w:rsid w:val="00B46390"/>
    <w:rsid w:val="00B47316"/>
    <w:rsid w:val="00B65A70"/>
    <w:rsid w:val="00B6737B"/>
    <w:rsid w:val="00B77B5A"/>
    <w:rsid w:val="00B80B78"/>
    <w:rsid w:val="00B83144"/>
    <w:rsid w:val="00B92771"/>
    <w:rsid w:val="00B95414"/>
    <w:rsid w:val="00B96C51"/>
    <w:rsid w:val="00BA3354"/>
    <w:rsid w:val="00BA562E"/>
    <w:rsid w:val="00BA7387"/>
    <w:rsid w:val="00BB19AA"/>
    <w:rsid w:val="00BB7405"/>
    <w:rsid w:val="00BC1C1F"/>
    <w:rsid w:val="00BC510B"/>
    <w:rsid w:val="00BD3A90"/>
    <w:rsid w:val="00BD65E8"/>
    <w:rsid w:val="00BD6B30"/>
    <w:rsid w:val="00BF6129"/>
    <w:rsid w:val="00BF6946"/>
    <w:rsid w:val="00BF754C"/>
    <w:rsid w:val="00C0158D"/>
    <w:rsid w:val="00C03FB5"/>
    <w:rsid w:val="00C047A3"/>
    <w:rsid w:val="00C04B67"/>
    <w:rsid w:val="00C160BB"/>
    <w:rsid w:val="00C20312"/>
    <w:rsid w:val="00C20DBF"/>
    <w:rsid w:val="00C21681"/>
    <w:rsid w:val="00C23315"/>
    <w:rsid w:val="00C518B9"/>
    <w:rsid w:val="00C5495B"/>
    <w:rsid w:val="00C55AA1"/>
    <w:rsid w:val="00C65D44"/>
    <w:rsid w:val="00C66377"/>
    <w:rsid w:val="00C71C0B"/>
    <w:rsid w:val="00C71F5D"/>
    <w:rsid w:val="00C82996"/>
    <w:rsid w:val="00C9172E"/>
    <w:rsid w:val="00C97912"/>
    <w:rsid w:val="00CA1D1C"/>
    <w:rsid w:val="00CA2E0C"/>
    <w:rsid w:val="00CB031D"/>
    <w:rsid w:val="00CB737B"/>
    <w:rsid w:val="00CC0DE5"/>
    <w:rsid w:val="00CE1BAE"/>
    <w:rsid w:val="00CF45F3"/>
    <w:rsid w:val="00D11194"/>
    <w:rsid w:val="00D214E9"/>
    <w:rsid w:val="00D242A7"/>
    <w:rsid w:val="00D2433E"/>
    <w:rsid w:val="00D27A5C"/>
    <w:rsid w:val="00D339E9"/>
    <w:rsid w:val="00D3516F"/>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3A0"/>
    <w:rsid w:val="00DA19FE"/>
    <w:rsid w:val="00DB13B7"/>
    <w:rsid w:val="00DB33D1"/>
    <w:rsid w:val="00DC4834"/>
    <w:rsid w:val="00DC63ED"/>
    <w:rsid w:val="00DC7379"/>
    <w:rsid w:val="00DD5CA1"/>
    <w:rsid w:val="00DE1E51"/>
    <w:rsid w:val="00DE2D03"/>
    <w:rsid w:val="00DE77FF"/>
    <w:rsid w:val="00DE7B03"/>
    <w:rsid w:val="00DE7F5C"/>
    <w:rsid w:val="00E22E4F"/>
    <w:rsid w:val="00E321C6"/>
    <w:rsid w:val="00E431EC"/>
    <w:rsid w:val="00E463E4"/>
    <w:rsid w:val="00E53B7C"/>
    <w:rsid w:val="00E5427C"/>
    <w:rsid w:val="00E63A0C"/>
    <w:rsid w:val="00E74B55"/>
    <w:rsid w:val="00E852B7"/>
    <w:rsid w:val="00E92992"/>
    <w:rsid w:val="00E966DA"/>
    <w:rsid w:val="00EA4D62"/>
    <w:rsid w:val="00EB4E22"/>
    <w:rsid w:val="00EB7A25"/>
    <w:rsid w:val="00EC05D1"/>
    <w:rsid w:val="00EC65A8"/>
    <w:rsid w:val="00EC796B"/>
    <w:rsid w:val="00EE0B0D"/>
    <w:rsid w:val="00F02080"/>
    <w:rsid w:val="00F06C6D"/>
    <w:rsid w:val="00F0728B"/>
    <w:rsid w:val="00F26176"/>
    <w:rsid w:val="00F32B76"/>
    <w:rsid w:val="00F470F6"/>
    <w:rsid w:val="00F56244"/>
    <w:rsid w:val="00F579A2"/>
    <w:rsid w:val="00F57DB2"/>
    <w:rsid w:val="00F74492"/>
    <w:rsid w:val="00F76581"/>
    <w:rsid w:val="00F76FE1"/>
    <w:rsid w:val="00F8799C"/>
    <w:rsid w:val="00F93B8D"/>
    <w:rsid w:val="00FA011C"/>
    <w:rsid w:val="00FA02CA"/>
    <w:rsid w:val="00FB07B5"/>
    <w:rsid w:val="00FB0F06"/>
    <w:rsid w:val="00FB7DE5"/>
    <w:rsid w:val="00FC103F"/>
    <w:rsid w:val="00FC6DE5"/>
    <w:rsid w:val="00FD07F0"/>
    <w:rsid w:val="00FD4E4C"/>
    <w:rsid w:val="00FE14C4"/>
    <w:rsid w:val="00FE5E4E"/>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sef.paul@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8D638-0DF7-46AE-AE16-37494B18C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3402</Words>
  <Characters>20078</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2</cp:revision>
  <cp:lastPrinted>2014-10-24T06:17:00Z</cp:lastPrinted>
  <dcterms:created xsi:type="dcterms:W3CDTF">2014-10-24T09:05:00Z</dcterms:created>
  <dcterms:modified xsi:type="dcterms:W3CDTF">2014-10-24T09:05:00Z</dcterms:modified>
</cp:coreProperties>
</file>