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11727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611727" w:rsidRPr="003B30DD" w:rsidRDefault="00611727" w:rsidP="0061172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46AC242B" w:rsidR="00611727" w:rsidRPr="003B30DD" w:rsidRDefault="00611727" w:rsidP="00611727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</w:rPr>
              <w:t>DOHODA  NA</w:t>
            </w:r>
            <w:proofErr w:type="gramEnd"/>
            <w:r w:rsidRPr="00900A8D">
              <w:rPr>
                <w:rFonts w:ascii="Arial" w:hAnsi="Arial" w:cs="Arial"/>
              </w:rPr>
              <w:t xml:space="preserve"> ČIŠTĚNÍ, VYPOUŠTĚNÍ A TLAKOVÉ ZKOUŠKY POTRUBÍ DN 150 - DN 300, PN 63</w:t>
            </w:r>
          </w:p>
        </w:tc>
      </w:tr>
      <w:tr w:rsidR="00611727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611727" w:rsidRPr="003B30DD" w:rsidRDefault="00611727" w:rsidP="0061172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3B7840A3" w:rsidR="00611727" w:rsidRPr="003B30DD" w:rsidRDefault="00611727" w:rsidP="00611727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>139/24/OCN</w:t>
            </w:r>
          </w:p>
        </w:tc>
      </w:tr>
      <w:tr w:rsidR="002A5C6C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17</cp:revision>
  <cp:lastPrinted>2020-02-07T07:35:00Z</cp:lastPrinted>
  <dcterms:created xsi:type="dcterms:W3CDTF">2023-11-21T07:45:00Z</dcterms:created>
  <dcterms:modified xsi:type="dcterms:W3CDTF">2024-07-12T05:51:00Z</dcterms:modified>
</cp:coreProperties>
</file>