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127A1979" w:rsidR="00561C65" w:rsidRPr="003B30DD" w:rsidRDefault="00EC5C5A" w:rsidP="00DC607D">
            <w:pPr>
              <w:rPr>
                <w:rFonts w:ascii="Arial" w:hAnsi="Arial" w:cs="Arial"/>
              </w:rPr>
            </w:pPr>
            <w:r w:rsidRPr="00EC5C5A">
              <w:rPr>
                <w:rFonts w:ascii="Arial" w:hAnsi="Arial" w:cs="Arial"/>
              </w:rPr>
              <w:t>Rekonstrukce systémů EPS a DHP na skladě PHM ČEPRO, a.s. Šlapanov</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2A667FA5" w:rsidR="00561C65" w:rsidRPr="003B30DD" w:rsidRDefault="00EC5C5A" w:rsidP="00DC607D">
            <w:pPr>
              <w:rPr>
                <w:rFonts w:ascii="Arial" w:hAnsi="Arial" w:cs="Arial"/>
              </w:rPr>
            </w:pPr>
            <w:r>
              <w:rPr>
                <w:rFonts w:ascii="Arial" w:hAnsi="Arial" w:cs="Arial"/>
              </w:rPr>
              <w:t>036/24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3BBF78FA"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EC5C5A" w:rsidRPr="00EC5C5A">
        <w:rPr>
          <w:rFonts w:ascii="Arial" w:hAnsi="Arial" w:cs="Arial"/>
        </w:rPr>
        <w:t>Rekonstrukce systémů EPS a DHP na skladě PHM ČEPRO, a.s. Šlapanov</w:t>
      </w:r>
      <w:r w:rsidR="00EC5C5A">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561C65"/>
    <w:rsid w:val="00746FEE"/>
    <w:rsid w:val="00EC5C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600</Words>
  <Characters>3545</Characters>
  <Application>Microsoft Office Word</Application>
  <DocSecurity>0</DocSecurity>
  <Lines>29</Lines>
  <Paragraphs>8</Paragraphs>
  <ScaleCrop>false</ScaleCrop>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Vilímek Patrik</cp:lastModifiedBy>
  <cp:revision>3</cp:revision>
  <dcterms:created xsi:type="dcterms:W3CDTF">2023-11-21T08:50:00Z</dcterms:created>
  <dcterms:modified xsi:type="dcterms:W3CDTF">2024-03-26T14:50:00Z</dcterms:modified>
</cp:coreProperties>
</file>