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0C7E6" w14:textId="77777777" w:rsidR="00C30D59" w:rsidRPr="00C30D59" w:rsidRDefault="00C30D59" w:rsidP="00C30D59">
      <w:pPr>
        <w:pStyle w:val="Nzev"/>
        <w:jc w:val="center"/>
        <w:rPr>
          <w:rFonts w:ascii="Times New Roman" w:hAnsi="Times New Roman"/>
          <w:b/>
          <w:color w:val="000000"/>
          <w:sz w:val="40"/>
          <w:szCs w:val="40"/>
        </w:rPr>
      </w:pPr>
      <w:r w:rsidRPr="00C30D59">
        <w:rPr>
          <w:rFonts w:ascii="Times New Roman" w:hAnsi="Times New Roman"/>
          <w:b/>
          <w:color w:val="000000"/>
          <w:sz w:val="40"/>
          <w:szCs w:val="40"/>
        </w:rPr>
        <w:t xml:space="preserve">SMLOUVA O DÍLO </w:t>
      </w:r>
    </w:p>
    <w:p w14:paraId="4E6199FF" w14:textId="77777777" w:rsidR="00C30D59" w:rsidRPr="004B0C17" w:rsidRDefault="00C30D59" w:rsidP="00C30D59">
      <w:pPr>
        <w:pStyle w:val="Nzev"/>
        <w:jc w:val="center"/>
        <w:rPr>
          <w:rFonts w:ascii="Arial" w:hAnsi="Arial" w:cs="Arial"/>
          <w:color w:val="000000"/>
          <w:sz w:val="20"/>
          <w:szCs w:val="20"/>
        </w:rPr>
      </w:pPr>
      <w:r w:rsidRPr="004B0C17">
        <w:rPr>
          <w:rFonts w:ascii="Arial" w:hAnsi="Arial" w:cs="Arial"/>
          <w:color w:val="000000"/>
          <w:sz w:val="20"/>
          <w:szCs w:val="20"/>
        </w:rPr>
        <w:t>č. Objednatele …………….</w:t>
      </w:r>
    </w:p>
    <w:p w14:paraId="115DA481" w14:textId="77777777" w:rsidR="00C30D59" w:rsidRPr="004B0C17" w:rsidRDefault="00C30D59" w:rsidP="00C30D59">
      <w:pPr>
        <w:pStyle w:val="Nzev"/>
        <w:jc w:val="center"/>
        <w:rPr>
          <w:rFonts w:ascii="Arial" w:hAnsi="Arial" w:cs="Arial"/>
          <w:color w:val="000000"/>
          <w:sz w:val="20"/>
          <w:szCs w:val="20"/>
        </w:rPr>
      </w:pPr>
      <w:r w:rsidRPr="004B0C17">
        <w:rPr>
          <w:rFonts w:ascii="Arial" w:hAnsi="Arial" w:cs="Arial"/>
          <w:color w:val="000000"/>
          <w:sz w:val="20"/>
          <w:szCs w:val="20"/>
        </w:rPr>
        <w:t>č. Zhotovitele …………….</w:t>
      </w:r>
    </w:p>
    <w:p w14:paraId="507CACAC" w14:textId="77777777" w:rsidR="00C30D59" w:rsidRPr="004B0C17" w:rsidRDefault="00C30D59" w:rsidP="00C30D59">
      <w:pPr>
        <w:pStyle w:val="Nzev"/>
        <w:jc w:val="center"/>
        <w:rPr>
          <w:rFonts w:ascii="Arial" w:hAnsi="Arial" w:cs="Arial"/>
          <w:color w:val="000000"/>
          <w:sz w:val="20"/>
          <w:szCs w:val="20"/>
        </w:rPr>
      </w:pPr>
    </w:p>
    <w:p w14:paraId="59F92B15" w14:textId="5A7E9192" w:rsidR="00C30D59" w:rsidRPr="0049438A" w:rsidRDefault="005C5747" w:rsidP="00E73AD4">
      <w:pPr>
        <w:pStyle w:val="Nzev"/>
        <w:tabs>
          <w:tab w:val="center" w:pos="4536"/>
          <w:tab w:val="left" w:pos="6345"/>
        </w:tabs>
        <w:jc w:val="center"/>
        <w:rPr>
          <w:rFonts w:ascii="Arial" w:hAnsi="Arial" w:cs="Arial"/>
          <w:b/>
          <w:color w:val="000000"/>
          <w:sz w:val="32"/>
          <w:szCs w:val="32"/>
        </w:rPr>
      </w:pPr>
      <w:r>
        <w:rPr>
          <w:rFonts w:ascii="Arial" w:hAnsi="Arial" w:cs="Arial"/>
          <w:b/>
          <w:color w:val="000000"/>
          <w:sz w:val="32"/>
          <w:szCs w:val="32"/>
        </w:rPr>
        <w:t>Kompenzace produktových rozvodů sklad PHM Sedlnice, ČEPRO, a.s.</w:t>
      </w:r>
    </w:p>
    <w:p w14:paraId="46F6B459" w14:textId="77777777" w:rsidR="00C30D59" w:rsidRDefault="00C30D59" w:rsidP="00C30D59"/>
    <w:p w14:paraId="01718D82" w14:textId="77777777" w:rsidR="00C30D59" w:rsidRPr="00C30D59" w:rsidRDefault="00C30D59" w:rsidP="00280022">
      <w:pPr>
        <w:pStyle w:val="lnek"/>
      </w:pPr>
      <w:r w:rsidRPr="00280022">
        <w:t>Smluvní</w:t>
      </w:r>
      <w:r w:rsidRPr="00C30D59">
        <w:t xml:space="preserve"> strany</w:t>
      </w:r>
    </w:p>
    <w:p w14:paraId="7C4E592A" w14:textId="77777777" w:rsidR="00942717" w:rsidRDefault="00942717" w:rsidP="00942717">
      <w:pPr>
        <w:pStyle w:val="Odstavec2"/>
      </w:pPr>
      <w:r>
        <w:t>Objednatel:</w:t>
      </w:r>
      <w:r>
        <w:tab/>
      </w:r>
      <w:r>
        <w:tab/>
      </w:r>
      <w:r>
        <w:tab/>
      </w:r>
      <w:r w:rsidRPr="00C30D59">
        <w:rPr>
          <w:b/>
        </w:rPr>
        <w:t>ČEPRO, a.s.</w:t>
      </w:r>
    </w:p>
    <w:p w14:paraId="64BF8F27" w14:textId="77777777" w:rsidR="00942717" w:rsidRDefault="00942717" w:rsidP="00CE127F">
      <w:pPr>
        <w:ind w:left="283" w:firstLine="284"/>
      </w:pPr>
      <w:r>
        <w:t>se sídlem:</w:t>
      </w:r>
      <w:r>
        <w:tab/>
      </w:r>
      <w:r>
        <w:tab/>
      </w:r>
      <w:r>
        <w:tab/>
        <w:t>Dělnická 213/12, Holešovice, PSČ 170 00 Praha 7</w:t>
      </w:r>
    </w:p>
    <w:p w14:paraId="23E3A9F4" w14:textId="77777777" w:rsidR="00942717" w:rsidRDefault="00942717" w:rsidP="00CE127F">
      <w:pPr>
        <w:ind w:left="283" w:firstLine="284"/>
      </w:pPr>
      <w:r>
        <w:t>spisová značka:</w:t>
      </w:r>
      <w:r>
        <w:tab/>
        <w:t>B 2341 vedená u Městského soudu v Praze</w:t>
      </w:r>
    </w:p>
    <w:p w14:paraId="6FFBC6DC" w14:textId="77777777" w:rsidR="00942717" w:rsidRDefault="00942717" w:rsidP="00CE127F">
      <w:pPr>
        <w:ind w:left="283" w:firstLine="284"/>
      </w:pPr>
      <w:r>
        <w:t>bankovní spojení:</w:t>
      </w:r>
      <w:r>
        <w:tab/>
        <w:t>Komerční banka a.s.</w:t>
      </w:r>
    </w:p>
    <w:p w14:paraId="2908E23B" w14:textId="0972DF8E" w:rsidR="00942717" w:rsidRDefault="0078785F" w:rsidP="00CE127F">
      <w:pPr>
        <w:ind w:left="283" w:firstLine="284"/>
      </w:pPr>
      <w:r>
        <w:t>č. účtu:</w:t>
      </w:r>
      <w:r>
        <w:tab/>
      </w:r>
      <w:r>
        <w:tab/>
      </w:r>
      <w:r>
        <w:tab/>
      </w:r>
      <w:r>
        <w:tab/>
        <w:t>11</w:t>
      </w:r>
      <w:r w:rsidR="00942717">
        <w:t>902931/0100</w:t>
      </w:r>
    </w:p>
    <w:p w14:paraId="54DBB219" w14:textId="77777777" w:rsidR="00942717" w:rsidRDefault="00942717" w:rsidP="00CE127F">
      <w:pPr>
        <w:ind w:left="283" w:firstLine="284"/>
      </w:pPr>
      <w:r>
        <w:t>IČO:</w:t>
      </w:r>
      <w:r>
        <w:tab/>
      </w:r>
      <w:r>
        <w:tab/>
      </w:r>
      <w:r>
        <w:tab/>
      </w:r>
      <w:r>
        <w:tab/>
      </w:r>
      <w:r>
        <w:tab/>
        <w:t>60193531</w:t>
      </w:r>
    </w:p>
    <w:p w14:paraId="0B4C398F" w14:textId="77777777" w:rsidR="00942717" w:rsidRDefault="00942717" w:rsidP="00CE127F">
      <w:pPr>
        <w:ind w:left="283" w:firstLine="284"/>
      </w:pPr>
      <w:r>
        <w:t>DIČ:</w:t>
      </w:r>
      <w:r>
        <w:tab/>
      </w:r>
      <w:r>
        <w:tab/>
      </w:r>
      <w:r>
        <w:tab/>
      </w:r>
      <w:r>
        <w:tab/>
      </w:r>
      <w:r>
        <w:tab/>
        <w:t>CZ60193531</w:t>
      </w:r>
    </w:p>
    <w:p w14:paraId="0648D993" w14:textId="77777777" w:rsidR="00942717" w:rsidRDefault="00942717" w:rsidP="00CE127F">
      <w:pPr>
        <w:ind w:left="283" w:firstLine="284"/>
      </w:pPr>
      <w:r>
        <w:t>zastoupený:</w:t>
      </w:r>
      <w:r>
        <w:tab/>
      </w:r>
      <w:r>
        <w:tab/>
      </w:r>
      <w:r>
        <w:tab/>
        <w:t>Mgr. Jan Duspěva, předseda představenstva</w:t>
      </w:r>
    </w:p>
    <w:p w14:paraId="33CF9FD7" w14:textId="77777777" w:rsidR="00942717" w:rsidRDefault="00942717" w:rsidP="00CE127F">
      <w:r>
        <w:tab/>
      </w:r>
      <w:r>
        <w:tab/>
      </w:r>
      <w:r>
        <w:tab/>
      </w:r>
      <w:r>
        <w:tab/>
      </w:r>
      <w:r>
        <w:tab/>
      </w:r>
      <w:r>
        <w:tab/>
      </w:r>
      <w:r>
        <w:tab/>
      </w:r>
      <w:r>
        <w:tab/>
        <w:t>Ing. František Todt, člen představenstva</w:t>
      </w:r>
    </w:p>
    <w:p w14:paraId="3F33C0DD" w14:textId="1B5D2505" w:rsidR="00942717" w:rsidRDefault="00942717" w:rsidP="00942717">
      <w:r w:rsidRPr="00C30D59">
        <w:t>Osoby oprávněné jednat za objednatele v rámci uzavřené smlouvy o dílo</w:t>
      </w:r>
      <w:r w:rsidR="00867FFE">
        <w:t xml:space="preserve"> (vyjma změny nebo zániku této smlouvy o dílo)</w:t>
      </w:r>
      <w:r w:rsidRPr="00C30D59">
        <w:t>:</w:t>
      </w:r>
      <w:r>
        <w:t xml:space="preserve"> (každý samostatně)</w:t>
      </w:r>
    </w:p>
    <w:tbl>
      <w:tblPr>
        <w:tblStyle w:val="Mkatabulky"/>
        <w:tblW w:w="0" w:type="auto"/>
        <w:tblLook w:val="04A0" w:firstRow="1" w:lastRow="0" w:firstColumn="1" w:lastColumn="0" w:noHBand="0" w:noVBand="1"/>
      </w:tblPr>
      <w:tblGrid>
        <w:gridCol w:w="2660"/>
        <w:gridCol w:w="2410"/>
        <w:gridCol w:w="1839"/>
        <w:gridCol w:w="2318"/>
      </w:tblGrid>
      <w:tr w:rsidR="00C30D59" w:rsidRPr="00532B17" w14:paraId="5427C631" w14:textId="77777777" w:rsidTr="00BA59A8">
        <w:trPr>
          <w:trHeight w:val="401"/>
        </w:trPr>
        <w:tc>
          <w:tcPr>
            <w:tcW w:w="2660" w:type="dxa"/>
            <w:vAlign w:val="center"/>
          </w:tcPr>
          <w:p w14:paraId="3F7ABC3F" w14:textId="77777777" w:rsidR="00C30D59" w:rsidRPr="0078785F" w:rsidRDefault="00C30D59" w:rsidP="00BA59A8">
            <w:pPr>
              <w:overflowPunct w:val="0"/>
              <w:autoSpaceDE w:val="0"/>
              <w:autoSpaceDN w:val="0"/>
              <w:adjustRightInd w:val="0"/>
              <w:jc w:val="center"/>
              <w:textAlignment w:val="baseline"/>
              <w:rPr>
                <w:rFonts w:cs="Arial"/>
                <w:color w:val="000000"/>
                <w:sz w:val="16"/>
                <w:szCs w:val="16"/>
              </w:rPr>
            </w:pPr>
            <w:r w:rsidRPr="0078785F">
              <w:rPr>
                <w:rFonts w:cs="Arial"/>
                <w:color w:val="000000"/>
                <w:sz w:val="16"/>
                <w:szCs w:val="16"/>
              </w:rPr>
              <w:t>ve věcech:</w:t>
            </w:r>
          </w:p>
        </w:tc>
        <w:tc>
          <w:tcPr>
            <w:tcW w:w="2410" w:type="dxa"/>
            <w:vAlign w:val="center"/>
          </w:tcPr>
          <w:p w14:paraId="62948E2F" w14:textId="77777777" w:rsidR="00C30D59" w:rsidRPr="0078785F" w:rsidRDefault="00C30D59" w:rsidP="00BA59A8">
            <w:pPr>
              <w:overflowPunct w:val="0"/>
              <w:autoSpaceDE w:val="0"/>
              <w:autoSpaceDN w:val="0"/>
              <w:adjustRightInd w:val="0"/>
              <w:jc w:val="center"/>
              <w:textAlignment w:val="baseline"/>
              <w:rPr>
                <w:rFonts w:cs="Arial"/>
                <w:color w:val="000000"/>
                <w:sz w:val="16"/>
                <w:szCs w:val="16"/>
              </w:rPr>
            </w:pPr>
            <w:r w:rsidRPr="0078785F">
              <w:rPr>
                <w:rFonts w:cs="Arial"/>
                <w:color w:val="000000"/>
                <w:sz w:val="16"/>
                <w:szCs w:val="16"/>
              </w:rPr>
              <w:t>jméno a příjmení:</w:t>
            </w:r>
          </w:p>
        </w:tc>
        <w:tc>
          <w:tcPr>
            <w:tcW w:w="1839" w:type="dxa"/>
            <w:vAlign w:val="center"/>
          </w:tcPr>
          <w:p w14:paraId="781F7DFB" w14:textId="77777777" w:rsidR="00C30D59" w:rsidRPr="0078785F" w:rsidRDefault="00C30D59" w:rsidP="00BA59A8">
            <w:pPr>
              <w:overflowPunct w:val="0"/>
              <w:autoSpaceDE w:val="0"/>
              <w:autoSpaceDN w:val="0"/>
              <w:adjustRightInd w:val="0"/>
              <w:jc w:val="center"/>
              <w:textAlignment w:val="baseline"/>
              <w:rPr>
                <w:rFonts w:cs="Arial"/>
                <w:color w:val="000000"/>
                <w:sz w:val="16"/>
                <w:szCs w:val="16"/>
              </w:rPr>
            </w:pPr>
            <w:r w:rsidRPr="0078785F">
              <w:rPr>
                <w:rFonts w:cs="Arial"/>
                <w:color w:val="000000"/>
                <w:sz w:val="16"/>
                <w:szCs w:val="16"/>
              </w:rPr>
              <w:t>telefon:</w:t>
            </w:r>
          </w:p>
        </w:tc>
        <w:tc>
          <w:tcPr>
            <w:tcW w:w="2303" w:type="dxa"/>
            <w:vAlign w:val="center"/>
          </w:tcPr>
          <w:p w14:paraId="6B310F60" w14:textId="77777777" w:rsidR="00C30D59" w:rsidRPr="0078785F" w:rsidRDefault="00C30D59" w:rsidP="00BA59A8">
            <w:pPr>
              <w:overflowPunct w:val="0"/>
              <w:autoSpaceDE w:val="0"/>
              <w:autoSpaceDN w:val="0"/>
              <w:adjustRightInd w:val="0"/>
              <w:jc w:val="center"/>
              <w:textAlignment w:val="baseline"/>
              <w:rPr>
                <w:rFonts w:cs="Arial"/>
                <w:color w:val="000000"/>
                <w:sz w:val="16"/>
                <w:szCs w:val="16"/>
              </w:rPr>
            </w:pPr>
            <w:r w:rsidRPr="0078785F">
              <w:rPr>
                <w:rFonts w:cs="Arial"/>
                <w:color w:val="000000"/>
                <w:sz w:val="16"/>
                <w:szCs w:val="16"/>
              </w:rPr>
              <w:t>e-mail:</w:t>
            </w:r>
          </w:p>
        </w:tc>
      </w:tr>
      <w:tr w:rsidR="00E73AD4" w:rsidRPr="00532B17" w14:paraId="2EFD44BA" w14:textId="77777777" w:rsidTr="009E6CEB">
        <w:tc>
          <w:tcPr>
            <w:tcW w:w="2660" w:type="dxa"/>
          </w:tcPr>
          <w:p w14:paraId="14EB2A6F" w14:textId="77777777" w:rsidR="00E73AD4" w:rsidRPr="0078785F" w:rsidRDefault="00E73AD4" w:rsidP="00BA59A8">
            <w:pPr>
              <w:overflowPunct w:val="0"/>
              <w:autoSpaceDE w:val="0"/>
              <w:autoSpaceDN w:val="0"/>
              <w:adjustRightInd w:val="0"/>
              <w:textAlignment w:val="baseline"/>
              <w:rPr>
                <w:rFonts w:cs="Arial"/>
                <w:color w:val="000000"/>
                <w:sz w:val="16"/>
                <w:szCs w:val="16"/>
              </w:rPr>
            </w:pPr>
            <w:r w:rsidRPr="0078785F">
              <w:rPr>
                <w:rFonts w:cs="Arial"/>
                <w:color w:val="000000"/>
                <w:sz w:val="16"/>
                <w:szCs w:val="16"/>
              </w:rPr>
              <w:t>smluvních (vyjma změny či zániku této smlouvy o dílo)</w:t>
            </w:r>
          </w:p>
        </w:tc>
        <w:tc>
          <w:tcPr>
            <w:tcW w:w="2410" w:type="dxa"/>
            <w:vAlign w:val="center"/>
          </w:tcPr>
          <w:p w14:paraId="3933F253" w14:textId="3887ED5A" w:rsidR="00E73AD4" w:rsidRDefault="00E73AD4" w:rsidP="00BA59A8">
            <w:pPr>
              <w:overflowPunct w:val="0"/>
              <w:autoSpaceDE w:val="0"/>
              <w:autoSpaceDN w:val="0"/>
              <w:adjustRightInd w:val="0"/>
              <w:textAlignment w:val="baseline"/>
              <w:rPr>
                <w:rFonts w:cs="Arial"/>
                <w:color w:val="000000"/>
                <w:sz w:val="16"/>
                <w:szCs w:val="16"/>
              </w:rPr>
            </w:pPr>
          </w:p>
          <w:p w14:paraId="360CFD86" w14:textId="55181438" w:rsidR="0066767C" w:rsidRPr="0066767C" w:rsidRDefault="0066767C" w:rsidP="0066767C">
            <w:pPr>
              <w:overflowPunct w:val="0"/>
              <w:autoSpaceDE w:val="0"/>
              <w:autoSpaceDN w:val="0"/>
              <w:adjustRightInd w:val="0"/>
              <w:textAlignment w:val="baseline"/>
              <w:rPr>
                <w:rFonts w:cs="Arial"/>
                <w:color w:val="000000"/>
                <w:sz w:val="16"/>
                <w:szCs w:val="16"/>
              </w:rPr>
            </w:pPr>
            <w:r w:rsidRPr="0066767C">
              <w:rPr>
                <w:rFonts w:cs="Arial"/>
                <w:color w:val="000000"/>
                <w:sz w:val="16"/>
                <w:szCs w:val="16"/>
              </w:rPr>
              <w:t xml:space="preserve">Ing. </w:t>
            </w:r>
            <w:r w:rsidR="005C5747">
              <w:rPr>
                <w:rFonts w:cs="Arial"/>
                <w:color w:val="000000"/>
                <w:sz w:val="16"/>
                <w:szCs w:val="16"/>
              </w:rPr>
              <w:t>Václav Polanka</w:t>
            </w:r>
          </w:p>
          <w:p w14:paraId="1CC795A1" w14:textId="17CC95F7" w:rsidR="0066767C" w:rsidRPr="0078785F" w:rsidRDefault="0066767C" w:rsidP="0066767C">
            <w:pPr>
              <w:overflowPunct w:val="0"/>
              <w:autoSpaceDE w:val="0"/>
              <w:autoSpaceDN w:val="0"/>
              <w:adjustRightInd w:val="0"/>
              <w:textAlignment w:val="baseline"/>
              <w:rPr>
                <w:rFonts w:cs="Arial"/>
                <w:color w:val="000000"/>
                <w:sz w:val="16"/>
                <w:szCs w:val="16"/>
              </w:rPr>
            </w:pPr>
          </w:p>
        </w:tc>
        <w:tc>
          <w:tcPr>
            <w:tcW w:w="1839" w:type="dxa"/>
            <w:vAlign w:val="center"/>
          </w:tcPr>
          <w:p w14:paraId="1FC0A505" w14:textId="6A6B207C" w:rsidR="00E73AD4" w:rsidRPr="0066767C" w:rsidRDefault="0066767C" w:rsidP="00BA59A8">
            <w:pPr>
              <w:overflowPunct w:val="0"/>
              <w:autoSpaceDE w:val="0"/>
              <w:autoSpaceDN w:val="0"/>
              <w:adjustRightInd w:val="0"/>
              <w:textAlignment w:val="baseline"/>
              <w:rPr>
                <w:rFonts w:cs="Arial"/>
                <w:color w:val="000000"/>
                <w:sz w:val="16"/>
                <w:szCs w:val="16"/>
              </w:rPr>
            </w:pPr>
            <w:r w:rsidRPr="0066767C">
              <w:rPr>
                <w:rFonts w:cs="Arial"/>
                <w:color w:val="000000"/>
                <w:sz w:val="16"/>
                <w:szCs w:val="16"/>
              </w:rPr>
              <w:t> </w:t>
            </w:r>
          </w:p>
          <w:p w14:paraId="0196FAD1" w14:textId="1EA1F49B" w:rsidR="0066767C" w:rsidRPr="0066767C" w:rsidRDefault="0066767C" w:rsidP="0066767C">
            <w:pPr>
              <w:overflowPunct w:val="0"/>
              <w:autoSpaceDE w:val="0"/>
              <w:autoSpaceDN w:val="0"/>
              <w:adjustRightInd w:val="0"/>
              <w:textAlignment w:val="baseline"/>
              <w:rPr>
                <w:rFonts w:cs="Arial"/>
                <w:color w:val="000000"/>
                <w:sz w:val="16"/>
                <w:szCs w:val="16"/>
              </w:rPr>
            </w:pPr>
            <w:r w:rsidRPr="0066767C">
              <w:rPr>
                <w:rFonts w:cs="Arial"/>
                <w:color w:val="000000"/>
                <w:sz w:val="16"/>
                <w:szCs w:val="16"/>
              </w:rPr>
              <w:t>+420</w:t>
            </w:r>
            <w:r w:rsidR="005C5747">
              <w:rPr>
                <w:rFonts w:cs="Arial"/>
                <w:color w:val="000000"/>
                <w:sz w:val="16"/>
                <w:szCs w:val="16"/>
              </w:rPr>
              <w:t xml:space="preserve"> 724 006 221</w:t>
            </w:r>
          </w:p>
          <w:p w14:paraId="2FC408E5" w14:textId="4631A9E9" w:rsidR="0066767C" w:rsidRPr="0066767C" w:rsidRDefault="0066767C" w:rsidP="0066767C">
            <w:pPr>
              <w:overflowPunct w:val="0"/>
              <w:autoSpaceDE w:val="0"/>
              <w:autoSpaceDN w:val="0"/>
              <w:adjustRightInd w:val="0"/>
              <w:textAlignment w:val="baseline"/>
              <w:rPr>
                <w:rFonts w:cs="Arial"/>
                <w:color w:val="000000"/>
                <w:sz w:val="16"/>
                <w:szCs w:val="16"/>
              </w:rPr>
            </w:pPr>
          </w:p>
        </w:tc>
        <w:tc>
          <w:tcPr>
            <w:tcW w:w="2303" w:type="dxa"/>
            <w:vAlign w:val="center"/>
          </w:tcPr>
          <w:p w14:paraId="3C0EBD75" w14:textId="2ACA2764" w:rsidR="00E73AD4" w:rsidRPr="00972936" w:rsidRDefault="00E73AD4" w:rsidP="00BA59A8">
            <w:pPr>
              <w:overflowPunct w:val="0"/>
              <w:autoSpaceDE w:val="0"/>
              <w:autoSpaceDN w:val="0"/>
              <w:adjustRightInd w:val="0"/>
              <w:textAlignment w:val="baseline"/>
              <w:rPr>
                <w:rStyle w:val="Hypertextovodkaz"/>
              </w:rPr>
            </w:pPr>
          </w:p>
          <w:p w14:paraId="31FAFEE8" w14:textId="3A8F7E04" w:rsidR="0066767C" w:rsidRPr="00972936" w:rsidRDefault="00B61EBD" w:rsidP="0066767C">
            <w:pPr>
              <w:overflowPunct w:val="0"/>
              <w:autoSpaceDE w:val="0"/>
              <w:autoSpaceDN w:val="0"/>
              <w:adjustRightInd w:val="0"/>
              <w:textAlignment w:val="baseline"/>
              <w:rPr>
                <w:rStyle w:val="Hypertextovodkaz"/>
                <w:rFonts w:cs="Arial"/>
                <w:sz w:val="16"/>
                <w:szCs w:val="16"/>
              </w:rPr>
            </w:pPr>
            <w:r w:rsidRPr="00972936">
              <w:rPr>
                <w:rStyle w:val="Hypertextovodkaz"/>
                <w:rFonts w:cs="Arial"/>
                <w:sz w:val="16"/>
                <w:szCs w:val="16"/>
              </w:rPr>
              <w:t>v</w:t>
            </w:r>
            <w:r w:rsidR="005C5747" w:rsidRPr="00972936">
              <w:rPr>
                <w:rStyle w:val="Hypertextovodkaz"/>
                <w:rFonts w:cs="Arial"/>
                <w:sz w:val="16"/>
                <w:szCs w:val="16"/>
              </w:rPr>
              <w:t>aclav.polanka</w:t>
            </w:r>
            <w:r w:rsidR="0066767C" w:rsidRPr="00972936">
              <w:rPr>
                <w:rStyle w:val="Hypertextovodkaz"/>
                <w:rFonts w:cs="Arial"/>
                <w:sz w:val="16"/>
                <w:szCs w:val="16"/>
              </w:rPr>
              <w:t>@ceproas.cz</w:t>
            </w:r>
          </w:p>
          <w:p w14:paraId="0E961701" w14:textId="71E9997B" w:rsidR="0066767C" w:rsidRPr="00972936" w:rsidRDefault="0066767C" w:rsidP="0066767C">
            <w:pPr>
              <w:overflowPunct w:val="0"/>
              <w:autoSpaceDE w:val="0"/>
              <w:autoSpaceDN w:val="0"/>
              <w:adjustRightInd w:val="0"/>
              <w:textAlignment w:val="baseline"/>
              <w:rPr>
                <w:rStyle w:val="Hypertextovodkaz"/>
              </w:rPr>
            </w:pPr>
          </w:p>
        </w:tc>
      </w:tr>
      <w:tr w:rsidR="00E73AD4" w:rsidRPr="00532B17" w14:paraId="46652C4A" w14:textId="77777777" w:rsidTr="00BA59A8">
        <w:tc>
          <w:tcPr>
            <w:tcW w:w="2660" w:type="dxa"/>
          </w:tcPr>
          <w:p w14:paraId="4542525C" w14:textId="77777777" w:rsidR="00E73AD4" w:rsidRPr="0078785F" w:rsidRDefault="00E73AD4" w:rsidP="00BA59A8">
            <w:pPr>
              <w:overflowPunct w:val="0"/>
              <w:autoSpaceDE w:val="0"/>
              <w:autoSpaceDN w:val="0"/>
              <w:adjustRightInd w:val="0"/>
              <w:textAlignment w:val="baseline"/>
              <w:rPr>
                <w:rFonts w:cs="Arial"/>
                <w:color w:val="000000"/>
                <w:sz w:val="16"/>
                <w:szCs w:val="16"/>
              </w:rPr>
            </w:pPr>
            <w:r w:rsidRPr="0078785F">
              <w:rPr>
                <w:rFonts w:cs="Arial"/>
                <w:color w:val="000000"/>
                <w:sz w:val="16"/>
                <w:szCs w:val="16"/>
              </w:rPr>
              <w:t xml:space="preserve">technických </w:t>
            </w:r>
          </w:p>
        </w:tc>
        <w:tc>
          <w:tcPr>
            <w:tcW w:w="2410" w:type="dxa"/>
          </w:tcPr>
          <w:p w14:paraId="5E1EBC60" w14:textId="29B1FDE5" w:rsidR="0066767C" w:rsidRDefault="0066767C" w:rsidP="0066767C">
            <w:pPr>
              <w:overflowPunct w:val="0"/>
              <w:autoSpaceDE w:val="0"/>
              <w:autoSpaceDN w:val="0"/>
              <w:adjustRightInd w:val="0"/>
              <w:textAlignment w:val="baseline"/>
              <w:rPr>
                <w:rFonts w:cs="Arial"/>
                <w:color w:val="000000"/>
                <w:sz w:val="16"/>
                <w:szCs w:val="16"/>
              </w:rPr>
            </w:pPr>
            <w:r w:rsidRPr="0066767C">
              <w:rPr>
                <w:rFonts w:cs="Arial"/>
                <w:color w:val="000000"/>
                <w:sz w:val="16"/>
                <w:szCs w:val="16"/>
              </w:rPr>
              <w:t xml:space="preserve">Ing. </w:t>
            </w:r>
            <w:r w:rsidR="005C5747">
              <w:rPr>
                <w:rFonts w:cs="Arial"/>
                <w:color w:val="000000"/>
                <w:sz w:val="16"/>
                <w:szCs w:val="16"/>
              </w:rPr>
              <w:t>Lukáš Chládek</w:t>
            </w:r>
          </w:p>
          <w:p w14:paraId="2DBF2976" w14:textId="69866CC5" w:rsidR="005C5747" w:rsidRDefault="005C5747" w:rsidP="0066767C">
            <w:pPr>
              <w:overflowPunct w:val="0"/>
              <w:autoSpaceDE w:val="0"/>
              <w:autoSpaceDN w:val="0"/>
              <w:adjustRightInd w:val="0"/>
              <w:textAlignment w:val="baseline"/>
              <w:rPr>
                <w:rFonts w:cs="Arial"/>
                <w:color w:val="000000"/>
                <w:sz w:val="16"/>
                <w:szCs w:val="16"/>
              </w:rPr>
            </w:pPr>
            <w:r>
              <w:rPr>
                <w:rFonts w:cs="Arial"/>
                <w:color w:val="000000"/>
                <w:sz w:val="16"/>
                <w:szCs w:val="16"/>
              </w:rPr>
              <w:t>Filip Fojtík</w:t>
            </w:r>
          </w:p>
          <w:p w14:paraId="6507B9E6" w14:textId="7A16CC09" w:rsidR="005C5747" w:rsidRPr="0066767C" w:rsidRDefault="005C5747" w:rsidP="0066767C">
            <w:pPr>
              <w:overflowPunct w:val="0"/>
              <w:autoSpaceDE w:val="0"/>
              <w:autoSpaceDN w:val="0"/>
              <w:adjustRightInd w:val="0"/>
              <w:textAlignment w:val="baseline"/>
              <w:rPr>
                <w:rFonts w:cs="Arial"/>
                <w:color w:val="000000"/>
                <w:sz w:val="16"/>
                <w:szCs w:val="16"/>
              </w:rPr>
            </w:pPr>
            <w:r>
              <w:rPr>
                <w:rFonts w:cs="Arial"/>
                <w:color w:val="000000"/>
                <w:sz w:val="16"/>
                <w:szCs w:val="16"/>
              </w:rPr>
              <w:t>Daniel Kroupa</w:t>
            </w:r>
          </w:p>
          <w:p w14:paraId="1C5E7581" w14:textId="5C2D84A8" w:rsidR="00E73AD4" w:rsidRPr="0078785F" w:rsidRDefault="0066767C" w:rsidP="0066767C">
            <w:pPr>
              <w:overflowPunct w:val="0"/>
              <w:autoSpaceDE w:val="0"/>
              <w:autoSpaceDN w:val="0"/>
              <w:adjustRightInd w:val="0"/>
              <w:textAlignment w:val="baseline"/>
              <w:rPr>
                <w:rFonts w:cs="Arial"/>
                <w:color w:val="000000"/>
                <w:sz w:val="16"/>
                <w:szCs w:val="16"/>
              </w:rPr>
            </w:pPr>
            <w:r w:rsidRPr="0066767C">
              <w:rPr>
                <w:rFonts w:cs="Arial"/>
                <w:color w:val="000000"/>
                <w:sz w:val="16"/>
                <w:szCs w:val="16"/>
              </w:rPr>
              <w:t>Ing. Martin Ševčík</w:t>
            </w:r>
          </w:p>
        </w:tc>
        <w:tc>
          <w:tcPr>
            <w:tcW w:w="1839" w:type="dxa"/>
          </w:tcPr>
          <w:p w14:paraId="2052B9C9" w14:textId="2C65F78F" w:rsidR="0066767C" w:rsidRDefault="0066767C" w:rsidP="0066767C">
            <w:pPr>
              <w:overflowPunct w:val="0"/>
              <w:autoSpaceDE w:val="0"/>
              <w:autoSpaceDN w:val="0"/>
              <w:adjustRightInd w:val="0"/>
              <w:textAlignment w:val="baseline"/>
              <w:rPr>
                <w:rFonts w:cs="Arial"/>
                <w:color w:val="000000"/>
                <w:sz w:val="16"/>
                <w:szCs w:val="16"/>
              </w:rPr>
            </w:pPr>
            <w:r w:rsidRPr="0066767C">
              <w:rPr>
                <w:rFonts w:cs="Arial"/>
                <w:color w:val="000000"/>
                <w:sz w:val="16"/>
                <w:szCs w:val="16"/>
              </w:rPr>
              <w:t>+420</w:t>
            </w:r>
            <w:r w:rsidR="005C5747">
              <w:rPr>
                <w:rFonts w:cs="Arial"/>
                <w:color w:val="000000"/>
                <w:sz w:val="16"/>
                <w:szCs w:val="16"/>
              </w:rPr>
              <w:t> </w:t>
            </w:r>
            <w:r w:rsidRPr="0066767C">
              <w:rPr>
                <w:rFonts w:cs="Arial"/>
                <w:color w:val="000000"/>
                <w:sz w:val="16"/>
                <w:szCs w:val="16"/>
              </w:rPr>
              <w:t>739</w:t>
            </w:r>
            <w:r w:rsidR="005C5747">
              <w:rPr>
                <w:rFonts w:cs="Arial"/>
                <w:color w:val="000000"/>
                <w:sz w:val="16"/>
                <w:szCs w:val="16"/>
              </w:rPr>
              <w:t> </w:t>
            </w:r>
            <w:r w:rsidRPr="0066767C">
              <w:rPr>
                <w:rFonts w:cs="Arial"/>
                <w:color w:val="000000"/>
                <w:sz w:val="16"/>
                <w:szCs w:val="16"/>
              </w:rPr>
              <w:t>240</w:t>
            </w:r>
            <w:r w:rsidR="005C5747">
              <w:rPr>
                <w:rFonts w:cs="Arial"/>
                <w:color w:val="000000"/>
                <w:sz w:val="16"/>
                <w:szCs w:val="16"/>
              </w:rPr>
              <w:t xml:space="preserve"> 739</w:t>
            </w:r>
          </w:p>
          <w:p w14:paraId="6509DCF4" w14:textId="05B9F1FC" w:rsidR="005C5747" w:rsidRDefault="005C5747" w:rsidP="0066767C">
            <w:pPr>
              <w:overflowPunct w:val="0"/>
              <w:autoSpaceDE w:val="0"/>
              <w:autoSpaceDN w:val="0"/>
              <w:adjustRightInd w:val="0"/>
              <w:textAlignment w:val="baseline"/>
              <w:rPr>
                <w:rFonts w:cs="Arial"/>
                <w:color w:val="000000"/>
                <w:sz w:val="16"/>
                <w:szCs w:val="16"/>
              </w:rPr>
            </w:pPr>
            <w:r>
              <w:rPr>
                <w:rFonts w:cs="Arial"/>
                <w:color w:val="000000"/>
                <w:sz w:val="16"/>
                <w:szCs w:val="16"/>
              </w:rPr>
              <w:t>+420 739 240 748</w:t>
            </w:r>
          </w:p>
          <w:p w14:paraId="41C2894C" w14:textId="4B9D2FA1" w:rsidR="005C5747" w:rsidRPr="0066767C" w:rsidRDefault="005C5747" w:rsidP="0066767C">
            <w:pPr>
              <w:overflowPunct w:val="0"/>
              <w:autoSpaceDE w:val="0"/>
              <w:autoSpaceDN w:val="0"/>
              <w:adjustRightInd w:val="0"/>
              <w:textAlignment w:val="baseline"/>
              <w:rPr>
                <w:rFonts w:cs="Arial"/>
                <w:color w:val="000000"/>
                <w:sz w:val="16"/>
                <w:szCs w:val="16"/>
              </w:rPr>
            </w:pPr>
            <w:r>
              <w:rPr>
                <w:rFonts w:cs="Arial"/>
                <w:color w:val="000000"/>
                <w:sz w:val="16"/>
                <w:szCs w:val="16"/>
              </w:rPr>
              <w:t>+420 739</w:t>
            </w:r>
            <w:r w:rsidR="00B61EBD">
              <w:rPr>
                <w:rFonts w:cs="Arial"/>
                <w:color w:val="000000"/>
                <w:sz w:val="16"/>
                <w:szCs w:val="16"/>
              </w:rPr>
              <w:t> </w:t>
            </w:r>
            <w:r>
              <w:rPr>
                <w:rFonts w:cs="Arial"/>
                <w:color w:val="000000"/>
                <w:sz w:val="16"/>
                <w:szCs w:val="16"/>
              </w:rPr>
              <w:t>24</w:t>
            </w:r>
            <w:r w:rsidR="00B61EBD">
              <w:rPr>
                <w:rFonts w:cs="Arial"/>
                <w:color w:val="000000"/>
                <w:sz w:val="16"/>
                <w:szCs w:val="16"/>
              </w:rPr>
              <w:t>1 046</w:t>
            </w:r>
          </w:p>
          <w:p w14:paraId="6ECEA6C9" w14:textId="0712BE6C" w:rsidR="00E73AD4" w:rsidRPr="0066767C" w:rsidRDefault="0066767C" w:rsidP="0066767C">
            <w:pPr>
              <w:overflowPunct w:val="0"/>
              <w:autoSpaceDE w:val="0"/>
              <w:autoSpaceDN w:val="0"/>
              <w:adjustRightInd w:val="0"/>
              <w:textAlignment w:val="baseline"/>
              <w:rPr>
                <w:rFonts w:cs="Arial"/>
                <w:color w:val="000000"/>
                <w:sz w:val="16"/>
                <w:szCs w:val="16"/>
              </w:rPr>
            </w:pPr>
            <w:r w:rsidRPr="0066767C">
              <w:rPr>
                <w:rFonts w:cs="Arial"/>
                <w:color w:val="000000"/>
                <w:sz w:val="16"/>
                <w:szCs w:val="16"/>
              </w:rPr>
              <w:t>+420</w:t>
            </w:r>
            <w:r w:rsidR="00B61EBD">
              <w:rPr>
                <w:rFonts w:cs="Arial"/>
                <w:color w:val="000000"/>
                <w:sz w:val="16"/>
                <w:szCs w:val="16"/>
              </w:rPr>
              <w:t> </w:t>
            </w:r>
            <w:r w:rsidRPr="0066767C">
              <w:rPr>
                <w:rFonts w:cs="Arial"/>
                <w:color w:val="000000"/>
                <w:sz w:val="16"/>
                <w:szCs w:val="16"/>
              </w:rPr>
              <w:t>739</w:t>
            </w:r>
            <w:r w:rsidR="00B61EBD">
              <w:rPr>
                <w:rFonts w:cs="Arial"/>
                <w:color w:val="000000"/>
                <w:sz w:val="16"/>
                <w:szCs w:val="16"/>
              </w:rPr>
              <w:t> </w:t>
            </w:r>
            <w:r w:rsidRPr="0066767C">
              <w:rPr>
                <w:rFonts w:cs="Arial"/>
                <w:color w:val="000000"/>
                <w:sz w:val="16"/>
                <w:szCs w:val="16"/>
              </w:rPr>
              <w:t>240</w:t>
            </w:r>
            <w:r w:rsidR="00B61EBD">
              <w:rPr>
                <w:rFonts w:cs="Arial"/>
                <w:color w:val="000000"/>
                <w:sz w:val="16"/>
                <w:szCs w:val="16"/>
              </w:rPr>
              <w:t xml:space="preserve"> </w:t>
            </w:r>
            <w:r w:rsidRPr="0066767C">
              <w:rPr>
                <w:rFonts w:cs="Arial"/>
                <w:color w:val="000000"/>
                <w:sz w:val="16"/>
                <w:szCs w:val="16"/>
              </w:rPr>
              <w:t>886</w:t>
            </w:r>
          </w:p>
        </w:tc>
        <w:tc>
          <w:tcPr>
            <w:tcW w:w="2303" w:type="dxa"/>
          </w:tcPr>
          <w:p w14:paraId="0579C9C1" w14:textId="5ED6F9B8" w:rsidR="0066767C" w:rsidRPr="00972936" w:rsidRDefault="005C5747" w:rsidP="0066767C">
            <w:pPr>
              <w:overflowPunct w:val="0"/>
              <w:autoSpaceDE w:val="0"/>
              <w:autoSpaceDN w:val="0"/>
              <w:adjustRightInd w:val="0"/>
              <w:textAlignment w:val="baseline"/>
              <w:rPr>
                <w:rStyle w:val="Hypertextovodkaz"/>
                <w:rFonts w:cs="Arial"/>
                <w:sz w:val="16"/>
                <w:szCs w:val="16"/>
              </w:rPr>
            </w:pPr>
            <w:r w:rsidRPr="00972936">
              <w:rPr>
                <w:rStyle w:val="Hypertextovodkaz"/>
                <w:rFonts w:cs="Arial"/>
                <w:sz w:val="16"/>
                <w:szCs w:val="16"/>
              </w:rPr>
              <w:t>lukas.chladek</w:t>
            </w:r>
            <w:r w:rsidR="0066767C" w:rsidRPr="00972936">
              <w:rPr>
                <w:rStyle w:val="Hypertextovodkaz"/>
                <w:rFonts w:cs="Arial"/>
                <w:sz w:val="16"/>
                <w:szCs w:val="16"/>
              </w:rPr>
              <w:t>@ceproas.cz</w:t>
            </w:r>
          </w:p>
          <w:p w14:paraId="7605BC32" w14:textId="48558AD2" w:rsidR="005C5747" w:rsidRPr="00972936" w:rsidRDefault="00D9045D" w:rsidP="0066767C">
            <w:pPr>
              <w:overflowPunct w:val="0"/>
              <w:autoSpaceDE w:val="0"/>
              <w:autoSpaceDN w:val="0"/>
              <w:adjustRightInd w:val="0"/>
              <w:textAlignment w:val="baseline"/>
              <w:rPr>
                <w:rStyle w:val="Hypertextovodkaz"/>
              </w:rPr>
            </w:pPr>
            <w:hyperlink r:id="rId8" w:history="1">
              <w:r w:rsidR="00B61EBD" w:rsidRPr="00AE4FEC">
                <w:rPr>
                  <w:rStyle w:val="Hypertextovodkaz"/>
                  <w:rFonts w:cs="Arial"/>
                  <w:sz w:val="16"/>
                  <w:szCs w:val="16"/>
                </w:rPr>
                <w:t>filip.fojtik@ceproas.cz</w:t>
              </w:r>
            </w:hyperlink>
          </w:p>
          <w:p w14:paraId="7B2AB6AF" w14:textId="6ADD3740" w:rsidR="00B61EBD" w:rsidRPr="00972936" w:rsidRDefault="00B61EBD" w:rsidP="0066767C">
            <w:pPr>
              <w:overflowPunct w:val="0"/>
              <w:autoSpaceDE w:val="0"/>
              <w:autoSpaceDN w:val="0"/>
              <w:adjustRightInd w:val="0"/>
              <w:textAlignment w:val="baseline"/>
              <w:rPr>
                <w:rStyle w:val="Hypertextovodkaz"/>
                <w:rFonts w:cs="Arial"/>
                <w:sz w:val="16"/>
                <w:szCs w:val="16"/>
              </w:rPr>
            </w:pPr>
            <w:r w:rsidRPr="00972936">
              <w:rPr>
                <w:rStyle w:val="Hypertextovodkaz"/>
                <w:rFonts w:cs="Arial"/>
                <w:sz w:val="16"/>
                <w:szCs w:val="16"/>
              </w:rPr>
              <w:t>daniel.kroupa@ceproas.cz</w:t>
            </w:r>
          </w:p>
          <w:p w14:paraId="08E14D75" w14:textId="2C3DA364" w:rsidR="00E73AD4" w:rsidRPr="00972936" w:rsidRDefault="0066767C" w:rsidP="0066767C">
            <w:pPr>
              <w:overflowPunct w:val="0"/>
              <w:autoSpaceDE w:val="0"/>
              <w:autoSpaceDN w:val="0"/>
              <w:adjustRightInd w:val="0"/>
              <w:textAlignment w:val="baseline"/>
              <w:rPr>
                <w:rStyle w:val="Hypertextovodkaz"/>
              </w:rPr>
            </w:pPr>
            <w:r w:rsidRPr="00972936">
              <w:rPr>
                <w:rStyle w:val="Hypertextovodkaz"/>
                <w:rFonts w:cs="Arial"/>
                <w:sz w:val="16"/>
                <w:szCs w:val="16"/>
              </w:rPr>
              <w:t>martin.sevcik@ceproas.cz</w:t>
            </w:r>
          </w:p>
        </w:tc>
      </w:tr>
      <w:tr w:rsidR="00E73AD4" w:rsidRPr="00532B17" w14:paraId="4B3A043A" w14:textId="77777777" w:rsidTr="00BA59A8">
        <w:tc>
          <w:tcPr>
            <w:tcW w:w="2660" w:type="dxa"/>
          </w:tcPr>
          <w:p w14:paraId="3260E1DC" w14:textId="77777777" w:rsidR="00E73AD4" w:rsidRPr="0078785F" w:rsidRDefault="00E73AD4" w:rsidP="00BA59A8">
            <w:pPr>
              <w:overflowPunct w:val="0"/>
              <w:autoSpaceDE w:val="0"/>
              <w:autoSpaceDN w:val="0"/>
              <w:adjustRightInd w:val="0"/>
              <w:textAlignment w:val="baseline"/>
              <w:rPr>
                <w:rFonts w:cs="Arial"/>
                <w:color w:val="000000"/>
                <w:sz w:val="16"/>
                <w:szCs w:val="16"/>
              </w:rPr>
            </w:pPr>
            <w:r w:rsidRPr="0078785F">
              <w:rPr>
                <w:rFonts w:cs="Arial"/>
                <w:color w:val="000000"/>
                <w:sz w:val="16"/>
                <w:szCs w:val="16"/>
              </w:rPr>
              <w:t>zapisovat do deníku</w:t>
            </w:r>
          </w:p>
        </w:tc>
        <w:tc>
          <w:tcPr>
            <w:tcW w:w="2410" w:type="dxa"/>
          </w:tcPr>
          <w:p w14:paraId="19A20463" w14:textId="77777777" w:rsidR="00B61EBD" w:rsidRDefault="00B61EBD" w:rsidP="00B61EBD">
            <w:pPr>
              <w:overflowPunct w:val="0"/>
              <w:autoSpaceDE w:val="0"/>
              <w:autoSpaceDN w:val="0"/>
              <w:adjustRightInd w:val="0"/>
              <w:textAlignment w:val="baseline"/>
              <w:rPr>
                <w:rFonts w:cs="Arial"/>
                <w:color w:val="000000"/>
                <w:sz w:val="16"/>
                <w:szCs w:val="16"/>
              </w:rPr>
            </w:pPr>
            <w:r w:rsidRPr="0066767C">
              <w:rPr>
                <w:rFonts w:cs="Arial"/>
                <w:color w:val="000000"/>
                <w:sz w:val="16"/>
                <w:szCs w:val="16"/>
              </w:rPr>
              <w:t xml:space="preserve">Ing. </w:t>
            </w:r>
            <w:r>
              <w:rPr>
                <w:rFonts w:cs="Arial"/>
                <w:color w:val="000000"/>
                <w:sz w:val="16"/>
                <w:szCs w:val="16"/>
              </w:rPr>
              <w:t>Lukáš Chládek</w:t>
            </w:r>
          </w:p>
          <w:p w14:paraId="778F0322" w14:textId="77777777" w:rsidR="00B61EBD" w:rsidRDefault="00B61EBD" w:rsidP="00B61EBD">
            <w:pPr>
              <w:overflowPunct w:val="0"/>
              <w:autoSpaceDE w:val="0"/>
              <w:autoSpaceDN w:val="0"/>
              <w:adjustRightInd w:val="0"/>
              <w:textAlignment w:val="baseline"/>
              <w:rPr>
                <w:rFonts w:cs="Arial"/>
                <w:color w:val="000000"/>
                <w:sz w:val="16"/>
                <w:szCs w:val="16"/>
              </w:rPr>
            </w:pPr>
            <w:r>
              <w:rPr>
                <w:rFonts w:cs="Arial"/>
                <w:color w:val="000000"/>
                <w:sz w:val="16"/>
                <w:szCs w:val="16"/>
              </w:rPr>
              <w:t>Filip Fojtík</w:t>
            </w:r>
          </w:p>
          <w:p w14:paraId="44781FE5" w14:textId="37C8CC10" w:rsidR="00B61EBD" w:rsidRDefault="00B61EBD" w:rsidP="00B61EBD">
            <w:pPr>
              <w:overflowPunct w:val="0"/>
              <w:autoSpaceDE w:val="0"/>
              <w:autoSpaceDN w:val="0"/>
              <w:adjustRightInd w:val="0"/>
              <w:textAlignment w:val="baseline"/>
              <w:rPr>
                <w:rFonts w:cs="Arial"/>
                <w:color w:val="000000"/>
                <w:sz w:val="16"/>
                <w:szCs w:val="16"/>
              </w:rPr>
            </w:pPr>
            <w:r>
              <w:rPr>
                <w:rFonts w:cs="Arial"/>
                <w:color w:val="000000"/>
                <w:sz w:val="16"/>
                <w:szCs w:val="16"/>
              </w:rPr>
              <w:t>Daniel Kroupa</w:t>
            </w:r>
          </w:p>
          <w:p w14:paraId="49C579A1" w14:textId="79F374D5" w:rsidR="0096195B" w:rsidRPr="0078785F" w:rsidRDefault="00B61EBD" w:rsidP="00B61EBD">
            <w:pPr>
              <w:overflowPunct w:val="0"/>
              <w:autoSpaceDE w:val="0"/>
              <w:autoSpaceDN w:val="0"/>
              <w:adjustRightInd w:val="0"/>
              <w:textAlignment w:val="baseline"/>
              <w:rPr>
                <w:rFonts w:cs="Arial"/>
                <w:color w:val="000000"/>
                <w:sz w:val="16"/>
                <w:szCs w:val="16"/>
              </w:rPr>
            </w:pPr>
            <w:r>
              <w:rPr>
                <w:rFonts w:cs="Arial"/>
                <w:color w:val="000000"/>
                <w:sz w:val="16"/>
                <w:szCs w:val="16"/>
              </w:rPr>
              <w:t>Ing. Tomáš Nesládek</w:t>
            </w:r>
          </w:p>
        </w:tc>
        <w:tc>
          <w:tcPr>
            <w:tcW w:w="1839" w:type="dxa"/>
          </w:tcPr>
          <w:p w14:paraId="72F3BBC7" w14:textId="77777777" w:rsidR="00B61EBD" w:rsidRDefault="00B61EBD" w:rsidP="00B61EBD">
            <w:pPr>
              <w:overflowPunct w:val="0"/>
              <w:autoSpaceDE w:val="0"/>
              <w:autoSpaceDN w:val="0"/>
              <w:adjustRightInd w:val="0"/>
              <w:textAlignment w:val="baseline"/>
              <w:rPr>
                <w:rFonts w:cs="Arial"/>
                <w:color w:val="000000"/>
                <w:sz w:val="16"/>
                <w:szCs w:val="16"/>
              </w:rPr>
            </w:pPr>
            <w:r w:rsidRPr="0066767C">
              <w:rPr>
                <w:rFonts w:cs="Arial"/>
                <w:color w:val="000000"/>
                <w:sz w:val="16"/>
                <w:szCs w:val="16"/>
              </w:rPr>
              <w:t>+420</w:t>
            </w:r>
            <w:r>
              <w:rPr>
                <w:rFonts w:cs="Arial"/>
                <w:color w:val="000000"/>
                <w:sz w:val="16"/>
                <w:szCs w:val="16"/>
              </w:rPr>
              <w:t> </w:t>
            </w:r>
            <w:r w:rsidRPr="0066767C">
              <w:rPr>
                <w:rFonts w:cs="Arial"/>
                <w:color w:val="000000"/>
                <w:sz w:val="16"/>
                <w:szCs w:val="16"/>
              </w:rPr>
              <w:t>739</w:t>
            </w:r>
            <w:r>
              <w:rPr>
                <w:rFonts w:cs="Arial"/>
                <w:color w:val="000000"/>
                <w:sz w:val="16"/>
                <w:szCs w:val="16"/>
              </w:rPr>
              <w:t> </w:t>
            </w:r>
            <w:r w:rsidRPr="0066767C">
              <w:rPr>
                <w:rFonts w:cs="Arial"/>
                <w:color w:val="000000"/>
                <w:sz w:val="16"/>
                <w:szCs w:val="16"/>
              </w:rPr>
              <w:t>240</w:t>
            </w:r>
            <w:r>
              <w:rPr>
                <w:rFonts w:cs="Arial"/>
                <w:color w:val="000000"/>
                <w:sz w:val="16"/>
                <w:szCs w:val="16"/>
              </w:rPr>
              <w:t xml:space="preserve"> 739</w:t>
            </w:r>
          </w:p>
          <w:p w14:paraId="0B77B61C" w14:textId="77777777" w:rsidR="00B61EBD" w:rsidRDefault="00B61EBD" w:rsidP="00B61EBD">
            <w:pPr>
              <w:overflowPunct w:val="0"/>
              <w:autoSpaceDE w:val="0"/>
              <w:autoSpaceDN w:val="0"/>
              <w:adjustRightInd w:val="0"/>
              <w:textAlignment w:val="baseline"/>
              <w:rPr>
                <w:rFonts w:cs="Arial"/>
                <w:color w:val="000000"/>
                <w:sz w:val="16"/>
                <w:szCs w:val="16"/>
              </w:rPr>
            </w:pPr>
            <w:r>
              <w:rPr>
                <w:rFonts w:cs="Arial"/>
                <w:color w:val="000000"/>
                <w:sz w:val="16"/>
                <w:szCs w:val="16"/>
              </w:rPr>
              <w:t>+420 739 240 748</w:t>
            </w:r>
          </w:p>
          <w:p w14:paraId="0A920A8B" w14:textId="3A8E792B" w:rsidR="00B61EBD" w:rsidRPr="0066767C" w:rsidRDefault="00B61EBD" w:rsidP="00B61EBD">
            <w:pPr>
              <w:overflowPunct w:val="0"/>
              <w:autoSpaceDE w:val="0"/>
              <w:autoSpaceDN w:val="0"/>
              <w:adjustRightInd w:val="0"/>
              <w:textAlignment w:val="baseline"/>
              <w:rPr>
                <w:rFonts w:cs="Arial"/>
                <w:color w:val="000000"/>
                <w:sz w:val="16"/>
                <w:szCs w:val="16"/>
              </w:rPr>
            </w:pPr>
            <w:r>
              <w:rPr>
                <w:rFonts w:cs="Arial"/>
                <w:color w:val="000000"/>
                <w:sz w:val="16"/>
                <w:szCs w:val="16"/>
              </w:rPr>
              <w:t>+420 739 241 046</w:t>
            </w:r>
          </w:p>
          <w:p w14:paraId="37D804FB" w14:textId="5E87D5F0" w:rsidR="00E73AD4" w:rsidRPr="0066767C" w:rsidRDefault="00B61EBD" w:rsidP="0066767C">
            <w:pPr>
              <w:overflowPunct w:val="0"/>
              <w:autoSpaceDE w:val="0"/>
              <w:autoSpaceDN w:val="0"/>
              <w:adjustRightInd w:val="0"/>
              <w:textAlignment w:val="baseline"/>
              <w:rPr>
                <w:rFonts w:cs="Arial"/>
                <w:color w:val="000000"/>
                <w:sz w:val="16"/>
                <w:szCs w:val="16"/>
              </w:rPr>
            </w:pPr>
            <w:r>
              <w:rPr>
                <w:rFonts w:cs="Arial"/>
                <w:color w:val="000000"/>
                <w:sz w:val="16"/>
                <w:szCs w:val="16"/>
              </w:rPr>
              <w:t>+420 739 240 864</w:t>
            </w:r>
          </w:p>
        </w:tc>
        <w:tc>
          <w:tcPr>
            <w:tcW w:w="2303" w:type="dxa"/>
          </w:tcPr>
          <w:p w14:paraId="5990AB60" w14:textId="77777777" w:rsidR="00B61EBD" w:rsidRPr="00972936" w:rsidRDefault="00B61EBD" w:rsidP="00B61EBD">
            <w:pPr>
              <w:overflowPunct w:val="0"/>
              <w:autoSpaceDE w:val="0"/>
              <w:autoSpaceDN w:val="0"/>
              <w:adjustRightInd w:val="0"/>
              <w:textAlignment w:val="baseline"/>
              <w:rPr>
                <w:rStyle w:val="Hypertextovodkaz"/>
                <w:rFonts w:cs="Arial"/>
                <w:sz w:val="16"/>
                <w:szCs w:val="16"/>
              </w:rPr>
            </w:pPr>
            <w:r w:rsidRPr="00972936">
              <w:rPr>
                <w:rStyle w:val="Hypertextovodkaz"/>
                <w:rFonts w:cs="Arial"/>
                <w:sz w:val="16"/>
                <w:szCs w:val="16"/>
              </w:rPr>
              <w:t>lukas.chladek@ceproas.cz</w:t>
            </w:r>
          </w:p>
          <w:p w14:paraId="1E0B786A" w14:textId="77777777" w:rsidR="00B61EBD" w:rsidRPr="00972936" w:rsidRDefault="00D9045D" w:rsidP="00B61EBD">
            <w:pPr>
              <w:overflowPunct w:val="0"/>
              <w:autoSpaceDE w:val="0"/>
              <w:autoSpaceDN w:val="0"/>
              <w:adjustRightInd w:val="0"/>
              <w:textAlignment w:val="baseline"/>
              <w:rPr>
                <w:rStyle w:val="Hypertextovodkaz"/>
                <w:rFonts w:cs="Arial"/>
                <w:sz w:val="16"/>
                <w:szCs w:val="16"/>
              </w:rPr>
            </w:pPr>
            <w:hyperlink r:id="rId9" w:history="1">
              <w:r w:rsidR="00B61EBD" w:rsidRPr="00AE4FEC">
                <w:rPr>
                  <w:rStyle w:val="Hypertextovodkaz"/>
                  <w:rFonts w:cs="Arial"/>
                  <w:sz w:val="16"/>
                  <w:szCs w:val="16"/>
                </w:rPr>
                <w:t>filip.fojtik@ceproas.cz</w:t>
              </w:r>
            </w:hyperlink>
          </w:p>
          <w:p w14:paraId="39173B9F" w14:textId="77777777" w:rsidR="00B61EBD" w:rsidRPr="00972936" w:rsidRDefault="00B61EBD" w:rsidP="00B61EBD">
            <w:pPr>
              <w:overflowPunct w:val="0"/>
              <w:autoSpaceDE w:val="0"/>
              <w:autoSpaceDN w:val="0"/>
              <w:adjustRightInd w:val="0"/>
              <w:textAlignment w:val="baseline"/>
              <w:rPr>
                <w:rStyle w:val="Hypertextovodkaz"/>
                <w:rFonts w:cs="Arial"/>
                <w:sz w:val="16"/>
                <w:szCs w:val="16"/>
              </w:rPr>
            </w:pPr>
            <w:r w:rsidRPr="00972936">
              <w:rPr>
                <w:rStyle w:val="Hypertextovodkaz"/>
                <w:rFonts w:cs="Arial"/>
                <w:sz w:val="16"/>
                <w:szCs w:val="16"/>
              </w:rPr>
              <w:t>daniel.kroupa@ceproas.cz</w:t>
            </w:r>
          </w:p>
          <w:p w14:paraId="7543F5CF" w14:textId="283D9B3E" w:rsidR="00E73AD4" w:rsidRPr="00972936" w:rsidRDefault="00B61EBD" w:rsidP="0066767C">
            <w:pPr>
              <w:overflowPunct w:val="0"/>
              <w:autoSpaceDE w:val="0"/>
              <w:autoSpaceDN w:val="0"/>
              <w:adjustRightInd w:val="0"/>
              <w:textAlignment w:val="baseline"/>
              <w:rPr>
                <w:rStyle w:val="Hypertextovodkaz"/>
                <w:rFonts w:cs="Arial"/>
                <w:sz w:val="16"/>
                <w:szCs w:val="16"/>
              </w:rPr>
            </w:pPr>
            <w:r w:rsidRPr="00972936">
              <w:rPr>
                <w:rStyle w:val="Hypertextovodkaz"/>
                <w:rFonts w:cs="Arial"/>
                <w:sz w:val="16"/>
                <w:szCs w:val="16"/>
              </w:rPr>
              <w:t>tomas.nesladek@ceproas.cz</w:t>
            </w:r>
          </w:p>
        </w:tc>
      </w:tr>
      <w:tr w:rsidR="00E73AD4" w:rsidRPr="00532B17" w14:paraId="7975A0CF" w14:textId="77777777" w:rsidTr="00BA59A8">
        <w:tc>
          <w:tcPr>
            <w:tcW w:w="2660" w:type="dxa"/>
          </w:tcPr>
          <w:p w14:paraId="0BC112FE" w14:textId="77777777" w:rsidR="00E73AD4" w:rsidRPr="0078785F" w:rsidRDefault="00E73AD4" w:rsidP="00BA59A8">
            <w:pPr>
              <w:overflowPunct w:val="0"/>
              <w:autoSpaceDE w:val="0"/>
              <w:autoSpaceDN w:val="0"/>
              <w:adjustRightInd w:val="0"/>
              <w:textAlignment w:val="baseline"/>
              <w:rPr>
                <w:rFonts w:cs="Arial"/>
                <w:color w:val="000000"/>
                <w:sz w:val="16"/>
                <w:szCs w:val="16"/>
              </w:rPr>
            </w:pPr>
            <w:r w:rsidRPr="0078785F">
              <w:rPr>
                <w:rFonts w:cs="Arial"/>
                <w:color w:val="000000"/>
                <w:sz w:val="16"/>
                <w:szCs w:val="16"/>
              </w:rPr>
              <w:t>předání a převzetí díla</w:t>
            </w:r>
          </w:p>
        </w:tc>
        <w:tc>
          <w:tcPr>
            <w:tcW w:w="2410" w:type="dxa"/>
          </w:tcPr>
          <w:p w14:paraId="73444155" w14:textId="77777777" w:rsidR="00CC2F4F" w:rsidRDefault="00CC2F4F" w:rsidP="00CC2F4F">
            <w:pPr>
              <w:overflowPunct w:val="0"/>
              <w:autoSpaceDE w:val="0"/>
              <w:autoSpaceDN w:val="0"/>
              <w:adjustRightInd w:val="0"/>
              <w:textAlignment w:val="baseline"/>
              <w:rPr>
                <w:rFonts w:cs="Arial"/>
                <w:color w:val="000000"/>
                <w:sz w:val="16"/>
                <w:szCs w:val="16"/>
              </w:rPr>
            </w:pPr>
            <w:r w:rsidRPr="0066767C">
              <w:rPr>
                <w:rFonts w:cs="Arial"/>
                <w:color w:val="000000"/>
                <w:sz w:val="16"/>
                <w:szCs w:val="16"/>
              </w:rPr>
              <w:t xml:space="preserve">Ing. </w:t>
            </w:r>
            <w:r>
              <w:rPr>
                <w:rFonts w:cs="Arial"/>
                <w:color w:val="000000"/>
                <w:sz w:val="16"/>
                <w:szCs w:val="16"/>
              </w:rPr>
              <w:t>Lukáš Chládek</w:t>
            </w:r>
          </w:p>
          <w:p w14:paraId="1C8B4075" w14:textId="77777777" w:rsidR="00CC2F4F" w:rsidRDefault="00CC2F4F" w:rsidP="00CC2F4F">
            <w:pPr>
              <w:overflowPunct w:val="0"/>
              <w:autoSpaceDE w:val="0"/>
              <w:autoSpaceDN w:val="0"/>
              <w:adjustRightInd w:val="0"/>
              <w:textAlignment w:val="baseline"/>
              <w:rPr>
                <w:rFonts w:cs="Arial"/>
                <w:color w:val="000000"/>
                <w:sz w:val="16"/>
                <w:szCs w:val="16"/>
              </w:rPr>
            </w:pPr>
            <w:r>
              <w:rPr>
                <w:rFonts w:cs="Arial"/>
                <w:color w:val="000000"/>
                <w:sz w:val="16"/>
                <w:szCs w:val="16"/>
              </w:rPr>
              <w:t>Filip Fojtík</w:t>
            </w:r>
          </w:p>
          <w:p w14:paraId="09025FA9" w14:textId="1814DED8" w:rsidR="00E73AD4" w:rsidRPr="0078785F" w:rsidRDefault="00CC2F4F" w:rsidP="0066767C">
            <w:pPr>
              <w:overflowPunct w:val="0"/>
              <w:autoSpaceDE w:val="0"/>
              <w:autoSpaceDN w:val="0"/>
              <w:adjustRightInd w:val="0"/>
              <w:textAlignment w:val="baseline"/>
              <w:rPr>
                <w:rFonts w:cs="Arial"/>
                <w:color w:val="000000"/>
                <w:sz w:val="16"/>
                <w:szCs w:val="16"/>
              </w:rPr>
            </w:pPr>
            <w:r w:rsidRPr="0066767C">
              <w:rPr>
                <w:rFonts w:cs="Arial"/>
                <w:color w:val="000000"/>
                <w:sz w:val="16"/>
                <w:szCs w:val="16"/>
              </w:rPr>
              <w:t>Ing. Martin Ševčík</w:t>
            </w:r>
          </w:p>
        </w:tc>
        <w:tc>
          <w:tcPr>
            <w:tcW w:w="1839" w:type="dxa"/>
          </w:tcPr>
          <w:p w14:paraId="654BDCCD" w14:textId="77777777" w:rsidR="00CC2F4F" w:rsidRDefault="00CC2F4F" w:rsidP="00CC2F4F">
            <w:pPr>
              <w:overflowPunct w:val="0"/>
              <w:autoSpaceDE w:val="0"/>
              <w:autoSpaceDN w:val="0"/>
              <w:adjustRightInd w:val="0"/>
              <w:textAlignment w:val="baseline"/>
              <w:rPr>
                <w:rFonts w:cs="Arial"/>
                <w:color w:val="000000"/>
                <w:sz w:val="16"/>
                <w:szCs w:val="16"/>
              </w:rPr>
            </w:pPr>
            <w:r w:rsidRPr="0066767C">
              <w:rPr>
                <w:rFonts w:cs="Arial"/>
                <w:color w:val="000000"/>
                <w:sz w:val="16"/>
                <w:szCs w:val="16"/>
              </w:rPr>
              <w:t>+420</w:t>
            </w:r>
            <w:r>
              <w:rPr>
                <w:rFonts w:cs="Arial"/>
                <w:color w:val="000000"/>
                <w:sz w:val="16"/>
                <w:szCs w:val="16"/>
              </w:rPr>
              <w:t> </w:t>
            </w:r>
            <w:r w:rsidRPr="0066767C">
              <w:rPr>
                <w:rFonts w:cs="Arial"/>
                <w:color w:val="000000"/>
                <w:sz w:val="16"/>
                <w:szCs w:val="16"/>
              </w:rPr>
              <w:t>739</w:t>
            </w:r>
            <w:r>
              <w:rPr>
                <w:rFonts w:cs="Arial"/>
                <w:color w:val="000000"/>
                <w:sz w:val="16"/>
                <w:szCs w:val="16"/>
              </w:rPr>
              <w:t> </w:t>
            </w:r>
            <w:r w:rsidRPr="0066767C">
              <w:rPr>
                <w:rFonts w:cs="Arial"/>
                <w:color w:val="000000"/>
                <w:sz w:val="16"/>
                <w:szCs w:val="16"/>
              </w:rPr>
              <w:t>240</w:t>
            </w:r>
            <w:r>
              <w:rPr>
                <w:rFonts w:cs="Arial"/>
                <w:color w:val="000000"/>
                <w:sz w:val="16"/>
                <w:szCs w:val="16"/>
              </w:rPr>
              <w:t xml:space="preserve"> 739</w:t>
            </w:r>
          </w:p>
          <w:p w14:paraId="2A629C49" w14:textId="28E0219C" w:rsidR="00CC2F4F" w:rsidRDefault="00CC2F4F" w:rsidP="00CC2F4F">
            <w:pPr>
              <w:overflowPunct w:val="0"/>
              <w:autoSpaceDE w:val="0"/>
              <w:autoSpaceDN w:val="0"/>
              <w:adjustRightInd w:val="0"/>
              <w:textAlignment w:val="baseline"/>
              <w:rPr>
                <w:rFonts w:cs="Arial"/>
                <w:color w:val="000000"/>
                <w:sz w:val="16"/>
                <w:szCs w:val="16"/>
              </w:rPr>
            </w:pPr>
            <w:r>
              <w:rPr>
                <w:rFonts w:cs="Arial"/>
                <w:color w:val="000000"/>
                <w:sz w:val="16"/>
                <w:szCs w:val="16"/>
              </w:rPr>
              <w:t>+420 739 240 748</w:t>
            </w:r>
          </w:p>
          <w:p w14:paraId="3B1C9183" w14:textId="75F8E81F" w:rsidR="00E73AD4" w:rsidRPr="0078785F" w:rsidRDefault="00CC2F4F" w:rsidP="0066767C">
            <w:pPr>
              <w:overflowPunct w:val="0"/>
              <w:autoSpaceDE w:val="0"/>
              <w:autoSpaceDN w:val="0"/>
              <w:adjustRightInd w:val="0"/>
              <w:textAlignment w:val="baseline"/>
              <w:rPr>
                <w:rFonts w:cs="Arial"/>
                <w:color w:val="000000"/>
                <w:sz w:val="16"/>
                <w:szCs w:val="16"/>
              </w:rPr>
            </w:pPr>
            <w:r w:rsidRPr="0066767C">
              <w:rPr>
                <w:rFonts w:cs="Arial"/>
                <w:color w:val="000000"/>
                <w:sz w:val="16"/>
                <w:szCs w:val="16"/>
              </w:rPr>
              <w:t>+420</w:t>
            </w:r>
            <w:r>
              <w:rPr>
                <w:rFonts w:cs="Arial"/>
                <w:color w:val="000000"/>
                <w:sz w:val="16"/>
                <w:szCs w:val="16"/>
              </w:rPr>
              <w:t> </w:t>
            </w:r>
            <w:r w:rsidRPr="0066767C">
              <w:rPr>
                <w:rFonts w:cs="Arial"/>
                <w:color w:val="000000"/>
                <w:sz w:val="16"/>
                <w:szCs w:val="16"/>
              </w:rPr>
              <w:t>739</w:t>
            </w:r>
            <w:r>
              <w:rPr>
                <w:rFonts w:cs="Arial"/>
                <w:color w:val="000000"/>
                <w:sz w:val="16"/>
                <w:szCs w:val="16"/>
              </w:rPr>
              <w:t> </w:t>
            </w:r>
            <w:r w:rsidRPr="0066767C">
              <w:rPr>
                <w:rFonts w:cs="Arial"/>
                <w:color w:val="000000"/>
                <w:sz w:val="16"/>
                <w:szCs w:val="16"/>
              </w:rPr>
              <w:t>240</w:t>
            </w:r>
            <w:r>
              <w:rPr>
                <w:rFonts w:cs="Arial"/>
                <w:color w:val="000000"/>
                <w:sz w:val="16"/>
                <w:szCs w:val="16"/>
              </w:rPr>
              <w:t xml:space="preserve"> </w:t>
            </w:r>
            <w:r w:rsidRPr="0066767C">
              <w:rPr>
                <w:rFonts w:cs="Arial"/>
                <w:color w:val="000000"/>
                <w:sz w:val="16"/>
                <w:szCs w:val="16"/>
              </w:rPr>
              <w:t>886</w:t>
            </w:r>
          </w:p>
        </w:tc>
        <w:tc>
          <w:tcPr>
            <w:tcW w:w="2303" w:type="dxa"/>
          </w:tcPr>
          <w:p w14:paraId="6E648A42" w14:textId="77777777" w:rsidR="00CC2F4F" w:rsidRPr="00972936" w:rsidRDefault="00CC2F4F" w:rsidP="00CC2F4F">
            <w:pPr>
              <w:overflowPunct w:val="0"/>
              <w:autoSpaceDE w:val="0"/>
              <w:autoSpaceDN w:val="0"/>
              <w:adjustRightInd w:val="0"/>
              <w:textAlignment w:val="baseline"/>
              <w:rPr>
                <w:rStyle w:val="Hypertextovodkaz"/>
                <w:rFonts w:cs="Arial"/>
                <w:sz w:val="16"/>
                <w:szCs w:val="16"/>
              </w:rPr>
            </w:pPr>
            <w:r w:rsidRPr="00972936">
              <w:rPr>
                <w:rStyle w:val="Hypertextovodkaz"/>
                <w:rFonts w:cs="Arial"/>
                <w:sz w:val="16"/>
                <w:szCs w:val="16"/>
              </w:rPr>
              <w:t>lukas.chladek@ceproas.cz</w:t>
            </w:r>
          </w:p>
          <w:p w14:paraId="2218E9EF" w14:textId="77777777" w:rsidR="00CC2F4F" w:rsidRPr="00972936" w:rsidRDefault="00D9045D" w:rsidP="00CC2F4F">
            <w:pPr>
              <w:overflowPunct w:val="0"/>
              <w:autoSpaceDE w:val="0"/>
              <w:autoSpaceDN w:val="0"/>
              <w:adjustRightInd w:val="0"/>
              <w:textAlignment w:val="baseline"/>
              <w:rPr>
                <w:rStyle w:val="Hypertextovodkaz"/>
                <w:rFonts w:cs="Arial"/>
                <w:sz w:val="16"/>
                <w:szCs w:val="16"/>
              </w:rPr>
            </w:pPr>
            <w:hyperlink r:id="rId10" w:history="1">
              <w:r w:rsidR="00CC2F4F" w:rsidRPr="00AE4FEC">
                <w:rPr>
                  <w:rStyle w:val="Hypertextovodkaz"/>
                  <w:rFonts w:cs="Arial"/>
                  <w:sz w:val="16"/>
                  <w:szCs w:val="16"/>
                </w:rPr>
                <w:t>filip.fojtik@ceproas.cz</w:t>
              </w:r>
            </w:hyperlink>
          </w:p>
          <w:p w14:paraId="5207347E" w14:textId="4B0A01F4" w:rsidR="00E73AD4" w:rsidRPr="00972936" w:rsidRDefault="00CC2F4F" w:rsidP="0066767C">
            <w:pPr>
              <w:overflowPunct w:val="0"/>
              <w:autoSpaceDE w:val="0"/>
              <w:autoSpaceDN w:val="0"/>
              <w:adjustRightInd w:val="0"/>
              <w:textAlignment w:val="baseline"/>
              <w:rPr>
                <w:rStyle w:val="Hypertextovodkaz"/>
              </w:rPr>
            </w:pPr>
            <w:r w:rsidRPr="00972936">
              <w:rPr>
                <w:rStyle w:val="Hypertextovodkaz"/>
                <w:rFonts w:cs="Arial"/>
                <w:sz w:val="16"/>
                <w:szCs w:val="16"/>
              </w:rPr>
              <w:t>martin.sevcik@ceproas.cz</w:t>
            </w:r>
          </w:p>
        </w:tc>
      </w:tr>
      <w:tr w:rsidR="00E73AD4" w:rsidRPr="009A21C7" w14:paraId="172AD444" w14:textId="06432794" w:rsidTr="0078785F">
        <w:trPr>
          <w:trHeight w:val="639"/>
        </w:trPr>
        <w:tc>
          <w:tcPr>
            <w:tcW w:w="2660" w:type="dxa"/>
          </w:tcPr>
          <w:p w14:paraId="30A719A4" w14:textId="21E83470" w:rsidR="00E73AD4" w:rsidRPr="0078785F" w:rsidRDefault="00E73AD4" w:rsidP="00BA59A8">
            <w:pPr>
              <w:overflowPunct w:val="0"/>
              <w:autoSpaceDE w:val="0"/>
              <w:autoSpaceDN w:val="0"/>
              <w:adjustRightInd w:val="0"/>
              <w:textAlignment w:val="baseline"/>
              <w:rPr>
                <w:rFonts w:cs="Arial"/>
                <w:color w:val="000000"/>
                <w:sz w:val="16"/>
                <w:szCs w:val="16"/>
              </w:rPr>
            </w:pPr>
            <w:r w:rsidRPr="0078785F">
              <w:rPr>
                <w:rFonts w:cs="Arial"/>
                <w:color w:val="000000"/>
                <w:sz w:val="16"/>
                <w:szCs w:val="16"/>
              </w:rPr>
              <w:t>dodržování bezpečnostních opatření (včetně BOZP)</w:t>
            </w:r>
          </w:p>
        </w:tc>
        <w:tc>
          <w:tcPr>
            <w:tcW w:w="2410" w:type="dxa"/>
          </w:tcPr>
          <w:p w14:paraId="158F668C" w14:textId="499E64A0" w:rsidR="00E73AD4" w:rsidRPr="0078785F" w:rsidRDefault="00CC2F4F" w:rsidP="00BA59A8">
            <w:pPr>
              <w:overflowPunct w:val="0"/>
              <w:autoSpaceDE w:val="0"/>
              <w:autoSpaceDN w:val="0"/>
              <w:adjustRightInd w:val="0"/>
              <w:textAlignment w:val="baseline"/>
              <w:rPr>
                <w:rFonts w:cs="Arial"/>
                <w:color w:val="000000"/>
                <w:sz w:val="16"/>
                <w:szCs w:val="16"/>
              </w:rPr>
            </w:pPr>
            <w:r>
              <w:rPr>
                <w:rFonts w:cs="Arial"/>
                <w:color w:val="000000"/>
                <w:sz w:val="16"/>
                <w:szCs w:val="16"/>
              </w:rPr>
              <w:t>Ing. Dušan Chovanec</w:t>
            </w:r>
          </w:p>
        </w:tc>
        <w:tc>
          <w:tcPr>
            <w:tcW w:w="1839" w:type="dxa"/>
          </w:tcPr>
          <w:p w14:paraId="395DC4A7" w14:textId="2CF71193" w:rsidR="00E73AD4" w:rsidRPr="0078785F" w:rsidRDefault="00CC2F4F" w:rsidP="00BA59A8">
            <w:pPr>
              <w:overflowPunct w:val="0"/>
              <w:autoSpaceDE w:val="0"/>
              <w:autoSpaceDN w:val="0"/>
              <w:adjustRightInd w:val="0"/>
              <w:textAlignment w:val="baseline"/>
              <w:rPr>
                <w:rFonts w:cs="Arial"/>
                <w:color w:val="000000"/>
                <w:sz w:val="16"/>
                <w:szCs w:val="16"/>
              </w:rPr>
            </w:pPr>
            <w:r>
              <w:rPr>
                <w:rFonts w:cs="Arial"/>
                <w:color w:val="000000"/>
                <w:sz w:val="16"/>
                <w:szCs w:val="16"/>
              </w:rPr>
              <w:t>+420 739 241 053</w:t>
            </w:r>
          </w:p>
        </w:tc>
        <w:tc>
          <w:tcPr>
            <w:tcW w:w="2303" w:type="dxa"/>
          </w:tcPr>
          <w:p w14:paraId="5D4E128F" w14:textId="4E08C7E3" w:rsidR="00E73AD4" w:rsidRPr="00972936" w:rsidRDefault="00CC2F4F" w:rsidP="00BA59A8">
            <w:pPr>
              <w:overflowPunct w:val="0"/>
              <w:autoSpaceDE w:val="0"/>
              <w:autoSpaceDN w:val="0"/>
              <w:adjustRightInd w:val="0"/>
              <w:textAlignment w:val="baseline"/>
              <w:rPr>
                <w:rStyle w:val="Hypertextovodkaz"/>
                <w:rFonts w:cs="Arial"/>
                <w:sz w:val="16"/>
                <w:szCs w:val="16"/>
              </w:rPr>
            </w:pPr>
            <w:r w:rsidRPr="00972936">
              <w:rPr>
                <w:rStyle w:val="Hypertextovodkaz"/>
                <w:rFonts w:cs="Arial"/>
                <w:sz w:val="16"/>
                <w:szCs w:val="16"/>
              </w:rPr>
              <w:t>dusan.chovanec@ceproas.cz</w:t>
            </w:r>
          </w:p>
        </w:tc>
      </w:tr>
    </w:tbl>
    <w:p w14:paraId="611DDFC9" w14:textId="77777777" w:rsidR="00C30D59" w:rsidRDefault="00C30D59" w:rsidP="00C30D59">
      <w:r w:rsidRPr="00C30D59">
        <w:t>(dále jen „</w:t>
      </w:r>
      <w:r w:rsidRPr="00C30D59">
        <w:rPr>
          <w:b/>
          <w:i/>
        </w:rPr>
        <w:t>Objednatel</w:t>
      </w:r>
      <w:r w:rsidRPr="00C30D59">
        <w:t>“)</w:t>
      </w:r>
    </w:p>
    <w:p w14:paraId="521F0CDE" w14:textId="51613120" w:rsidR="00C30D59" w:rsidRDefault="00C30D59" w:rsidP="00972936">
      <w:pPr>
        <w:tabs>
          <w:tab w:val="left" w:pos="5844"/>
        </w:tabs>
      </w:pPr>
    </w:p>
    <w:p w14:paraId="0C3D7B3D" w14:textId="77777777"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14:paraId="2DAD9DCA" w14:textId="77777777" w:rsidR="00C30D59" w:rsidRDefault="00C30D59" w:rsidP="00C30D59">
      <w:pPr>
        <w:overflowPunct w:val="0"/>
        <w:autoSpaceDE w:val="0"/>
        <w:autoSpaceDN w:val="0"/>
        <w:adjustRightInd w:val="0"/>
        <w:spacing w:after="0"/>
        <w:textAlignment w:val="baseline"/>
        <w:rPr>
          <w:rFonts w:cs="Arial"/>
          <w:b/>
          <w:color w:val="000000"/>
        </w:rPr>
      </w:pPr>
    </w:p>
    <w:p w14:paraId="788B24EC" w14:textId="77777777" w:rsidR="00942717" w:rsidRDefault="00942717" w:rsidP="0023229B">
      <w:pPr>
        <w:pStyle w:val="Odstavec2"/>
        <w:ind w:left="283" w:hanging="283"/>
      </w:pPr>
      <w:r>
        <w:lastRenderedPageBreak/>
        <w:t>Zhotovitel:</w:t>
      </w:r>
      <w:r>
        <w:tab/>
      </w:r>
      <w:r>
        <w:tab/>
      </w:r>
      <w:r>
        <w:tab/>
      </w:r>
      <w:r w:rsidRPr="0051354D">
        <w:rPr>
          <w:highlight w:val="yellow"/>
        </w:rPr>
        <w:t>………………</w:t>
      </w:r>
      <w:r>
        <w:t>.</w:t>
      </w:r>
    </w:p>
    <w:p w14:paraId="0D146A13" w14:textId="77777777" w:rsidR="00942717" w:rsidRDefault="00942717" w:rsidP="00942717">
      <w:pPr>
        <w:pStyle w:val="Odstavec2"/>
        <w:numPr>
          <w:ilvl w:val="0"/>
          <w:numId w:val="0"/>
        </w:numPr>
        <w:ind w:left="567"/>
      </w:pPr>
      <w:r>
        <w:t>se sídlem:</w:t>
      </w:r>
      <w:r>
        <w:tab/>
      </w:r>
      <w:r>
        <w:tab/>
      </w:r>
      <w:r>
        <w:tab/>
      </w:r>
      <w:r w:rsidRPr="0051354D">
        <w:rPr>
          <w:highlight w:val="yellow"/>
        </w:rPr>
        <w:t>………………</w:t>
      </w:r>
      <w:r>
        <w:t>.</w:t>
      </w:r>
    </w:p>
    <w:p w14:paraId="63360396" w14:textId="77777777" w:rsidR="00942717" w:rsidRDefault="00942717" w:rsidP="00942717">
      <w:pPr>
        <w:ind w:left="283" w:firstLine="284"/>
      </w:pPr>
      <w:r>
        <w:t>spisová značka:</w:t>
      </w:r>
      <w:r>
        <w:tab/>
      </w:r>
      <w:r w:rsidRPr="0051354D">
        <w:rPr>
          <w:highlight w:val="yellow"/>
        </w:rPr>
        <w:t>………………</w:t>
      </w:r>
      <w:r>
        <w:t>.</w:t>
      </w:r>
    </w:p>
    <w:p w14:paraId="2A348389" w14:textId="77777777" w:rsidR="00942717" w:rsidRDefault="00942717" w:rsidP="00942717">
      <w:pPr>
        <w:ind w:left="283" w:firstLine="284"/>
      </w:pPr>
      <w:r>
        <w:t>bankovní spojení:</w:t>
      </w:r>
      <w:r>
        <w:tab/>
      </w:r>
      <w:r w:rsidRPr="0051354D">
        <w:rPr>
          <w:highlight w:val="yellow"/>
        </w:rPr>
        <w:t>………………</w:t>
      </w:r>
      <w:r>
        <w:t>.</w:t>
      </w:r>
    </w:p>
    <w:p w14:paraId="3BA6E3C7" w14:textId="77777777" w:rsidR="00942717" w:rsidRDefault="00942717" w:rsidP="00942717">
      <w:pPr>
        <w:ind w:left="283" w:firstLine="284"/>
      </w:pPr>
      <w:r>
        <w:t>č. účtu:</w:t>
      </w:r>
      <w:r>
        <w:tab/>
      </w:r>
      <w:r>
        <w:tab/>
      </w:r>
      <w:r>
        <w:tab/>
      </w:r>
      <w:r>
        <w:tab/>
      </w:r>
      <w:r w:rsidRPr="0051354D">
        <w:rPr>
          <w:highlight w:val="yellow"/>
        </w:rPr>
        <w:t>………………</w:t>
      </w:r>
      <w:r>
        <w:t>.</w:t>
      </w:r>
    </w:p>
    <w:p w14:paraId="0C7D2E4D" w14:textId="77777777" w:rsidR="00942717" w:rsidRDefault="00942717" w:rsidP="00942717">
      <w:pPr>
        <w:ind w:left="283" w:firstLine="284"/>
      </w:pPr>
      <w:r>
        <w:t>IČO:</w:t>
      </w:r>
      <w:r>
        <w:tab/>
      </w:r>
      <w:r>
        <w:tab/>
      </w:r>
      <w:r>
        <w:tab/>
      </w:r>
      <w:r>
        <w:tab/>
      </w:r>
      <w:r>
        <w:tab/>
      </w:r>
      <w:r w:rsidRPr="0051354D">
        <w:rPr>
          <w:highlight w:val="yellow"/>
        </w:rPr>
        <w:t>………………</w:t>
      </w:r>
      <w:r>
        <w:t>.</w:t>
      </w:r>
    </w:p>
    <w:p w14:paraId="3965EDC1" w14:textId="77777777" w:rsidR="00942717" w:rsidRDefault="00942717" w:rsidP="00942717">
      <w:pPr>
        <w:ind w:left="283" w:firstLine="284"/>
      </w:pPr>
      <w:r>
        <w:t>DIČ:</w:t>
      </w:r>
      <w:r>
        <w:tab/>
      </w:r>
      <w:r>
        <w:tab/>
      </w:r>
      <w:r>
        <w:tab/>
      </w:r>
      <w:r>
        <w:tab/>
      </w:r>
      <w:r>
        <w:tab/>
      </w:r>
      <w:r w:rsidRPr="0051354D">
        <w:rPr>
          <w:highlight w:val="yellow"/>
        </w:rPr>
        <w:t>………………</w:t>
      </w:r>
      <w:r>
        <w:t>.</w:t>
      </w:r>
    </w:p>
    <w:p w14:paraId="165EDE48" w14:textId="77777777" w:rsidR="00942717" w:rsidRDefault="00942717" w:rsidP="00942717">
      <w:pPr>
        <w:ind w:left="283" w:firstLine="284"/>
      </w:pPr>
      <w:r>
        <w:t>zastoupený:</w:t>
      </w:r>
      <w:r>
        <w:tab/>
      </w:r>
      <w:r>
        <w:tab/>
      </w:r>
      <w:r>
        <w:tab/>
      </w:r>
      <w:r w:rsidRPr="0051354D">
        <w:rPr>
          <w:highlight w:val="yellow"/>
        </w:rPr>
        <w:t>………………</w:t>
      </w:r>
      <w:r>
        <w:t>.</w:t>
      </w:r>
    </w:p>
    <w:p w14:paraId="5082297A" w14:textId="77777777" w:rsidR="00942717" w:rsidRDefault="00942717" w:rsidP="00942717">
      <w:r>
        <w:tab/>
      </w:r>
      <w:r>
        <w:tab/>
      </w:r>
      <w:r>
        <w:tab/>
      </w:r>
      <w:r>
        <w:tab/>
      </w:r>
      <w:r>
        <w:tab/>
      </w:r>
      <w:r>
        <w:tab/>
      </w:r>
      <w:r>
        <w:tab/>
      </w:r>
      <w:r>
        <w:tab/>
      </w:r>
      <w:r w:rsidRPr="0051354D">
        <w:rPr>
          <w:highlight w:val="yellow"/>
        </w:rPr>
        <w:t>………………</w:t>
      </w:r>
      <w:r>
        <w:t>.</w:t>
      </w:r>
    </w:p>
    <w:p w14:paraId="2C7E0570" w14:textId="77777777" w:rsidR="00C30D59" w:rsidRDefault="00C30D59" w:rsidP="00942717">
      <w:r w:rsidRPr="00C30D59">
        <w:t>Osoby oprávněné jednat za zhotovitele v rámci uzavřené smlouvy o dílo:</w:t>
      </w:r>
      <w:r w:rsidR="00942717">
        <w:t xml:space="preserve"> (každý samostatně)</w:t>
      </w:r>
    </w:p>
    <w:tbl>
      <w:tblPr>
        <w:tblStyle w:val="Mkatabulky"/>
        <w:tblW w:w="0" w:type="auto"/>
        <w:tblLook w:val="04A0" w:firstRow="1" w:lastRow="0" w:firstColumn="1" w:lastColumn="0" w:noHBand="0" w:noVBand="1"/>
      </w:tblPr>
      <w:tblGrid>
        <w:gridCol w:w="2660"/>
        <w:gridCol w:w="2410"/>
        <w:gridCol w:w="1839"/>
        <w:gridCol w:w="2303"/>
      </w:tblGrid>
      <w:tr w:rsidR="00C30D59" w:rsidRPr="009A21C7" w14:paraId="3D8582E5" w14:textId="77777777" w:rsidTr="00BA59A8">
        <w:trPr>
          <w:trHeight w:val="438"/>
        </w:trPr>
        <w:tc>
          <w:tcPr>
            <w:tcW w:w="2660" w:type="dxa"/>
            <w:vAlign w:val="center"/>
          </w:tcPr>
          <w:p w14:paraId="79A3648A" w14:textId="77777777"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ve věcech:</w:t>
            </w:r>
          </w:p>
        </w:tc>
        <w:tc>
          <w:tcPr>
            <w:tcW w:w="2410" w:type="dxa"/>
            <w:vAlign w:val="center"/>
          </w:tcPr>
          <w:p w14:paraId="0C54ED95" w14:textId="77777777"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jméno a příjmení:</w:t>
            </w:r>
          </w:p>
        </w:tc>
        <w:tc>
          <w:tcPr>
            <w:tcW w:w="1839" w:type="dxa"/>
            <w:vAlign w:val="center"/>
          </w:tcPr>
          <w:p w14:paraId="312B32E3" w14:textId="77777777"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telefon:</w:t>
            </w:r>
          </w:p>
        </w:tc>
        <w:tc>
          <w:tcPr>
            <w:tcW w:w="2303" w:type="dxa"/>
            <w:vAlign w:val="center"/>
          </w:tcPr>
          <w:p w14:paraId="614C0C6C" w14:textId="77777777"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e-mail:</w:t>
            </w:r>
          </w:p>
        </w:tc>
      </w:tr>
      <w:tr w:rsidR="00CC2F4F" w:rsidRPr="009A21C7" w14:paraId="5CFA805B" w14:textId="77777777" w:rsidTr="00CC2F4F">
        <w:tc>
          <w:tcPr>
            <w:tcW w:w="2660" w:type="dxa"/>
          </w:tcPr>
          <w:p w14:paraId="45FB681A" w14:textId="77777777" w:rsidR="00CC2F4F" w:rsidRPr="00B20BE0" w:rsidRDefault="00CC2F4F" w:rsidP="00CC2F4F">
            <w:pPr>
              <w:overflowPunct w:val="0"/>
              <w:autoSpaceDE w:val="0"/>
              <w:autoSpaceDN w:val="0"/>
              <w:adjustRightInd w:val="0"/>
              <w:textAlignment w:val="baseline"/>
              <w:rPr>
                <w:rFonts w:cs="Arial"/>
                <w:color w:val="000000"/>
                <w:sz w:val="20"/>
                <w:szCs w:val="20"/>
              </w:rPr>
            </w:pPr>
            <w:r w:rsidRPr="00B20BE0">
              <w:rPr>
                <w:rFonts w:cs="Arial"/>
                <w:color w:val="000000"/>
                <w:sz w:val="20"/>
                <w:szCs w:val="20"/>
              </w:rPr>
              <w:t>smluvních</w:t>
            </w:r>
          </w:p>
        </w:tc>
        <w:tc>
          <w:tcPr>
            <w:tcW w:w="2410" w:type="dxa"/>
          </w:tcPr>
          <w:p w14:paraId="58D59046" w14:textId="23DF7B47"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c>
          <w:tcPr>
            <w:tcW w:w="1839" w:type="dxa"/>
          </w:tcPr>
          <w:p w14:paraId="140CBDAD" w14:textId="76FD8E04"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c>
          <w:tcPr>
            <w:tcW w:w="2303" w:type="dxa"/>
          </w:tcPr>
          <w:p w14:paraId="47D54D12" w14:textId="791A82F9"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r>
      <w:tr w:rsidR="00CC2F4F" w:rsidRPr="009A21C7" w14:paraId="41672913" w14:textId="77777777" w:rsidTr="00CC2F4F">
        <w:tc>
          <w:tcPr>
            <w:tcW w:w="2660" w:type="dxa"/>
          </w:tcPr>
          <w:p w14:paraId="111B1494" w14:textId="77777777" w:rsidR="00CC2F4F" w:rsidRPr="00B20BE0" w:rsidRDefault="00CC2F4F" w:rsidP="00CC2F4F">
            <w:pPr>
              <w:overflowPunct w:val="0"/>
              <w:autoSpaceDE w:val="0"/>
              <w:autoSpaceDN w:val="0"/>
              <w:adjustRightInd w:val="0"/>
              <w:textAlignment w:val="baseline"/>
              <w:rPr>
                <w:rFonts w:cs="Arial"/>
                <w:color w:val="000000"/>
                <w:sz w:val="20"/>
                <w:szCs w:val="20"/>
              </w:rPr>
            </w:pPr>
            <w:r w:rsidRPr="00B20BE0">
              <w:rPr>
                <w:rFonts w:cs="Arial"/>
                <w:color w:val="000000"/>
                <w:sz w:val="20"/>
                <w:szCs w:val="20"/>
              </w:rPr>
              <w:t xml:space="preserve">technických </w:t>
            </w:r>
          </w:p>
        </w:tc>
        <w:tc>
          <w:tcPr>
            <w:tcW w:w="2410" w:type="dxa"/>
          </w:tcPr>
          <w:p w14:paraId="56F12C5C" w14:textId="4F890EF6"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c>
          <w:tcPr>
            <w:tcW w:w="1839" w:type="dxa"/>
          </w:tcPr>
          <w:p w14:paraId="7D3FA0E8" w14:textId="783E1906"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c>
          <w:tcPr>
            <w:tcW w:w="2303" w:type="dxa"/>
          </w:tcPr>
          <w:p w14:paraId="0D0CDC2C" w14:textId="091F7994"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r>
      <w:tr w:rsidR="00CC2F4F" w:rsidRPr="009A21C7" w14:paraId="1226C737" w14:textId="77777777" w:rsidTr="00CC2F4F">
        <w:tc>
          <w:tcPr>
            <w:tcW w:w="2660" w:type="dxa"/>
          </w:tcPr>
          <w:p w14:paraId="2D9F945F" w14:textId="77777777" w:rsidR="00CC2F4F" w:rsidRPr="00B20BE0" w:rsidRDefault="00CC2F4F" w:rsidP="00CC2F4F">
            <w:pPr>
              <w:overflowPunct w:val="0"/>
              <w:autoSpaceDE w:val="0"/>
              <w:autoSpaceDN w:val="0"/>
              <w:adjustRightInd w:val="0"/>
              <w:textAlignment w:val="baseline"/>
              <w:rPr>
                <w:rFonts w:cs="Arial"/>
                <w:color w:val="000000"/>
                <w:sz w:val="20"/>
                <w:szCs w:val="20"/>
              </w:rPr>
            </w:pPr>
            <w:r w:rsidRPr="00B20BE0">
              <w:rPr>
                <w:rFonts w:cs="Arial"/>
                <w:color w:val="000000"/>
                <w:sz w:val="20"/>
                <w:szCs w:val="20"/>
              </w:rPr>
              <w:t>zapisovat do deníku</w:t>
            </w:r>
          </w:p>
        </w:tc>
        <w:tc>
          <w:tcPr>
            <w:tcW w:w="2410" w:type="dxa"/>
          </w:tcPr>
          <w:p w14:paraId="5E0BCB83" w14:textId="580FC7BC"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c>
          <w:tcPr>
            <w:tcW w:w="1839" w:type="dxa"/>
          </w:tcPr>
          <w:p w14:paraId="058B59FA" w14:textId="0152F8D7"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c>
          <w:tcPr>
            <w:tcW w:w="2303" w:type="dxa"/>
          </w:tcPr>
          <w:p w14:paraId="4E078930" w14:textId="1787E4A1"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r>
      <w:tr w:rsidR="00CC2F4F" w:rsidRPr="009A21C7" w14:paraId="0B2B4B36" w14:textId="77777777" w:rsidTr="00CC2F4F">
        <w:tc>
          <w:tcPr>
            <w:tcW w:w="2660" w:type="dxa"/>
          </w:tcPr>
          <w:p w14:paraId="74B5351C" w14:textId="77777777" w:rsidR="00CC2F4F" w:rsidRPr="00B20BE0" w:rsidRDefault="00CC2F4F" w:rsidP="00CC2F4F">
            <w:pPr>
              <w:overflowPunct w:val="0"/>
              <w:autoSpaceDE w:val="0"/>
              <w:autoSpaceDN w:val="0"/>
              <w:adjustRightInd w:val="0"/>
              <w:textAlignment w:val="baseline"/>
              <w:rPr>
                <w:rFonts w:cs="Arial"/>
                <w:color w:val="000000"/>
                <w:sz w:val="20"/>
                <w:szCs w:val="20"/>
              </w:rPr>
            </w:pPr>
            <w:r w:rsidRPr="00B20BE0">
              <w:rPr>
                <w:rFonts w:cs="Arial"/>
                <w:color w:val="000000"/>
                <w:sz w:val="20"/>
                <w:szCs w:val="20"/>
              </w:rPr>
              <w:t>předání a převzetí díla</w:t>
            </w:r>
          </w:p>
        </w:tc>
        <w:tc>
          <w:tcPr>
            <w:tcW w:w="2410" w:type="dxa"/>
          </w:tcPr>
          <w:p w14:paraId="66C372D9" w14:textId="706E655D"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c>
          <w:tcPr>
            <w:tcW w:w="1839" w:type="dxa"/>
          </w:tcPr>
          <w:p w14:paraId="7319DC73" w14:textId="6720F4BE"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c>
          <w:tcPr>
            <w:tcW w:w="2303" w:type="dxa"/>
          </w:tcPr>
          <w:p w14:paraId="422B1E04" w14:textId="535AC15D"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r>
      <w:tr w:rsidR="00CC2F4F" w:rsidRPr="009A21C7" w14:paraId="1AF19108" w14:textId="77777777" w:rsidTr="00CC2F4F">
        <w:tc>
          <w:tcPr>
            <w:tcW w:w="2660" w:type="dxa"/>
          </w:tcPr>
          <w:p w14:paraId="16F0FC3C" w14:textId="77777777" w:rsidR="00CC2F4F" w:rsidRPr="00B20BE0" w:rsidRDefault="00CC2F4F" w:rsidP="00CC2F4F">
            <w:pPr>
              <w:overflowPunct w:val="0"/>
              <w:autoSpaceDE w:val="0"/>
              <w:autoSpaceDN w:val="0"/>
              <w:adjustRightInd w:val="0"/>
              <w:textAlignment w:val="baseline"/>
              <w:rPr>
                <w:rFonts w:cs="Arial"/>
                <w:color w:val="000000"/>
                <w:sz w:val="20"/>
                <w:szCs w:val="20"/>
              </w:rPr>
            </w:pPr>
            <w:r w:rsidRPr="00B20BE0">
              <w:rPr>
                <w:rFonts w:cs="Arial"/>
                <w:color w:val="000000"/>
                <w:sz w:val="20"/>
                <w:szCs w:val="20"/>
              </w:rPr>
              <w:t>dodržování bezpečnostních opatření (včetně BOZP)</w:t>
            </w:r>
          </w:p>
        </w:tc>
        <w:tc>
          <w:tcPr>
            <w:tcW w:w="2410" w:type="dxa"/>
          </w:tcPr>
          <w:p w14:paraId="36094451" w14:textId="14B9C6D6"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c>
          <w:tcPr>
            <w:tcW w:w="1839" w:type="dxa"/>
          </w:tcPr>
          <w:p w14:paraId="1C8EABF3" w14:textId="765A1668"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c>
          <w:tcPr>
            <w:tcW w:w="2303" w:type="dxa"/>
          </w:tcPr>
          <w:p w14:paraId="2867388F" w14:textId="5BB8F48F"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r>
    </w:tbl>
    <w:p w14:paraId="40559388" w14:textId="77777777" w:rsidR="00C30D59" w:rsidRDefault="00C30D59" w:rsidP="00C30D59">
      <w:pPr>
        <w:pStyle w:val="Odstavec2"/>
        <w:numPr>
          <w:ilvl w:val="0"/>
          <w:numId w:val="0"/>
        </w:numPr>
        <w:ind w:left="567" w:hanging="567"/>
      </w:pPr>
      <w:r>
        <w:t>(dále jen „</w:t>
      </w:r>
      <w:r w:rsidRPr="00C30D59">
        <w:rPr>
          <w:b/>
          <w:i/>
        </w:rPr>
        <w:t>Zhotovitel</w:t>
      </w:r>
      <w:r>
        <w:t>“)</w:t>
      </w:r>
    </w:p>
    <w:p w14:paraId="2E09A804" w14:textId="77777777" w:rsidR="00C30D59" w:rsidRDefault="00C30D59" w:rsidP="00C30D59">
      <w:pPr>
        <w:pStyle w:val="Odstavec2"/>
        <w:numPr>
          <w:ilvl w:val="0"/>
          <w:numId w:val="0"/>
        </w:numPr>
      </w:pPr>
      <w:r>
        <w:t>(Objednatel a Zhotovitel společně též „</w:t>
      </w:r>
      <w:r w:rsidRPr="00C30D59">
        <w:rPr>
          <w:b/>
          <w:i/>
        </w:rPr>
        <w:t>Smluvní strany</w:t>
      </w:r>
      <w:r>
        <w:t>“)</w:t>
      </w:r>
    </w:p>
    <w:p w14:paraId="437F729A" w14:textId="77777777"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14:paraId="0B5C4CEC" w14:textId="77777777" w:rsidR="00C962BE" w:rsidRPr="00C962BE" w:rsidRDefault="00C962BE" w:rsidP="00280022">
      <w:pPr>
        <w:pStyle w:val="lnek"/>
      </w:pPr>
      <w:r w:rsidRPr="00C962BE">
        <w:t xml:space="preserve">Základní údaje </w:t>
      </w:r>
      <w:r w:rsidR="00204984">
        <w:t xml:space="preserve">a </w:t>
      </w:r>
      <w:r w:rsidR="00204984" w:rsidRPr="00280022">
        <w:t>předmět</w:t>
      </w:r>
      <w:r w:rsidR="00204984">
        <w:t xml:space="preserve"> plnění</w:t>
      </w:r>
    </w:p>
    <w:p w14:paraId="6EFFBE71" w14:textId="77777777" w:rsidR="00204984" w:rsidRDefault="00204984" w:rsidP="00E73AD4">
      <w:pPr>
        <w:pStyle w:val="Odstavec2"/>
        <w:tabs>
          <w:tab w:val="clear" w:pos="567"/>
          <w:tab w:val="left" w:pos="709"/>
        </w:tabs>
      </w:pPr>
      <w:r w:rsidRPr="00204984">
        <w:t xml:space="preserve">Zhotovitel prohlašuje, že má veškerá oprávnění a technické vybavení potřebné k řádnému splnění této Smlouvy. </w:t>
      </w:r>
    </w:p>
    <w:p w14:paraId="6439E48B" w14:textId="77777777" w:rsidR="00942717" w:rsidRPr="00F33DEA" w:rsidRDefault="00942717" w:rsidP="00E73AD4">
      <w:pPr>
        <w:pStyle w:val="Odstavec2"/>
        <w:tabs>
          <w:tab w:val="clear" w:pos="567"/>
          <w:tab w:val="left" w:pos="709"/>
        </w:tabs>
      </w:pPr>
      <w:r>
        <w:t>Tato Smlouva je výsledkem zadávacího řízení vedeného Objednatelem postupem dle zákona č. 134/2016 Sb., o zadávání veřejných zakázek, ve znění pozdějších předpisů, a je uzavírána dle platné legislativy jako smlouva o dílo s odkazem na § 2586 a násl. ustanovení zákona č. 89/2012 Sb., občanský zákoník, v platném znění.</w:t>
      </w:r>
    </w:p>
    <w:p w14:paraId="1C018D21" w14:textId="4BEBF360" w:rsidR="00D42E87" w:rsidRPr="00D51852" w:rsidRDefault="00B20BE0" w:rsidP="00E73AD4">
      <w:pPr>
        <w:pStyle w:val="Odstavec2"/>
        <w:tabs>
          <w:tab w:val="clear" w:pos="567"/>
          <w:tab w:val="left" w:pos="709"/>
        </w:tabs>
      </w:pPr>
      <w:r w:rsidRPr="007240F7">
        <w:rPr>
          <w:b/>
        </w:rPr>
        <w:t xml:space="preserve">Předmětem této Smlouvy je </w:t>
      </w:r>
      <w:r w:rsidRPr="00D51852">
        <w:rPr>
          <w:b/>
        </w:rPr>
        <w:t>realizace díla</w:t>
      </w:r>
      <w:r w:rsidRPr="00D51852">
        <w:t xml:space="preserve"> „</w:t>
      </w:r>
      <w:r w:rsidR="00CC2F4F">
        <w:rPr>
          <w:rFonts w:cs="Arial"/>
        </w:rPr>
        <w:t>Kompenzace produktových rozvodů sklad PHM Sedlnice, ČEPRO, a.s.</w:t>
      </w:r>
      <w:r w:rsidRPr="00D51852">
        <w:t>“, které zahrnuje zejména</w:t>
      </w:r>
      <w:r w:rsidR="00D42E87" w:rsidRPr="00D51852">
        <w:t>:</w:t>
      </w:r>
    </w:p>
    <w:p w14:paraId="028FDC4C" w14:textId="7AA6D189" w:rsidR="00D42E87" w:rsidRDefault="00317031" w:rsidP="007040D2">
      <w:pPr>
        <w:pStyle w:val="Odstavec2"/>
        <w:numPr>
          <w:ilvl w:val="0"/>
          <w:numId w:val="9"/>
        </w:numPr>
      </w:pPr>
      <w:r>
        <w:t>úpravy kompenzace produktových rozvodů, uvedení rozvodů do původního stavu tak, aby kompenzační členy plnili svou funkci</w:t>
      </w:r>
      <w:r w:rsidR="0066767C">
        <w:t xml:space="preserve">, </w:t>
      </w:r>
      <w:r w:rsidR="00E73AD4" w:rsidRPr="001718E6">
        <w:t xml:space="preserve">podle dokumentace </w:t>
      </w:r>
      <w:r>
        <w:t>realizační dokumentace stavby</w:t>
      </w:r>
      <w:r w:rsidR="00E73AD4" w:rsidRPr="001718E6">
        <w:t xml:space="preserve"> (dále též jen „</w:t>
      </w:r>
      <w:r>
        <w:rPr>
          <w:b/>
          <w:i/>
        </w:rPr>
        <w:t>RDS</w:t>
      </w:r>
      <w:r w:rsidR="00E73AD4" w:rsidRPr="001718E6">
        <w:t>“) vyhotovené v </w:t>
      </w:r>
      <w:r>
        <w:t>listopadu 2018</w:t>
      </w:r>
      <w:r w:rsidR="00E73AD4" w:rsidRPr="001718E6">
        <w:t xml:space="preserve">, Ing. Alešem Fidlerem, IP PROJEKT a.s., </w:t>
      </w:r>
      <w:proofErr w:type="spellStart"/>
      <w:r w:rsidR="00E73AD4" w:rsidRPr="001718E6">
        <w:t>Vrázová</w:t>
      </w:r>
      <w:proofErr w:type="spellEnd"/>
      <w:r w:rsidR="00E73AD4" w:rsidRPr="001718E6">
        <w:t xml:space="preserve"> 8, 703 00 Ostrava – Vítkovice, IČ 25391747</w:t>
      </w:r>
      <w:r w:rsidR="00E73AD4">
        <w:t>,</w:t>
      </w:r>
    </w:p>
    <w:p w14:paraId="0ED4EC02" w14:textId="1F4F910B" w:rsidR="00E73AD4" w:rsidRDefault="00E73AD4" w:rsidP="007040D2">
      <w:pPr>
        <w:pStyle w:val="Odstavec2"/>
        <w:numPr>
          <w:ilvl w:val="0"/>
          <w:numId w:val="9"/>
        </w:numPr>
      </w:pPr>
      <w:r w:rsidRPr="001718E6">
        <w:t>přípravné, související a dokončovací práce pro provedení díla vyjma činností, které zajistí Objednatel v rámci sjednané součinnosti</w:t>
      </w:r>
      <w:r>
        <w:t>,</w:t>
      </w:r>
    </w:p>
    <w:p w14:paraId="792689F7" w14:textId="183B6624" w:rsidR="00E73AD4" w:rsidRPr="00E73AD4" w:rsidRDefault="00E73AD4" w:rsidP="007040D2">
      <w:pPr>
        <w:pStyle w:val="Odstavec2"/>
        <w:numPr>
          <w:ilvl w:val="0"/>
          <w:numId w:val="9"/>
        </w:numPr>
      </w:pPr>
      <w:r w:rsidRPr="00E73AD4">
        <w:t>ekologická likvidace a uložení všech hmot a odpadů včetně nebezpečných odpadů vzniklých při realizaci díla v souladu s obecně závaznými předpisy včetně doložení příslušných dokladů</w:t>
      </w:r>
      <w:r>
        <w:t>,</w:t>
      </w:r>
    </w:p>
    <w:p w14:paraId="5687B3E0" w14:textId="20A56106" w:rsidR="00E73AD4" w:rsidRPr="00E73AD4" w:rsidRDefault="00E73AD4" w:rsidP="007040D2">
      <w:pPr>
        <w:pStyle w:val="Odstavec2"/>
        <w:numPr>
          <w:ilvl w:val="0"/>
          <w:numId w:val="9"/>
        </w:numPr>
      </w:pPr>
      <w:r w:rsidRPr="00E73AD4">
        <w:t>zajištění a předložení dokladů požadovaných Objednatelem a vyplývající z platné legislativy</w:t>
      </w:r>
      <w:r w:rsidR="00594CB2">
        <w:t>,</w:t>
      </w:r>
    </w:p>
    <w:p w14:paraId="6DD7E86F" w14:textId="3625A265" w:rsidR="00594CB2" w:rsidRDefault="00E73AD4" w:rsidP="00594CB2">
      <w:pPr>
        <w:pStyle w:val="Odstavec2"/>
        <w:numPr>
          <w:ilvl w:val="0"/>
          <w:numId w:val="9"/>
        </w:numPr>
      </w:pPr>
      <w:r w:rsidRPr="00E73AD4">
        <w:t>vyzkoušení díla</w:t>
      </w:r>
      <w:r w:rsidR="00E9384A">
        <w:t xml:space="preserve"> </w:t>
      </w:r>
      <w:r w:rsidRPr="00E73AD4">
        <w:t xml:space="preserve">(v souladu se </w:t>
      </w:r>
      <w:proofErr w:type="spellStart"/>
      <w:r w:rsidRPr="00E73AD4">
        <w:t>stavebněprávními</w:t>
      </w:r>
      <w:proofErr w:type="spellEnd"/>
      <w:r w:rsidRPr="00E73AD4">
        <w:t xml:space="preserve"> předpisy, za podmínek vyplývajících ze </w:t>
      </w:r>
      <w:r>
        <w:t>Závazných podkladů</w:t>
      </w:r>
      <w:r w:rsidR="00867FFE">
        <w:t>) včetně</w:t>
      </w:r>
      <w:r w:rsidR="008B37E4">
        <w:t xml:space="preserve"> sledování funkce kompenzačních členů</w:t>
      </w:r>
      <w:r w:rsidR="00867FFE">
        <w:t xml:space="preserve"> po dobu nejméně</w:t>
      </w:r>
      <w:r w:rsidR="00594CB2">
        <w:t xml:space="preserve"> 12 měsíců,</w:t>
      </w:r>
    </w:p>
    <w:p w14:paraId="22832027" w14:textId="7EBB2DC5" w:rsidR="00E73AD4" w:rsidRPr="00E73AD4" w:rsidRDefault="00E73AD4" w:rsidP="00594CB2">
      <w:pPr>
        <w:pStyle w:val="Odstavec2"/>
        <w:numPr>
          <w:ilvl w:val="0"/>
          <w:numId w:val="9"/>
        </w:numPr>
      </w:pPr>
      <w:r w:rsidRPr="00E73AD4">
        <w:lastRenderedPageBreak/>
        <w:t>uvedení do provozu, a to v rozsahu potřebném pro provedení díla „na klíč“ dle pokynů a požadavků Objednatele v souladu s touto Smlouvou, jejími přílohami a dokumenty, na které odkazuje</w:t>
      </w:r>
      <w:r w:rsidR="00803659">
        <w:t>,</w:t>
      </w:r>
    </w:p>
    <w:p w14:paraId="59398D0C" w14:textId="4635E60B" w:rsidR="00A966F3" w:rsidRPr="00ED015C" w:rsidRDefault="00E9384A" w:rsidP="007040D2">
      <w:pPr>
        <w:pStyle w:val="Odstavec2"/>
        <w:numPr>
          <w:ilvl w:val="0"/>
          <w:numId w:val="9"/>
        </w:numPr>
      </w:pPr>
      <w:r>
        <w:t>,</w:t>
      </w:r>
      <w:r w:rsidR="00165FC8" w:rsidRPr="00ED015C">
        <w:t xml:space="preserve"> </w:t>
      </w:r>
    </w:p>
    <w:p w14:paraId="3B9DDBA3" w14:textId="52DDB570" w:rsidR="00A966F3" w:rsidRPr="00ED015C" w:rsidRDefault="00A966F3" w:rsidP="007040D2">
      <w:pPr>
        <w:pStyle w:val="Odstavec2"/>
        <w:numPr>
          <w:ilvl w:val="0"/>
          <w:numId w:val="9"/>
        </w:numPr>
      </w:pPr>
      <w:r w:rsidRPr="00ED015C">
        <w:t>vypracování technologického postupu</w:t>
      </w:r>
      <w:r w:rsidR="008B37E4">
        <w:t xml:space="preserve"> a bezpečnostních rizik</w:t>
      </w:r>
      <w:r w:rsidRPr="00ED015C">
        <w:t>,</w:t>
      </w:r>
    </w:p>
    <w:p w14:paraId="4BCDE26A" w14:textId="77777777" w:rsidR="00A966F3" w:rsidRPr="00ED015C" w:rsidRDefault="00A966F3" w:rsidP="007040D2">
      <w:pPr>
        <w:pStyle w:val="Odstavec2"/>
        <w:numPr>
          <w:ilvl w:val="0"/>
          <w:numId w:val="9"/>
        </w:numPr>
      </w:pPr>
      <w:r w:rsidRPr="00ED015C">
        <w:t>vypracování dokumentace skutečného provedení,</w:t>
      </w:r>
    </w:p>
    <w:p w14:paraId="29EC196F" w14:textId="109AC226" w:rsidR="00A966F3" w:rsidRPr="00ED015C" w:rsidRDefault="00A966F3" w:rsidP="007040D2">
      <w:pPr>
        <w:pStyle w:val="Odstavec2"/>
        <w:numPr>
          <w:ilvl w:val="0"/>
          <w:numId w:val="9"/>
        </w:numPr>
      </w:pPr>
      <w:r w:rsidRPr="00ED015C">
        <w:t xml:space="preserve">vyzkoušení díla, </w:t>
      </w:r>
    </w:p>
    <w:p w14:paraId="61988ED7" w14:textId="77777777" w:rsidR="00A966F3" w:rsidRPr="00ED015C" w:rsidRDefault="00A966F3" w:rsidP="007040D2">
      <w:pPr>
        <w:pStyle w:val="Odstavec2"/>
        <w:numPr>
          <w:ilvl w:val="0"/>
          <w:numId w:val="9"/>
        </w:numPr>
      </w:pPr>
      <w:r w:rsidRPr="00ED015C">
        <w:t>uvedení do trvalého provozu,</w:t>
      </w:r>
    </w:p>
    <w:p w14:paraId="5F99B63D" w14:textId="3CBD0ACC" w:rsidR="00B20BE0" w:rsidRPr="00B20BE0" w:rsidRDefault="00E73AD4" w:rsidP="007240F7">
      <w:pPr>
        <w:pStyle w:val="Odstavec2"/>
        <w:numPr>
          <w:ilvl w:val="0"/>
          <w:numId w:val="0"/>
        </w:numPr>
        <w:ind w:left="567"/>
      </w:pPr>
      <w:r w:rsidRPr="00B20BE0">
        <w:t xml:space="preserve"> </w:t>
      </w:r>
      <w:r w:rsidR="00B20BE0" w:rsidRPr="00B20BE0">
        <w:t>(dále jen „</w:t>
      </w:r>
      <w:r w:rsidR="00B20BE0" w:rsidRPr="00B20BE0">
        <w:rPr>
          <w:b/>
          <w:i/>
        </w:rPr>
        <w:t>Dílo</w:t>
      </w:r>
      <w:r w:rsidR="00B20BE0" w:rsidRPr="00B20BE0">
        <w:t>“).</w:t>
      </w:r>
    </w:p>
    <w:p w14:paraId="26F12B23" w14:textId="4F135509" w:rsidR="00B20BE0" w:rsidRDefault="00B20BE0" w:rsidP="0098546F">
      <w:pPr>
        <w:pStyle w:val="Odstavec2"/>
        <w:tabs>
          <w:tab w:val="clear" w:pos="567"/>
          <w:tab w:val="left" w:pos="709"/>
        </w:tabs>
      </w:pPr>
      <w:r>
        <w:t>Zhotovitel je povinen provést dílo v rozsahu a dle technického řešení podle níže uvedené dokumentace (</w:t>
      </w:r>
      <w:r w:rsidR="00867FFE">
        <w:t xml:space="preserve">výše a </w:t>
      </w:r>
      <w:r>
        <w:t>dále jen „</w:t>
      </w:r>
      <w:r w:rsidRPr="007240F7">
        <w:rPr>
          <w:b/>
          <w:i/>
        </w:rPr>
        <w:t>Závazné podklady</w:t>
      </w:r>
      <w:r>
        <w:t xml:space="preserve">“): </w:t>
      </w:r>
    </w:p>
    <w:p w14:paraId="0D10A38D" w14:textId="2761D749" w:rsidR="00B20BE0" w:rsidRDefault="00B20BE0" w:rsidP="007040D2">
      <w:pPr>
        <w:pStyle w:val="Odstavec2"/>
        <w:numPr>
          <w:ilvl w:val="0"/>
          <w:numId w:val="4"/>
        </w:numPr>
      </w:pPr>
      <w:r>
        <w:t xml:space="preserve">Zhotoviteli předané a jím převzaté zadávací dokumentace ze </w:t>
      </w:r>
      <w:r w:rsidRPr="00B76A5F">
        <w:t xml:space="preserve">dne </w:t>
      </w:r>
      <w:r w:rsidR="00B76A5F" w:rsidRPr="00B76A5F">
        <w:t>27</w:t>
      </w:r>
      <w:r w:rsidR="007971DD" w:rsidRPr="00B76A5F">
        <w:t xml:space="preserve">. </w:t>
      </w:r>
      <w:r w:rsidR="00594CB2" w:rsidRPr="00B76A5F">
        <w:t>4</w:t>
      </w:r>
      <w:r w:rsidR="007971DD" w:rsidRPr="00B76A5F">
        <w:t>. 202</w:t>
      </w:r>
      <w:r w:rsidR="00594CB2" w:rsidRPr="00B76A5F">
        <w:t>2</w:t>
      </w:r>
      <w:r w:rsidR="007971DD" w:rsidRPr="00B76A5F">
        <w:t xml:space="preserve"> </w:t>
      </w:r>
      <w:r w:rsidRPr="00B76A5F">
        <w:t>k za</w:t>
      </w:r>
      <w:r>
        <w:t>kázce č.</w:t>
      </w:r>
      <w:r w:rsidR="00C73609">
        <w:t>0701/22/OCN</w:t>
      </w:r>
      <w:r w:rsidR="0098546F">
        <w:t>/OCN</w:t>
      </w:r>
      <w:r>
        <w:t>, nazvané „</w:t>
      </w:r>
      <w:r w:rsidR="00C73609">
        <w:rPr>
          <w:rFonts w:cs="Arial"/>
        </w:rPr>
        <w:t>Kompenzace produktových rozvodů sklad PHM Sedlnice, ČEPRO, a.s.</w:t>
      </w:r>
      <w:r>
        <w:t>“, včetně jejích příloh (dále jen „</w:t>
      </w:r>
      <w:r w:rsidRPr="00AF68B0">
        <w:rPr>
          <w:b/>
          <w:i/>
        </w:rPr>
        <w:t>Zadávací dokumentace</w:t>
      </w:r>
      <w:r>
        <w:t xml:space="preserve">“), </w:t>
      </w:r>
    </w:p>
    <w:p w14:paraId="525F16C9" w14:textId="77777777" w:rsidR="00B20BE0" w:rsidRDefault="00B20BE0" w:rsidP="007040D2">
      <w:pPr>
        <w:pStyle w:val="Odstavec2"/>
        <w:numPr>
          <w:ilvl w:val="0"/>
          <w:numId w:val="4"/>
        </w:numPr>
      </w:pPr>
      <w:r>
        <w:t xml:space="preserve">nabídky Zhotovitele č. </w:t>
      </w:r>
      <w:r w:rsidRPr="00AF68B0">
        <w:rPr>
          <w:highlight w:val="yellow"/>
        </w:rPr>
        <w:t>…….</w:t>
      </w:r>
      <w:r>
        <w:t xml:space="preserve"> ze dne </w:t>
      </w:r>
      <w:r w:rsidRPr="00AF68B0">
        <w:rPr>
          <w:highlight w:val="yellow"/>
        </w:rPr>
        <w:t>…….</w:t>
      </w:r>
      <w:r>
        <w:t xml:space="preserve"> podané do výběrového řízení k zakázce </w:t>
      </w:r>
      <w:r w:rsidR="00AF68B0">
        <w:t>dle Zadávací dokumentace</w:t>
      </w:r>
      <w:r>
        <w:t xml:space="preserve"> (dále jen „</w:t>
      </w:r>
      <w:r w:rsidRPr="00AF68B0">
        <w:rPr>
          <w:b/>
          <w:i/>
        </w:rPr>
        <w:t>Nabídka</w:t>
      </w:r>
      <w:r>
        <w:t>“),</w:t>
      </w:r>
    </w:p>
    <w:p w14:paraId="24FA1090" w14:textId="1E48204B" w:rsidR="00B20BE0" w:rsidRPr="0098546F" w:rsidRDefault="0098546F" w:rsidP="007040D2">
      <w:pPr>
        <w:pStyle w:val="Odstavec2"/>
        <w:numPr>
          <w:ilvl w:val="0"/>
          <w:numId w:val="4"/>
        </w:numPr>
      </w:pPr>
      <w:r w:rsidRPr="0098546F">
        <w:t>pokyny Objednatele a podklady předanými Objednatelem.</w:t>
      </w:r>
    </w:p>
    <w:p w14:paraId="285A1B3D" w14:textId="77777777" w:rsidR="00B20BE0" w:rsidRDefault="00AF68B0" w:rsidP="0098546F">
      <w:pPr>
        <w:pStyle w:val="Odstavec2"/>
        <w:tabs>
          <w:tab w:val="clear" w:pos="567"/>
        </w:tabs>
      </w:pPr>
      <w:r w:rsidRPr="00AF68B0">
        <w:t>V případě rozporu mezi jednotlivými dokumenty Závazných podkladů má přednost Zadávací dokumentace.</w:t>
      </w:r>
    </w:p>
    <w:p w14:paraId="23D3AC1C" w14:textId="77777777" w:rsidR="00AF68B0" w:rsidRDefault="00AF68B0" w:rsidP="0098546F">
      <w:pPr>
        <w:pStyle w:val="Odstavec2"/>
        <w:tabs>
          <w:tab w:val="clear" w:pos="567"/>
          <w:tab w:val="left" w:pos="709"/>
        </w:tabs>
      </w:pPr>
      <w:r w:rsidRPr="00AF68B0">
        <w:t xml:space="preserve">Zhotovitel odpovídá za kompletnost Nabídky a za skutečnost, že Nabídka zajišťuje provedení </w:t>
      </w:r>
      <w:r w:rsidR="00942717">
        <w:t>D</w:t>
      </w:r>
      <w:r w:rsidRPr="00AF68B0">
        <w:t>íla podle Zadávací dokumentace v celém jeho rozsahu a se všemi jeho součástmi.</w:t>
      </w:r>
    </w:p>
    <w:p w14:paraId="0A7E6373" w14:textId="7F32DA47" w:rsidR="00DD6392" w:rsidRPr="0098546F" w:rsidRDefault="00DD6392" w:rsidP="0098546F">
      <w:pPr>
        <w:pStyle w:val="Odstavec2"/>
        <w:tabs>
          <w:tab w:val="clear" w:pos="567"/>
          <w:tab w:val="left" w:pos="709"/>
        </w:tabs>
      </w:pPr>
      <w:r w:rsidRPr="00DD6392">
        <w:t>Zhotovitel je povinen při provádění Díla postupovat dle způsobu provedení uvedeného v závazném podrobném popisu technologických postupů a prací, který</w:t>
      </w:r>
      <w:r>
        <w:t xml:space="preserve"> </w:t>
      </w:r>
      <w:r w:rsidR="0098546F" w:rsidRPr="0098546F">
        <w:t xml:space="preserve">je součástí Nabídky. </w:t>
      </w:r>
      <w:r w:rsidR="00500AA5" w:rsidRPr="0098546F">
        <w:t>V</w:t>
      </w:r>
      <w:r w:rsidR="00500AA5" w:rsidRPr="00E44CD0">
        <w:t xml:space="preserve"> případě připomínek Objednatele, zapracuje Zhotovitel připomínky do závazného podrobného </w:t>
      </w:r>
      <w:r w:rsidR="00500AA5" w:rsidRPr="0098546F">
        <w:t>technologického postupu prací, obsahujícího rovněž operace, komponenty a technologické předpisy a tento v písemné podobě s podpisem oprávněné osoby Zhotovitele předá Objednateli nejpozději před předáním Staveniště</w:t>
      </w:r>
      <w:r w:rsidR="00413330">
        <w:t>/Pracoviště</w:t>
      </w:r>
      <w:r w:rsidR="00500AA5" w:rsidRPr="0098546F">
        <w:t>.</w:t>
      </w:r>
    </w:p>
    <w:p w14:paraId="2DB9EBE0" w14:textId="03B5BDDB" w:rsidR="00AE3C03" w:rsidRPr="00ED015C" w:rsidRDefault="009E4585" w:rsidP="0098546F">
      <w:pPr>
        <w:pStyle w:val="Odstavec2"/>
        <w:tabs>
          <w:tab w:val="clear" w:pos="567"/>
          <w:tab w:val="left" w:pos="709"/>
        </w:tabs>
      </w:pPr>
      <w:r w:rsidRPr="00ED015C">
        <w:rPr>
          <w:b/>
        </w:rPr>
        <w:t>Projektovou dokumentaci</w:t>
      </w:r>
      <w:r w:rsidR="00633433" w:rsidRPr="003D5571">
        <w:rPr>
          <w:rFonts w:cs="Arial"/>
        </w:rPr>
        <w:t xml:space="preserve">, kterou zpracoval </w:t>
      </w:r>
      <w:r w:rsidR="00633433" w:rsidRPr="00170AC4">
        <w:rPr>
          <w:rFonts w:cs="Arial"/>
        </w:rPr>
        <w:t>Ing. Aleš</w:t>
      </w:r>
      <w:r w:rsidR="00633433">
        <w:rPr>
          <w:rFonts w:cs="Arial"/>
        </w:rPr>
        <w:t xml:space="preserve"> Fidler</w:t>
      </w:r>
      <w:r w:rsidR="00633433" w:rsidRPr="003D5571">
        <w:rPr>
          <w:rFonts w:cs="Arial"/>
        </w:rPr>
        <w:t xml:space="preserve">, IP PROJEKT a.s., </w:t>
      </w:r>
      <w:proofErr w:type="spellStart"/>
      <w:r w:rsidR="00633433" w:rsidRPr="003D5571">
        <w:rPr>
          <w:rFonts w:cs="Arial"/>
        </w:rPr>
        <w:t>Vrázová</w:t>
      </w:r>
      <w:proofErr w:type="spellEnd"/>
      <w:r w:rsidR="00633433" w:rsidRPr="003D5571">
        <w:rPr>
          <w:rFonts w:cs="Arial"/>
        </w:rPr>
        <w:t xml:space="preserve"> 8, 703 00 Ostrava – Vítkovice, </w:t>
      </w:r>
      <w:r w:rsidR="00633433">
        <w:rPr>
          <w:rFonts w:cs="Arial"/>
        </w:rPr>
        <w:t>pod názvem „</w:t>
      </w:r>
      <w:r w:rsidR="00C73609">
        <w:rPr>
          <w:rFonts w:cs="Arial"/>
        </w:rPr>
        <w:t xml:space="preserve">Kompenzace produktových rozvodů sklad PHM Sedlnice, ČEPRO, </w:t>
      </w:r>
      <w:proofErr w:type="spellStart"/>
      <w:r w:rsidR="00C73609">
        <w:rPr>
          <w:rFonts w:cs="Arial"/>
        </w:rPr>
        <w:t>a.s</w:t>
      </w:r>
      <w:proofErr w:type="spellEnd"/>
      <w:r w:rsidR="00633433">
        <w:rPr>
          <w:rFonts w:cs="Arial"/>
        </w:rPr>
        <w:t xml:space="preserve">“ </w:t>
      </w:r>
      <w:r w:rsidRPr="00ED015C">
        <w:t>Objednatel předal Zhotovi</w:t>
      </w:r>
      <w:r w:rsidR="0098546F" w:rsidRPr="00ED015C">
        <w:t>teli před podpisem této Smlouvy</w:t>
      </w:r>
      <w:r w:rsidR="00FF7B63">
        <w:t xml:space="preserve"> v rámci Zadávací dokumentace</w:t>
      </w:r>
      <w:r w:rsidR="0098546F" w:rsidRPr="00ED015C">
        <w:t>.</w:t>
      </w:r>
    </w:p>
    <w:p w14:paraId="19D3E0B7" w14:textId="0C4F8C1C" w:rsidR="00E02D73" w:rsidRPr="00ED015C" w:rsidRDefault="00DD57F1" w:rsidP="00E720CB">
      <w:pPr>
        <w:pStyle w:val="Odstavec2"/>
        <w:tabs>
          <w:tab w:val="clear" w:pos="567"/>
          <w:tab w:val="left" w:pos="709"/>
        </w:tabs>
      </w:pPr>
      <w:r w:rsidRPr="00ED015C">
        <w:t xml:space="preserve">Zhotovitel se zavazuje provést </w:t>
      </w:r>
      <w:r w:rsidRPr="00ED015C">
        <w:rPr>
          <w:b/>
        </w:rPr>
        <w:t>vyzkoušení Díla</w:t>
      </w:r>
      <w:r w:rsidRPr="00ED015C">
        <w:t xml:space="preserve"> spočívající v provedení zkoušek</w:t>
      </w:r>
      <w:r w:rsidR="00084D5C" w:rsidRPr="00ED015C">
        <w:t xml:space="preserve"> vyplývajících ze </w:t>
      </w:r>
      <w:r w:rsidR="00FF7B63">
        <w:t>Z</w:t>
      </w:r>
      <w:r w:rsidR="00084D5C" w:rsidRPr="00ED015C">
        <w:t>adávací dokumentace</w:t>
      </w:r>
      <w:r w:rsidR="00E02D73" w:rsidRPr="00ED015C">
        <w:t>, zejména pak:</w:t>
      </w:r>
    </w:p>
    <w:p w14:paraId="78A773FF" w14:textId="19B05B3D" w:rsidR="00E02D73" w:rsidRPr="00ED015C" w:rsidRDefault="000D48E3" w:rsidP="007040D2">
      <w:pPr>
        <w:pStyle w:val="Odstavec2"/>
        <w:numPr>
          <w:ilvl w:val="0"/>
          <w:numId w:val="13"/>
        </w:numPr>
        <w:tabs>
          <w:tab w:val="clear" w:pos="567"/>
          <w:tab w:val="left" w:pos="709"/>
        </w:tabs>
      </w:pPr>
      <w:r>
        <w:t>Nedestruktivní testování – defektoskopie (dále také jen „</w:t>
      </w:r>
      <w:r w:rsidR="00E02D73" w:rsidRPr="00ED015C">
        <w:t>NDT</w:t>
      </w:r>
      <w:r>
        <w:t>“)</w:t>
      </w:r>
      <w:r w:rsidR="00E02D73" w:rsidRPr="00ED015C">
        <w:t xml:space="preserve"> svarů ve stanovém rozsahu,</w:t>
      </w:r>
      <w:r w:rsidR="008B37E4">
        <w:t xml:space="preserve"> dle EN 13 480 pro každou potrubní trasu samostatně,</w:t>
      </w:r>
    </w:p>
    <w:p w14:paraId="75F77F1E" w14:textId="0705BA1E" w:rsidR="00034E9F" w:rsidRPr="00ED015C" w:rsidRDefault="00034E9F" w:rsidP="00972936">
      <w:pPr>
        <w:pStyle w:val="Odstavec2"/>
        <w:numPr>
          <w:ilvl w:val="0"/>
          <w:numId w:val="0"/>
        </w:numPr>
        <w:tabs>
          <w:tab w:val="clear" w:pos="567"/>
          <w:tab w:val="left" w:pos="709"/>
        </w:tabs>
        <w:ind w:left="1429"/>
      </w:pPr>
    </w:p>
    <w:p w14:paraId="54AA3DBC" w14:textId="77529D9E" w:rsidR="00CC6B74" w:rsidRDefault="00E5416D" w:rsidP="00280022">
      <w:pPr>
        <w:pStyle w:val="lnek"/>
      </w:pPr>
      <w:r>
        <w:t>P</w:t>
      </w:r>
      <w:r w:rsidR="00CC6B74">
        <w:t>ovinnosti</w:t>
      </w:r>
      <w:r>
        <w:t xml:space="preserve"> Zhotovitele</w:t>
      </w:r>
    </w:p>
    <w:p w14:paraId="16BB4BA8" w14:textId="77777777" w:rsidR="00CC6B74" w:rsidRDefault="00CC6B74" w:rsidP="00E720CB">
      <w:pPr>
        <w:pStyle w:val="Odstavec2"/>
        <w:tabs>
          <w:tab w:val="clear" w:pos="567"/>
          <w:tab w:val="left" w:pos="709"/>
        </w:tabs>
      </w:pPr>
      <w:r w:rsidRPr="006439F5">
        <w:t xml:space="preserve">Zhotovitel se zavazuje na základě </w:t>
      </w:r>
      <w:r>
        <w:t xml:space="preserve">této Smlouvy </w:t>
      </w:r>
      <w:r w:rsidRPr="006439F5">
        <w:t xml:space="preserve">provést řádně a včas na svůj náklad a nebezpečí provozuschopné </w:t>
      </w:r>
      <w:r>
        <w:t>D</w:t>
      </w:r>
      <w:r w:rsidRPr="006439F5">
        <w:t xml:space="preserve">ílo provedené a vyzkoušené v souladu s  touto </w:t>
      </w:r>
      <w:r>
        <w:t>Smlouvou a dokumenty, na které odkazuje, v souladu s</w:t>
      </w:r>
      <w:r w:rsidRPr="006439F5">
        <w:t xml:space="preserve"> te</w:t>
      </w:r>
      <w:r>
        <w:t>chnickými a právními předpisy, Z</w:t>
      </w:r>
      <w:r w:rsidRPr="006439F5">
        <w:t xml:space="preserve">ávaznými podklady a pokyny </w:t>
      </w:r>
      <w:r>
        <w:t>O</w:t>
      </w:r>
      <w:r w:rsidRPr="006439F5">
        <w:t xml:space="preserve">bjednatele, a předat </w:t>
      </w:r>
      <w:r>
        <w:t>provedené a dokončené Dílo O</w:t>
      </w:r>
      <w:r w:rsidRPr="006439F5">
        <w:t xml:space="preserve">bjednateli a </w:t>
      </w:r>
      <w:r>
        <w:t>O</w:t>
      </w:r>
      <w:r w:rsidRPr="006439F5">
        <w:t xml:space="preserve">bjednatel se zavazuje řádně provedené </w:t>
      </w:r>
      <w:r>
        <w:t>D</w:t>
      </w:r>
      <w:r w:rsidRPr="006439F5">
        <w:t xml:space="preserve">ílo převzít a zaplatit při dodržení </w:t>
      </w:r>
      <w:r>
        <w:t xml:space="preserve">smluvních </w:t>
      </w:r>
      <w:r w:rsidRPr="006439F5">
        <w:t>podmínek a ujednání</w:t>
      </w:r>
      <w:r>
        <w:t xml:space="preserve"> </w:t>
      </w:r>
      <w:r w:rsidRPr="006439F5">
        <w:t xml:space="preserve">za </w:t>
      </w:r>
      <w:r>
        <w:t>D</w:t>
      </w:r>
      <w:r w:rsidRPr="006439F5">
        <w:t xml:space="preserve">ílo </w:t>
      </w:r>
      <w:r>
        <w:t>Z</w:t>
      </w:r>
      <w:r w:rsidRPr="006439F5">
        <w:t xml:space="preserve">hotoviteli </w:t>
      </w:r>
      <w:r>
        <w:t>C</w:t>
      </w:r>
      <w:r w:rsidRPr="006439F5">
        <w:t xml:space="preserve">enu </w:t>
      </w:r>
      <w:r>
        <w:t xml:space="preserve">díla na základě a </w:t>
      </w:r>
      <w:r w:rsidRPr="006439F5">
        <w:t xml:space="preserve">dle této </w:t>
      </w:r>
      <w:r>
        <w:t>S</w:t>
      </w:r>
      <w:r w:rsidRPr="006439F5">
        <w:t>mlouvy.</w:t>
      </w:r>
    </w:p>
    <w:p w14:paraId="01F59B65" w14:textId="77777777" w:rsidR="00CC6B74" w:rsidRPr="00F53BE5" w:rsidRDefault="00CC6B74" w:rsidP="00E720CB">
      <w:pPr>
        <w:pStyle w:val="Odstavec2"/>
        <w:tabs>
          <w:tab w:val="clear" w:pos="567"/>
          <w:tab w:val="left" w:pos="709"/>
        </w:tabs>
      </w:pPr>
      <w:r w:rsidRPr="00F53BE5">
        <w:t xml:space="preserve">Zhotovitel je povinen předat </w:t>
      </w:r>
      <w:r>
        <w:t>D</w:t>
      </w:r>
      <w:r w:rsidRPr="00F53BE5">
        <w:t xml:space="preserve">ílo </w:t>
      </w:r>
      <w:r>
        <w:t>O</w:t>
      </w:r>
      <w:r w:rsidRPr="00F53BE5">
        <w:t>bjednateli prosté práv třetích osob</w:t>
      </w:r>
      <w:r>
        <w:t>. S</w:t>
      </w:r>
      <w:r w:rsidRPr="00F53BE5">
        <w:t xml:space="preserve">oučást plnění </w:t>
      </w:r>
      <w:r>
        <w:t>Z</w:t>
      </w:r>
      <w:r w:rsidRPr="00F53BE5">
        <w:t xml:space="preserve">hotovitele, kterou je též projekt či jiné autorské dílo, předá </w:t>
      </w:r>
      <w:r>
        <w:t>Z</w:t>
      </w:r>
      <w:r w:rsidRPr="00F53BE5">
        <w:t xml:space="preserve">hotovitel </w:t>
      </w:r>
      <w:r>
        <w:t>O</w:t>
      </w:r>
      <w:r w:rsidRPr="00F53BE5">
        <w:t>bjednateli s právem následné úpravy</w:t>
      </w:r>
      <w:r>
        <w:t>, jak vyplývá z ujednání této Smlouvy</w:t>
      </w:r>
      <w:r w:rsidRPr="00F53BE5">
        <w:t>.</w:t>
      </w:r>
    </w:p>
    <w:p w14:paraId="46571715" w14:textId="77777777" w:rsidR="00CC6B74" w:rsidRDefault="00CC6B74" w:rsidP="00E720CB">
      <w:pPr>
        <w:pStyle w:val="Odstavec2"/>
        <w:tabs>
          <w:tab w:val="clear" w:pos="567"/>
          <w:tab w:val="left" w:pos="709"/>
        </w:tabs>
      </w:pPr>
      <w:r>
        <w:lastRenderedPageBreak/>
        <w:t>Zhotovitel je povinen dodržovat při provádění Díla veškeré obecně závazné předpisy českého právního řádu a rovněž vnitřní předpisy Objednatele, se kterými byl seznámen.</w:t>
      </w:r>
    </w:p>
    <w:p w14:paraId="161D4C9D" w14:textId="77777777" w:rsidR="00CC6B74" w:rsidRDefault="00CC6B74" w:rsidP="00E720CB">
      <w:pPr>
        <w:pStyle w:val="Odstavec2"/>
        <w:tabs>
          <w:tab w:val="clear" w:pos="567"/>
          <w:tab w:val="left" w:pos="709"/>
        </w:tabs>
        <w:rPr>
          <w:rFonts w:cs="Arial"/>
        </w:rPr>
      </w:pPr>
      <w:r>
        <w:t xml:space="preserve">Zhotovitel je povinen provádět Dílo dle Smlouvy, jejích nedílných součástí včetně dokumentů, na které odkazuje, s odbornou péčí, dle požadavků Objednatele. </w:t>
      </w:r>
      <w:r w:rsidRPr="00707BC2">
        <w:rPr>
          <w:rFonts w:cs="Arial"/>
        </w:rPr>
        <w:t>Zhotovitel odpovídá za to, že Dílo plně vyhoví podmínkám, stanoveným platnými právními předpisy a podmínkám dohodnutým a vyplývajícím z této Smlouvy.</w:t>
      </w:r>
    </w:p>
    <w:p w14:paraId="7D10CE31" w14:textId="77777777" w:rsidR="00CC6B74" w:rsidRPr="00546161" w:rsidRDefault="00CC6B74" w:rsidP="00E720CB">
      <w:pPr>
        <w:pStyle w:val="Odstavec2"/>
        <w:tabs>
          <w:tab w:val="clear" w:pos="567"/>
          <w:tab w:val="left" w:pos="709"/>
        </w:tabs>
        <w:rPr>
          <w:rFonts w:cs="Arial"/>
        </w:rPr>
      </w:pPr>
      <w:r w:rsidRPr="00707BC2">
        <w:rPr>
          <w:rFonts w:cs="Arial"/>
        </w:rPr>
        <w:t xml:space="preserve">Zhotovitel je povinen provést Dílo ve vysoké kvalitě odpovídající charakteru a významu Díla. </w:t>
      </w:r>
      <w:r w:rsidRPr="00707BC2">
        <w:rPr>
          <w:rFonts w:eastAsia="MS Mincho" w:cs="Arial"/>
        </w:rPr>
        <w:t xml:space="preserve">Dílo bude splňovat kvalitativní požadavky definované platnými normami ČSN nebo EN </w:t>
      </w:r>
      <w:r>
        <w:rPr>
          <w:rFonts w:eastAsia="MS Mincho" w:cs="Arial"/>
        </w:rPr>
        <w:t xml:space="preserve">či jinými mezinárodními normami dle dohody stran </w:t>
      </w:r>
      <w:r w:rsidRPr="00707BC2">
        <w:rPr>
          <w:rFonts w:eastAsia="MS Mincho" w:cs="Arial"/>
        </w:rPr>
        <w:t>v případě, že příslušné české normy neexistují. Doporučené údaje normy ČSN nebo EN se pro předmět Díla dle této Smlouvy považují za normy závazné. Při rozdílu v ustanoveních normy platí u</w:t>
      </w:r>
      <w:r>
        <w:rPr>
          <w:rFonts w:eastAsia="MS Mincho" w:cs="Arial"/>
        </w:rPr>
        <w:t>stanovení normy výhodnější pro O</w:t>
      </w:r>
      <w:r w:rsidRPr="00707BC2">
        <w:rPr>
          <w:rFonts w:eastAsia="MS Mincho" w:cs="Arial"/>
        </w:rPr>
        <w:t>bjednatele.</w:t>
      </w:r>
    </w:p>
    <w:p w14:paraId="08C31F9F" w14:textId="77777777" w:rsidR="00CC6B74" w:rsidRPr="00546161" w:rsidRDefault="00CC6B74" w:rsidP="00E720CB">
      <w:pPr>
        <w:pStyle w:val="Odstavec2"/>
        <w:tabs>
          <w:tab w:val="clear" w:pos="567"/>
          <w:tab w:val="left" w:pos="709"/>
        </w:tabs>
        <w:rPr>
          <w:rFonts w:cs="Arial"/>
        </w:rPr>
      </w:pPr>
      <w:r w:rsidRPr="00546161">
        <w:rPr>
          <w:rFonts w:cs="Arial"/>
        </w:rPr>
        <w:t>Zhotovitel</w:t>
      </w:r>
      <w:r>
        <w:t xml:space="preserve"> prohlašuje, že je dostatečně vybaven k plnění této Smlouvy. Zhotovitel prohlašuje, že se zavazuje zajistit dostatečnou personální i technickou kapacitu pro provádění Díla dle a na základě této Smlouvy a zavazuje se, že bude mít pro provádění Díla potřebnou techniku a pomůcky požadované Objednatelem a platnou legislativou.</w:t>
      </w:r>
      <w:r>
        <w:tab/>
      </w:r>
      <w:r w:rsidRPr="0064751A">
        <w:t xml:space="preserve">Zhotovitel je povinen při provádění </w:t>
      </w:r>
      <w:r>
        <w:t>D</w:t>
      </w:r>
      <w:r w:rsidRPr="0064751A">
        <w:t>íla a jeho částí dodržovat:</w:t>
      </w:r>
    </w:p>
    <w:p w14:paraId="40A0C6F1"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obecně závazné právní předpisy, </w:t>
      </w:r>
    </w:p>
    <w:p w14:paraId="72FCDD85"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platné české technické normy anebo EN normy,</w:t>
      </w:r>
      <w:r>
        <w:rPr>
          <w:rFonts w:cs="Arial"/>
          <w:b w:val="0"/>
          <w:sz w:val="20"/>
        </w:rPr>
        <w:t xml:space="preserve"> normy DIN a příp. další dle údajů ze Závazných podkladů</w:t>
      </w:r>
    </w:p>
    <w:p w14:paraId="69CB2C94"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požární předpisy,</w:t>
      </w:r>
    </w:p>
    <w:p w14:paraId="327A0DF2"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veškeré bezpečnostní předpisy, zejména: </w:t>
      </w:r>
    </w:p>
    <w:p w14:paraId="0F75D123" w14:textId="77777777" w:rsidR="00CC6B74" w:rsidRDefault="00CC6B74" w:rsidP="007040D2">
      <w:pPr>
        <w:pStyle w:val="Zkladntext2"/>
        <w:numPr>
          <w:ilvl w:val="0"/>
          <w:numId w:val="11"/>
        </w:numPr>
        <w:tabs>
          <w:tab w:val="left" w:pos="1560"/>
        </w:tabs>
        <w:ind w:left="1560"/>
        <w:rPr>
          <w:rFonts w:cs="Arial"/>
          <w:b w:val="0"/>
          <w:sz w:val="20"/>
        </w:rPr>
      </w:pPr>
      <w:r w:rsidRPr="0064751A">
        <w:rPr>
          <w:rFonts w:cs="Arial"/>
          <w:b w:val="0"/>
          <w:sz w:val="20"/>
        </w:rPr>
        <w:t>Sdělení federálního ministerstva zahraničních věcí č. 433/1991 Sb., o Úmluvě o bezpečnosti a ochraně zdraví v stavebnictví (č. 167),</w:t>
      </w:r>
    </w:p>
    <w:p w14:paraId="35E4E57C" w14:textId="77777777" w:rsidR="00CC6B74" w:rsidRPr="0046301E" w:rsidRDefault="00CC6B74" w:rsidP="007040D2">
      <w:pPr>
        <w:pStyle w:val="Zkladntext2"/>
        <w:numPr>
          <w:ilvl w:val="0"/>
          <w:numId w:val="11"/>
        </w:numPr>
        <w:tabs>
          <w:tab w:val="left" w:pos="1560"/>
        </w:tabs>
        <w:ind w:left="1560"/>
        <w:rPr>
          <w:rFonts w:cs="Arial"/>
          <w:b w:val="0"/>
          <w:sz w:val="20"/>
        </w:rPr>
      </w:pPr>
      <w:r w:rsidRPr="0046301E">
        <w:rPr>
          <w:b w:val="0"/>
          <w:sz w:val="20"/>
        </w:rPr>
        <w:t>Dodavatel je povinen dodržovat zejména zákon č. 183/2006 Sb., o územním plánování a stavebním řádu (stavební zákon) ve znění pozdějších předpisů</w:t>
      </w:r>
    </w:p>
    <w:p w14:paraId="2944A19C" w14:textId="77777777" w:rsidR="00CC6B74" w:rsidRPr="0064751A" w:rsidRDefault="00CC6B74" w:rsidP="007040D2">
      <w:pPr>
        <w:pStyle w:val="Zkladntext2"/>
        <w:numPr>
          <w:ilvl w:val="0"/>
          <w:numId w:val="11"/>
        </w:numPr>
        <w:tabs>
          <w:tab w:val="left" w:pos="1560"/>
        </w:tabs>
        <w:ind w:left="1560"/>
        <w:rPr>
          <w:rFonts w:cs="Arial"/>
          <w:b w:val="0"/>
          <w:sz w:val="20"/>
        </w:rPr>
      </w:pPr>
      <w:r w:rsidRPr="0064751A">
        <w:rPr>
          <w:rFonts w:cs="Arial"/>
          <w:b w:val="0"/>
          <w:sz w:val="20"/>
        </w:rPr>
        <w:t>zákon č. 309/2006 Sb., o zajištění dalších podmínek bezpečnosti a ochrany zdraví při práci, ve znění pozdějších předpisů</w:t>
      </w:r>
      <w:r>
        <w:rPr>
          <w:rFonts w:cs="Arial"/>
          <w:b w:val="0"/>
          <w:sz w:val="20"/>
        </w:rPr>
        <w:t>,</w:t>
      </w:r>
      <w:r w:rsidRPr="0064751A">
        <w:rPr>
          <w:rFonts w:cs="Arial"/>
          <w:b w:val="0"/>
          <w:sz w:val="20"/>
        </w:rPr>
        <w:t xml:space="preserve"> </w:t>
      </w:r>
    </w:p>
    <w:p w14:paraId="48F8B629" w14:textId="77777777" w:rsidR="00CC6B74" w:rsidRDefault="00CC6B74" w:rsidP="007040D2">
      <w:pPr>
        <w:pStyle w:val="Zkladntext2"/>
        <w:numPr>
          <w:ilvl w:val="0"/>
          <w:numId w:val="11"/>
        </w:numPr>
        <w:tabs>
          <w:tab w:val="left" w:pos="1560"/>
        </w:tabs>
        <w:ind w:left="1560"/>
        <w:rPr>
          <w:rFonts w:cs="Arial"/>
          <w:b w:val="0"/>
          <w:sz w:val="20"/>
        </w:rPr>
      </w:pPr>
      <w:r w:rsidRPr="0064751A">
        <w:rPr>
          <w:rFonts w:cs="Arial"/>
          <w:b w:val="0"/>
          <w:sz w:val="20"/>
        </w:rPr>
        <w:t>zákon č. 262/2006 Sb., zákoník práce, ve znění pozdějších předpisů,</w:t>
      </w:r>
    </w:p>
    <w:p w14:paraId="08713098" w14:textId="77777777" w:rsidR="00CC6B74" w:rsidRPr="0064751A" w:rsidRDefault="00CC6B74" w:rsidP="007040D2">
      <w:pPr>
        <w:pStyle w:val="Zkladntext2"/>
        <w:numPr>
          <w:ilvl w:val="0"/>
          <w:numId w:val="11"/>
        </w:numPr>
        <w:tabs>
          <w:tab w:val="left" w:pos="1560"/>
        </w:tabs>
        <w:ind w:left="1560"/>
        <w:rPr>
          <w:rFonts w:cs="Arial"/>
          <w:b w:val="0"/>
          <w:sz w:val="20"/>
        </w:rPr>
      </w:pPr>
      <w:r>
        <w:rPr>
          <w:b w:val="0"/>
          <w:sz w:val="20"/>
        </w:rPr>
        <w:t>v</w:t>
      </w:r>
      <w:r w:rsidRPr="0064751A">
        <w:rPr>
          <w:b w:val="0"/>
          <w:sz w:val="20"/>
        </w:rPr>
        <w:t>yhlášk</w:t>
      </w:r>
      <w:r>
        <w:rPr>
          <w:b w:val="0"/>
          <w:sz w:val="20"/>
        </w:rPr>
        <w:t>u</w:t>
      </w:r>
      <w:r w:rsidRPr="0064751A">
        <w:rPr>
          <w:b w:val="0"/>
          <w:sz w:val="20"/>
        </w:rPr>
        <w:t xml:space="preserve"> Ministerstva vnitra č. 246/2001 Sb., o stanovení podmínek požární bezpečnosti a výkonu státního požárního dozoru (o požární prevenci), ve znění pozdějších předpisů,</w:t>
      </w:r>
    </w:p>
    <w:p w14:paraId="7961E7B2"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 xml:space="preserve"> (Zhotovitel je povinen </w:t>
      </w:r>
      <w:r w:rsidRPr="0064751A">
        <w:rPr>
          <w:rFonts w:cs="Arial"/>
          <w:b w:val="0"/>
          <w:sz w:val="20"/>
        </w:rPr>
        <w:t xml:space="preserve">vést evidenci a v případě potřeby na vyžádání </w:t>
      </w:r>
      <w:r>
        <w:rPr>
          <w:rFonts w:cs="Arial"/>
          <w:b w:val="0"/>
          <w:sz w:val="20"/>
        </w:rPr>
        <w:t xml:space="preserve">Objednatele </w:t>
      </w:r>
      <w:r w:rsidRPr="0064751A">
        <w:rPr>
          <w:rFonts w:cs="Arial"/>
          <w:b w:val="0"/>
          <w:sz w:val="20"/>
        </w:rPr>
        <w:t xml:space="preserve">doložit, že plní </w:t>
      </w:r>
      <w:r>
        <w:rPr>
          <w:rFonts w:cs="Arial"/>
          <w:b w:val="0"/>
          <w:sz w:val="20"/>
        </w:rPr>
        <w:t xml:space="preserve">jakožto původce odpadů </w:t>
      </w: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w:t>
      </w:r>
      <w:r w:rsidRPr="0064751A">
        <w:rPr>
          <w:rFonts w:cs="Arial"/>
          <w:b w:val="0"/>
          <w:sz w:val="20"/>
        </w:rPr>
        <w:t>,</w:t>
      </w:r>
    </w:p>
    <w:p w14:paraId="3C028582"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vnitřní předpisy </w:t>
      </w:r>
      <w:r>
        <w:rPr>
          <w:rFonts w:cs="Arial"/>
          <w:b w:val="0"/>
          <w:sz w:val="20"/>
        </w:rPr>
        <w:t>O</w:t>
      </w:r>
      <w:r w:rsidRPr="0064751A">
        <w:rPr>
          <w:rFonts w:cs="Arial"/>
          <w:b w:val="0"/>
          <w:sz w:val="20"/>
        </w:rPr>
        <w:t>bjednatele, s nimiž byl seznámen,</w:t>
      </w:r>
    </w:p>
    <w:p w14:paraId="47C8B128"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podmínky stanovené touto </w:t>
      </w:r>
      <w:r>
        <w:rPr>
          <w:rFonts w:cs="Arial"/>
          <w:b w:val="0"/>
          <w:sz w:val="20"/>
        </w:rPr>
        <w:t>S</w:t>
      </w:r>
      <w:r w:rsidRPr="0064751A">
        <w:rPr>
          <w:rFonts w:cs="Arial"/>
          <w:b w:val="0"/>
          <w:sz w:val="20"/>
        </w:rPr>
        <w:t>mlouvou a jejími přílohami</w:t>
      </w:r>
      <w:r>
        <w:rPr>
          <w:rFonts w:cs="Arial"/>
          <w:b w:val="0"/>
          <w:sz w:val="20"/>
        </w:rPr>
        <w:t xml:space="preserve"> a dokumenty, na které odkazuje</w:t>
      </w:r>
      <w:r w:rsidRPr="0064751A">
        <w:rPr>
          <w:rFonts w:cs="Arial"/>
          <w:b w:val="0"/>
          <w:sz w:val="20"/>
        </w:rPr>
        <w:t xml:space="preserve">, </w:t>
      </w:r>
    </w:p>
    <w:p w14:paraId="794118B4"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stanoviska a rozhodnutí orgánů státní správy (veřejnoprávních orgánů),</w:t>
      </w:r>
    </w:p>
    <w:p w14:paraId="515DB50A" w14:textId="77777777" w:rsidR="00CC6B74" w:rsidRDefault="00CC6B74" w:rsidP="007040D2">
      <w:pPr>
        <w:pStyle w:val="Zkladntext2"/>
        <w:numPr>
          <w:ilvl w:val="0"/>
          <w:numId w:val="10"/>
        </w:numPr>
        <w:ind w:left="1134"/>
        <w:rPr>
          <w:rFonts w:cs="Arial"/>
          <w:b w:val="0"/>
          <w:sz w:val="20"/>
        </w:rPr>
      </w:pPr>
      <w:r>
        <w:rPr>
          <w:rFonts w:cs="Arial"/>
          <w:b w:val="0"/>
          <w:sz w:val="20"/>
        </w:rPr>
        <w:t xml:space="preserve">veškeré </w:t>
      </w:r>
      <w:r w:rsidRPr="0064751A">
        <w:rPr>
          <w:rFonts w:cs="Arial"/>
          <w:b w:val="0"/>
          <w:sz w:val="20"/>
        </w:rPr>
        <w:t xml:space="preserve">podklady předané </w:t>
      </w:r>
      <w:r>
        <w:rPr>
          <w:rFonts w:cs="Arial"/>
          <w:b w:val="0"/>
          <w:sz w:val="20"/>
        </w:rPr>
        <w:t>O</w:t>
      </w:r>
      <w:r w:rsidRPr="0064751A">
        <w:rPr>
          <w:rFonts w:cs="Arial"/>
          <w:b w:val="0"/>
          <w:sz w:val="20"/>
        </w:rPr>
        <w:t>bjednatelem.</w:t>
      </w:r>
    </w:p>
    <w:p w14:paraId="12F72005" w14:textId="77777777" w:rsidR="00CC6B74" w:rsidRPr="0085392B" w:rsidRDefault="00CC6B74" w:rsidP="00CC6B74">
      <w:pPr>
        <w:pStyle w:val="Zkladntext2"/>
        <w:ind w:left="1134" w:firstLine="0"/>
        <w:rPr>
          <w:rFonts w:cs="Arial"/>
          <w:b w:val="0"/>
          <w:sz w:val="20"/>
        </w:rPr>
      </w:pPr>
    </w:p>
    <w:p w14:paraId="2D941C0F" w14:textId="77777777" w:rsidR="00CC6B74" w:rsidRDefault="00CC6B74" w:rsidP="00E720CB">
      <w:pPr>
        <w:pStyle w:val="Odstavec2"/>
        <w:tabs>
          <w:tab w:val="clear" w:pos="567"/>
          <w:tab w:val="left" w:pos="709"/>
        </w:tabs>
      </w:pPr>
      <w:r w:rsidRPr="005B189A">
        <w:rPr>
          <w:rFonts w:cs="Arial"/>
        </w:rPr>
        <w:t>Zhotovitel</w:t>
      </w:r>
      <w:r w:rsidRPr="00EA27DC">
        <w:t xml:space="preserve"> je povinen </w:t>
      </w:r>
      <w:r>
        <w:t>provádět Dílo</w:t>
      </w:r>
      <w:r w:rsidRPr="00EA27DC">
        <w:t xml:space="preserve"> v čase a rozsahu tak, jak vyplývá z této </w:t>
      </w:r>
      <w:r>
        <w:t>S</w:t>
      </w:r>
      <w:r w:rsidRPr="00EA27DC">
        <w:t>mlouvy</w:t>
      </w:r>
      <w:r>
        <w:t>.</w:t>
      </w:r>
    </w:p>
    <w:p w14:paraId="260546CA" w14:textId="77777777" w:rsidR="00CC6B74" w:rsidRDefault="00CC6B74" w:rsidP="00E720CB">
      <w:pPr>
        <w:pStyle w:val="Odstavec2"/>
        <w:tabs>
          <w:tab w:val="clear" w:pos="567"/>
          <w:tab w:val="left" w:pos="709"/>
        </w:tabs>
      </w:pPr>
      <w:r>
        <w:t>Zhotovitel je povinen vypracovat a Objednateli předat dokumentaci skutečného provedení Díla dle podmínek VOP a Závazných podkladů.</w:t>
      </w:r>
    </w:p>
    <w:p w14:paraId="337976F8" w14:textId="77777777" w:rsidR="00CC6B74" w:rsidRDefault="00CC6B74" w:rsidP="00E720CB">
      <w:pPr>
        <w:pStyle w:val="Odstavec2"/>
        <w:tabs>
          <w:tab w:val="clear" w:pos="567"/>
          <w:tab w:val="left" w:pos="709"/>
        </w:tabs>
      </w:pPr>
      <w:r w:rsidRPr="00546161">
        <w:rPr>
          <w:rFonts w:cs="Arial"/>
        </w:rPr>
        <w:t>Zhotovitel je povinen provést veškeré práce, dodávky, služby a výkony, kterých je potřeba trvale nebo dočasně k řádnému zahájení, provedení, dokončení, vyzkoušení a předání Díla a uvedení Díla do trvalého provozu v souladu s právními předpisy a technickými normami, bez ohledu na to, zda tyto práce, dodávky, služby a výkony nutné pro provedení, byly obsaženy výslovně v této Smlouvě a Závazných podkladech pro provedení Díla.</w:t>
      </w:r>
    </w:p>
    <w:p w14:paraId="55D5DBCA" w14:textId="3B7A58E6" w:rsidR="00CC6B74" w:rsidRDefault="00CC6B74" w:rsidP="00CC6B74">
      <w:pPr>
        <w:pStyle w:val="Odstavec2"/>
      </w:pPr>
      <w:r w:rsidRPr="00546161">
        <w:rPr>
          <w:rFonts w:cs="Arial"/>
        </w:rPr>
        <w:t xml:space="preserve">Zhotovitel se zavazuje před zahájením prací na Díle seznámit se </w:t>
      </w:r>
      <w:r w:rsidR="008B6194">
        <w:rPr>
          <w:rFonts w:cs="Arial"/>
        </w:rPr>
        <w:t>S</w:t>
      </w:r>
      <w:r w:rsidRPr="00546161">
        <w:rPr>
          <w:rFonts w:cs="Arial"/>
        </w:rPr>
        <w:t>taveništěm/</w:t>
      </w:r>
      <w:r w:rsidR="008B6194">
        <w:rPr>
          <w:rFonts w:cs="Arial"/>
        </w:rPr>
        <w:t>P</w:t>
      </w:r>
      <w:r w:rsidRPr="00546161">
        <w:rPr>
          <w:rFonts w:cs="Arial"/>
        </w:rPr>
        <w:t>racovištěm a požadavky Objednatele, prostudovat předané podklady a mít tak všechny potřebné údaje související s předmětem a provedením Díla.</w:t>
      </w:r>
    </w:p>
    <w:p w14:paraId="085DAA1B" w14:textId="77777777" w:rsidR="00CC6B74" w:rsidRDefault="00CC6B74" w:rsidP="00CC6B74">
      <w:pPr>
        <w:pStyle w:val="Odstavec2"/>
      </w:pPr>
      <w:r w:rsidRPr="00546161">
        <w:rPr>
          <w:rFonts w:cs="Arial"/>
          <w:spacing w:val="-2"/>
        </w:rPr>
        <w:t>Zhotovitel se zavazuje pro realizaci Díla používat pouze komponenty, výrobky a materiály uvedené v Nabídce. Zhotovitel v souladu s podmínkami uvedenými ve VOP předloží Objednateli k písemnému schválení vzorky předem dohodnutých a včas Objednatelem označených materiálů, výrobků, vybavení nebo jiných náležitosti tvořících Dílo. Jejich záměnu pak smí Zhotovitel provést pouze po předchozím písemném souhlasu Objednatele. Stejně tak musí být předem Objednatelem písemně odsouhlaseny veškeré materiály, stavební díly, povrchové úpravy, výrobky apod., které neodpovídají Závazným podkladům, nebo které ovlivňují vzhled, životnost, jakost a provozování Díla.</w:t>
      </w:r>
    </w:p>
    <w:p w14:paraId="0C53797F" w14:textId="77777777" w:rsidR="00CC6B74" w:rsidRDefault="00CC6B74" w:rsidP="00CC6B74">
      <w:pPr>
        <w:pStyle w:val="Odstavec2"/>
      </w:pPr>
      <w:r w:rsidRPr="00546161">
        <w:rPr>
          <w:rFonts w:cs="Arial"/>
        </w:rPr>
        <w:lastRenderedPageBreak/>
        <w:t>Zhotovitel je povinen řídit se veškerými pokyny Objednatele. Je však povinen písemně v dostatečném časovém předstihu upozornit písemně Objednatele na případnou nevhodnost jeho pokynů.</w:t>
      </w:r>
    </w:p>
    <w:p w14:paraId="7968ACA3" w14:textId="77777777" w:rsidR="00CC6B74" w:rsidRDefault="00CC6B74" w:rsidP="00CC6B74">
      <w:pPr>
        <w:pStyle w:val="Odstavec2"/>
      </w:pPr>
      <w:r w:rsidRPr="00546161">
        <w:rPr>
          <w:rFonts w:cs="Arial"/>
        </w:rPr>
        <w:t>Zhotovitel se zavazuje průběžně provádět veškeré potřebné zkoušky, měření a atesty k prokázání kvalitativních parametrů předmětu Díla.</w:t>
      </w:r>
    </w:p>
    <w:p w14:paraId="3FB3EF90" w14:textId="77777777" w:rsidR="00CC6B74" w:rsidRDefault="00CC6B74" w:rsidP="00CC6B74">
      <w:pPr>
        <w:pStyle w:val="Odstavec2"/>
      </w:pPr>
      <w:r w:rsidRPr="006846C9">
        <w:t>Objednatel má právo sám nebo prostřednictvím jím pověřených osob provádět kontrolu plnění smluvních povinností Zhotovitele kdykoli v průběhu provádění Díla Zhotovitelem.</w:t>
      </w:r>
    </w:p>
    <w:p w14:paraId="74FA3503" w14:textId="7C3DB38D" w:rsidR="00CC6B74" w:rsidRDefault="00CC6B74" w:rsidP="00CC6B74">
      <w:pPr>
        <w:pStyle w:val="Odstavec2"/>
      </w:pPr>
      <w:r>
        <w:t>Zhotovitel je</w:t>
      </w:r>
      <w:r w:rsidRPr="00620311">
        <w:t xml:space="preserve"> povin</w:t>
      </w:r>
      <w:r>
        <w:t>en na základě pokynu Objednatele předložit Objednateli před zahájením prací na D</w:t>
      </w:r>
      <w:r w:rsidRPr="00620311">
        <w:t>íle analýzu riz</w:t>
      </w:r>
      <w:r>
        <w:t>ik prací spojených s předmětem D</w:t>
      </w:r>
      <w:r w:rsidRPr="00620311">
        <w:t>íla</w:t>
      </w:r>
      <w:r w:rsidR="008B6194">
        <w:t xml:space="preserve"> a veškeré technologické postupy</w:t>
      </w:r>
      <w:r>
        <w:t>.</w:t>
      </w:r>
    </w:p>
    <w:p w14:paraId="3DD09BCB" w14:textId="77777777" w:rsidR="00CC6B74" w:rsidRDefault="00CC6B74" w:rsidP="00CC6B74">
      <w:pPr>
        <w:pStyle w:val="Odstavec2"/>
      </w:pPr>
      <w:r w:rsidRPr="00546161">
        <w:rPr>
          <w:rFonts w:cs="Arial"/>
        </w:rPr>
        <w:t>Zhotovitel</w:t>
      </w:r>
      <w:r w:rsidRPr="006846C9">
        <w:t xml:space="preserve"> se zavazuje zachovávat mlčenlivost v souladu s ustanovením této Smlouvy a žádné informace, data či jiné výsledky Díla prováděných Zhotovitelem na základě a dle této Smlouvy (označené za Důvěrné informace) neposkytne třetím osobám.</w:t>
      </w:r>
    </w:p>
    <w:p w14:paraId="0159697E" w14:textId="4268C34D" w:rsidR="00CC6B74" w:rsidRPr="00546161" w:rsidRDefault="00CC6B74" w:rsidP="00CC6B74">
      <w:pPr>
        <w:pStyle w:val="Odstavec2"/>
        <w:rPr>
          <w:rFonts w:cs="Arial"/>
        </w:rPr>
      </w:pPr>
      <w:r w:rsidRPr="00546161">
        <w:rPr>
          <w:rFonts w:cs="Arial"/>
        </w:rPr>
        <w:t xml:space="preserve">Zhotovitel se zavazuje provést vyzkoušení Díla spočívající v provedení zejména komplexních zkoušek, přičemž Zhotovitel bude postupovat v souladu s platnou legislativou a dle norem ČSN EN. </w:t>
      </w:r>
    </w:p>
    <w:p w14:paraId="27035DD6" w14:textId="77777777" w:rsidR="008625D5" w:rsidRDefault="008625D5" w:rsidP="008625D5">
      <w:pPr>
        <w:pStyle w:val="Odstavec2"/>
        <w:rPr>
          <w:rFonts w:cs="Arial"/>
        </w:rPr>
      </w:pPr>
      <w:r w:rsidRPr="008625D5">
        <w:rPr>
          <w:rFonts w:cs="Arial"/>
        </w:rPr>
        <w:t>Plněním požadavků právních a ostatních předpisů a povinností v oblasti bezpečnosti a ochrany zdraví při práci při provádění Díla dle této Smlouvy je pověřen zaměstnanec uvedený v protokolu o předání Staveniště Zhotoviteli. Smluvní strany se dohodly, že bude plnit úlohu koordinace provádění opatření k zajištění BOZP zaměstnanců Objednatele a Zhotovitele a postupů k jejich splnění.</w:t>
      </w:r>
    </w:p>
    <w:p w14:paraId="0ED8B251" w14:textId="7A338B10" w:rsidR="00903DA4" w:rsidRDefault="00903DA4" w:rsidP="008625D5">
      <w:pPr>
        <w:pStyle w:val="Odstavec2"/>
        <w:rPr>
          <w:rFonts w:cs="Arial"/>
        </w:rPr>
      </w:pPr>
      <w:r w:rsidRPr="008625D5">
        <w:rPr>
          <w:rFonts w:cs="Arial"/>
        </w:rPr>
        <w:t>Podléhá-li příprava a realizace Díla povinnosti jmenovat koordinátora BOZP dle zákona č. 309/2006 Sb., o zajištění dalších podmínek bezpečnosti a ochrany zdraví při práci, bude koordinátor uveden v protokolu o předání Staveniště</w:t>
      </w:r>
      <w:r>
        <w:rPr>
          <w:rFonts w:cs="Arial"/>
        </w:rPr>
        <w:t>.</w:t>
      </w:r>
    </w:p>
    <w:p w14:paraId="266AD069" w14:textId="53BB7F0E" w:rsidR="00E16D6E" w:rsidRDefault="00E16D6E" w:rsidP="008625D5">
      <w:pPr>
        <w:pStyle w:val="Odstavec2"/>
        <w:rPr>
          <w:rFonts w:cs="Arial"/>
        </w:rPr>
      </w:pPr>
      <w:r>
        <w:t>Objednatel dále stanovuje jako projev zásady odpovědného zadávání (zásady environmentálně odpovědného zadávání a zásady sociálně odpovědného zadávání) následující podmínky plnění předmětu Smlouvy:</w:t>
      </w:r>
    </w:p>
    <w:p w14:paraId="38768EFE" w14:textId="41A31986" w:rsidR="000C3F90" w:rsidRPr="00D64D90" w:rsidRDefault="00815F0F" w:rsidP="007040D2">
      <w:pPr>
        <w:pStyle w:val="10-ODST-3"/>
        <w:numPr>
          <w:ilvl w:val="3"/>
          <w:numId w:val="15"/>
        </w:numPr>
        <w:tabs>
          <w:tab w:val="clear" w:pos="1134"/>
          <w:tab w:val="num" w:pos="1701"/>
        </w:tabs>
        <w:ind w:hanging="425"/>
      </w:pPr>
      <w:r>
        <w:t>Z</w:t>
      </w:r>
      <w:r w:rsidR="000C3F90" w:rsidRPr="00D64D90">
        <w:t xml:space="preserve">hotovitel v maximálně možném rozsahu odpad, který vzniká při </w:t>
      </w:r>
      <w:r>
        <w:t>provádění Díla</w:t>
      </w:r>
      <w:r w:rsidR="000C3F90" w:rsidRPr="00D64D90">
        <w:t xml:space="preserve">, předá k recyklaci a vytvoření druhotné suroviny (zejména se bude jednat o kovový odpad, plastový odpad a elektronický odpad) a předání takového odpadu k druhotnému využití na žádost </w:t>
      </w:r>
      <w:r>
        <w:t>Objednatele</w:t>
      </w:r>
      <w:r w:rsidR="000C3F90" w:rsidRPr="00D64D90">
        <w:t xml:space="preserve"> prokáže.</w:t>
      </w:r>
    </w:p>
    <w:p w14:paraId="3758685C" w14:textId="007CB607" w:rsidR="000C3F90" w:rsidRPr="000C3F90" w:rsidRDefault="00815F0F" w:rsidP="007040D2">
      <w:pPr>
        <w:pStyle w:val="10-ODST-3"/>
        <w:numPr>
          <w:ilvl w:val="3"/>
          <w:numId w:val="15"/>
        </w:numPr>
        <w:tabs>
          <w:tab w:val="clear" w:pos="1134"/>
          <w:tab w:val="num" w:pos="1701"/>
        </w:tabs>
        <w:ind w:hanging="425"/>
        <w:rPr>
          <w:rFonts w:ascii="Calibri" w:hAnsi="Calibri" w:cs="Calibri"/>
          <w:sz w:val="22"/>
          <w:szCs w:val="22"/>
        </w:rPr>
      </w:pPr>
      <w:r>
        <w:t>Objednatel</w:t>
      </w:r>
      <w:r w:rsidR="000C3F90" w:rsidRPr="00FF63D1">
        <w:t xml:space="preserve"> po </w:t>
      </w:r>
      <w:r>
        <w:t>Zhotoviteli</w:t>
      </w:r>
      <w:r w:rsidR="000C3F90" w:rsidRPr="00FF63D1">
        <w:t xml:space="preserve"> vyžad</w:t>
      </w:r>
      <w:r>
        <w:t>uje</w:t>
      </w:r>
      <w:r w:rsidR="000C3F90" w:rsidRPr="00FF63D1">
        <w:t xml:space="preserve">, aby při </w:t>
      </w:r>
      <w:r>
        <w:t>provádění Díla</w:t>
      </w:r>
      <w:r w:rsidR="000C3F90" w:rsidRPr="00FF63D1">
        <w:t xml:space="preserve">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w:t>
      </w:r>
      <w:r w:rsidR="000C3F90" w:rsidRPr="00610F8F">
        <w:t>zdraví při práci, a to pro všechny osoby, které se budou na plnění předmětu veřejné zakázky podílet.</w:t>
      </w:r>
    </w:p>
    <w:p w14:paraId="6D6613E3" w14:textId="216A46BE" w:rsidR="000C3F90" w:rsidRPr="00CC4057" w:rsidRDefault="000C3F90" w:rsidP="007040D2">
      <w:pPr>
        <w:pStyle w:val="10-ODST-3"/>
        <w:numPr>
          <w:ilvl w:val="3"/>
          <w:numId w:val="15"/>
        </w:numPr>
        <w:tabs>
          <w:tab w:val="clear" w:pos="1134"/>
          <w:tab w:val="num" w:pos="1701"/>
        </w:tabs>
        <w:ind w:hanging="425"/>
        <w:rPr>
          <w:rFonts w:ascii="Calibri" w:hAnsi="Calibri" w:cs="Calibri"/>
          <w:sz w:val="22"/>
          <w:szCs w:val="22"/>
        </w:rPr>
      </w:pPr>
      <w:r w:rsidRPr="00610F8F">
        <w:t xml:space="preserve">všechny platby poddodavatelům, pokud se budou podílet na realizaci </w:t>
      </w:r>
      <w:r w:rsidR="00815F0F">
        <w:t>Díla</w:t>
      </w:r>
      <w:r w:rsidRPr="00610F8F">
        <w:t>, budou hrazeny řádně</w:t>
      </w:r>
      <w:r>
        <w:t xml:space="preserve"> a včas.</w:t>
      </w:r>
    </w:p>
    <w:p w14:paraId="30AD8288" w14:textId="2F4CFED6" w:rsidR="00E5416D" w:rsidRDefault="00E5416D" w:rsidP="00280022">
      <w:pPr>
        <w:pStyle w:val="lnek"/>
      </w:pPr>
      <w:r>
        <w:t>Povinnosti Objednatele</w:t>
      </w:r>
    </w:p>
    <w:p w14:paraId="19FF8CD8" w14:textId="77777777" w:rsidR="00E5416D" w:rsidRPr="00A16CE0" w:rsidRDefault="00E5416D" w:rsidP="00584168">
      <w:pPr>
        <w:pStyle w:val="Odstavec2"/>
        <w:tabs>
          <w:tab w:val="clear" w:pos="567"/>
          <w:tab w:val="left" w:pos="709"/>
        </w:tabs>
      </w:pPr>
      <w:r w:rsidRPr="00A16CE0">
        <w:t>Objednatel zajistí pro realizaci Díla součinnost spočívající v:</w:t>
      </w:r>
    </w:p>
    <w:p w14:paraId="7BCAF7FB" w14:textId="77777777" w:rsidR="00E5416D" w:rsidRPr="00386F46" w:rsidRDefault="00E5416D" w:rsidP="00E5416D">
      <w:pPr>
        <w:pStyle w:val="Odstavec3"/>
      </w:pPr>
      <w:r>
        <w:t xml:space="preserve">seznámení Zhotovitele s vnitřními předpisy Objednatele, </w:t>
      </w:r>
      <w:r w:rsidRPr="00FB2BFF">
        <w:t xml:space="preserve">vstupní proškolení osob na straně </w:t>
      </w:r>
      <w:r w:rsidRPr="00386F46">
        <w:t>Zhotovitele z podmínek BOZP</w:t>
      </w:r>
      <w:r>
        <w:t xml:space="preserve"> (bezpečnost a ochrana zdraví při práci)</w:t>
      </w:r>
      <w:r w:rsidRPr="00386F46">
        <w:t>, PO</w:t>
      </w:r>
      <w:r>
        <w:t xml:space="preserve"> (požární ochrana)</w:t>
      </w:r>
      <w:r w:rsidRPr="00386F46">
        <w:t xml:space="preserve">, PZH </w:t>
      </w:r>
      <w:r>
        <w:t xml:space="preserve">(prevence závažných havárií) </w:t>
      </w:r>
      <w:r w:rsidRPr="00386F46">
        <w:t>a seznámení s možnými riziky</w:t>
      </w:r>
      <w:r>
        <w:t>,</w:t>
      </w:r>
    </w:p>
    <w:p w14:paraId="34985D42" w14:textId="14281311" w:rsidR="00E5416D" w:rsidRPr="00ED4DD2" w:rsidRDefault="00E5416D" w:rsidP="00E5416D">
      <w:pPr>
        <w:pStyle w:val="Odstavec3"/>
      </w:pPr>
      <w:r w:rsidRPr="0087128C">
        <w:t>poskytnutí plochy potřebné pro uložení materiálu</w:t>
      </w:r>
      <w:r w:rsidRPr="00532B17">
        <w:t xml:space="preserve"> v </w:t>
      </w:r>
      <w:r w:rsidRPr="0087128C">
        <w:t>areálu skladu pohonných hmot Objednatele v rozsahu vyplývající ze Smlouvy či z následné dohody Smluvních stran</w:t>
      </w:r>
      <w:r w:rsidR="00E720CB">
        <w:t>,</w:t>
      </w:r>
    </w:p>
    <w:p w14:paraId="543E773B" w14:textId="00E14A83" w:rsidR="00E5416D" w:rsidRPr="00ED4DD2" w:rsidRDefault="00E5416D" w:rsidP="00E5416D">
      <w:pPr>
        <w:pStyle w:val="Odstavec3"/>
      </w:pPr>
      <w:r w:rsidRPr="00ED4DD2">
        <w:t xml:space="preserve">poskytnutí stávajících technických dokumentů a projektové dokumentace stávajícího stavu (pokud ji Objednatel vlastní), </w:t>
      </w:r>
    </w:p>
    <w:p w14:paraId="362DAAB7" w14:textId="77777777" w:rsidR="00E5416D" w:rsidRPr="00A16CE0" w:rsidRDefault="00E5416D" w:rsidP="00E5416D">
      <w:pPr>
        <w:pStyle w:val="Odstavec3"/>
      </w:pPr>
      <w:r>
        <w:t>požární asistenci na vyžádání Zhotovitele (1 požární hlídka v rámci areálu skladu pohonných hmot), a</w:t>
      </w:r>
    </w:p>
    <w:p w14:paraId="10FAFB96" w14:textId="77777777" w:rsidR="00E5416D" w:rsidRDefault="00E5416D" w:rsidP="00E5416D">
      <w:pPr>
        <w:pStyle w:val="Odstavec3"/>
      </w:pPr>
      <w:r w:rsidRPr="00A16CE0">
        <w:t>poskytne součinnost, kterou lze na něm spravedlivě požadovat při realizaci Díla v termínech dohodnutých v Harmonogramu plnění</w:t>
      </w:r>
      <w:r>
        <w:t xml:space="preserve">. </w:t>
      </w:r>
    </w:p>
    <w:p w14:paraId="07925973" w14:textId="77777777" w:rsidR="00E5416D" w:rsidRDefault="00E5416D" w:rsidP="00584168">
      <w:pPr>
        <w:pStyle w:val="Odstavec2"/>
        <w:tabs>
          <w:tab w:val="clear" w:pos="567"/>
          <w:tab w:val="left" w:pos="709"/>
        </w:tabs>
        <w:rPr>
          <w:rFonts w:cs="Arial"/>
        </w:rPr>
      </w:pPr>
      <w:r w:rsidRPr="00546161">
        <w:rPr>
          <w:rFonts w:cs="Arial"/>
        </w:rPr>
        <w:lastRenderedPageBreak/>
        <w:t>Objednatel se zavazuje informovat Zhotovitele o všech důležitých skutečnostech a změnách, které by mohly mít vliv na realizaci Díla Zhotovitelem.</w:t>
      </w:r>
    </w:p>
    <w:p w14:paraId="5190D13E" w14:textId="77777777" w:rsidR="00BD7E1E" w:rsidRDefault="00AA5CD6" w:rsidP="00584168">
      <w:pPr>
        <w:pStyle w:val="Odstavec2"/>
        <w:tabs>
          <w:tab w:val="clear" w:pos="567"/>
          <w:tab w:val="left" w:pos="709"/>
        </w:tabs>
      </w:pPr>
      <w:r w:rsidRPr="00ED4DD2">
        <w:rPr>
          <w:b/>
        </w:rPr>
        <w:t>Objednatel zajistí pro realizaci Díla:</w:t>
      </w:r>
      <w:r w:rsidRPr="00ED4DD2">
        <w:t xml:space="preserve"> </w:t>
      </w:r>
    </w:p>
    <w:p w14:paraId="30F9E671" w14:textId="77777777" w:rsidR="00BD7E1E" w:rsidRDefault="00AA5CD6" w:rsidP="00E9384A">
      <w:pPr>
        <w:pStyle w:val="Odstavec3"/>
      </w:pPr>
      <w:r w:rsidRPr="0087128C">
        <w:t>povolení ke vstupu na pozemky a/nebo do prostor dotčených zhotovování</w:t>
      </w:r>
      <w:r w:rsidR="00542430" w:rsidRPr="0087128C">
        <w:t xml:space="preserve">m Díla (tj. </w:t>
      </w:r>
      <w:r w:rsidR="00542430">
        <w:t>na Staveniště</w:t>
      </w:r>
      <w:r w:rsidR="0036442A">
        <w:t>/Pracoviště</w:t>
      </w:r>
      <w:r w:rsidR="00542430">
        <w:t xml:space="preserve">), </w:t>
      </w:r>
    </w:p>
    <w:p w14:paraId="5DE2523F" w14:textId="61E35B83" w:rsidR="00AA5CD6" w:rsidRPr="00ED4DD2" w:rsidRDefault="00AA5CD6" w:rsidP="00E9384A">
      <w:pPr>
        <w:pStyle w:val="Odstavec3"/>
      </w:pPr>
      <w:r w:rsidRPr="00ED4DD2">
        <w:t>poskytne součinnost při realizaci Díla v termínech dohodnutých v Harmonogramu plnění,</w:t>
      </w:r>
      <w:r w:rsidRPr="00ED4DD2">
        <w:rPr>
          <w:rFonts w:ascii="Times New Roman" w:hAnsi="Times New Roman"/>
          <w:color w:val="000000" w:themeColor="text1"/>
        </w:rPr>
        <w:t xml:space="preserve"> </w:t>
      </w:r>
      <w:r w:rsidR="00584168">
        <w:rPr>
          <w:rFonts w:ascii="Times New Roman" w:hAnsi="Times New Roman"/>
          <w:color w:val="000000"/>
        </w:rPr>
        <w:t>(</w:t>
      </w:r>
      <w:r w:rsidR="00584168" w:rsidRPr="00584168">
        <w:t>např. při přejímce Díla apod.).</w:t>
      </w:r>
    </w:p>
    <w:p w14:paraId="73735D1F" w14:textId="77777777" w:rsidR="00C30D59" w:rsidRDefault="007F3FC6" w:rsidP="00280022">
      <w:pPr>
        <w:pStyle w:val="lnek"/>
      </w:pPr>
      <w:r w:rsidRPr="00280022">
        <w:rPr>
          <w:rFonts w:eastAsiaTheme="minorEastAsia"/>
        </w:rPr>
        <w:t>Místo</w:t>
      </w:r>
      <w:r w:rsidRPr="007F3FC6">
        <w:t xml:space="preserve"> a doba plnění</w:t>
      </w:r>
    </w:p>
    <w:p w14:paraId="47896D03" w14:textId="08C68FD2" w:rsidR="00584168" w:rsidRDefault="007F3FC6" w:rsidP="00584168">
      <w:pPr>
        <w:pStyle w:val="Odstavec2"/>
        <w:tabs>
          <w:tab w:val="clear" w:pos="567"/>
          <w:tab w:val="left" w:pos="709"/>
        </w:tabs>
      </w:pPr>
      <w:r w:rsidRPr="007F3FC6">
        <w:t>Místem plnění je</w:t>
      </w:r>
      <w:r w:rsidR="00584168">
        <w:t xml:space="preserve"> </w:t>
      </w:r>
      <w:r w:rsidR="0036442A">
        <w:t>S</w:t>
      </w:r>
      <w:r w:rsidR="00584168">
        <w:t>taveniště</w:t>
      </w:r>
      <w:r w:rsidR="0036442A">
        <w:t>/Pracoviště</w:t>
      </w:r>
      <w:r w:rsidRPr="007F3FC6">
        <w:t xml:space="preserve">: </w:t>
      </w:r>
      <w:r w:rsidR="00E52A30">
        <w:rPr>
          <w:rFonts w:cs="Arial"/>
        </w:rPr>
        <w:t>potrubní rozvody ve skladu pohonných hmot</w:t>
      </w:r>
      <w:r w:rsidR="000D48E3">
        <w:rPr>
          <w:rFonts w:cs="Arial"/>
        </w:rPr>
        <w:t xml:space="preserve"> </w:t>
      </w:r>
      <w:r w:rsidR="000C3F90">
        <w:rPr>
          <w:rFonts w:cs="Arial"/>
        </w:rPr>
        <w:t xml:space="preserve">Objednatele </w:t>
      </w:r>
      <w:r w:rsidR="000C3F90" w:rsidRPr="000C3F90">
        <w:t>Sedlnice</w:t>
      </w:r>
      <w:r w:rsidR="000D48E3" w:rsidRPr="000C3F90">
        <w:t xml:space="preserve"> 742 56, Sedlnice, č.p. 503</w:t>
      </w:r>
      <w:r w:rsidR="00584168" w:rsidRPr="007F3FC6">
        <w:t xml:space="preserve"> </w:t>
      </w:r>
    </w:p>
    <w:p w14:paraId="3FEA0384" w14:textId="5CDAF1D2" w:rsidR="007F3FC6" w:rsidRDefault="007F3FC6" w:rsidP="00584168">
      <w:pPr>
        <w:pStyle w:val="Odstavec2"/>
        <w:tabs>
          <w:tab w:val="clear" w:pos="567"/>
          <w:tab w:val="left" w:pos="709"/>
        </w:tabs>
      </w:pPr>
      <w:r w:rsidRPr="007F3FC6">
        <w:t xml:space="preserve">Místo plnění se nachází v areálu provozu Objednatele a </w:t>
      </w:r>
      <w:r w:rsidRPr="00584168">
        <w:t>Dílo bude prováděno</w:t>
      </w:r>
      <w:r w:rsidRPr="007F3FC6">
        <w:t xml:space="preserve"> za provozu</w:t>
      </w:r>
      <w:r>
        <w:t xml:space="preserve"> </w:t>
      </w:r>
      <w:r w:rsidRPr="007F3FC6">
        <w:t>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p>
    <w:p w14:paraId="3CF4A19F" w14:textId="31302861" w:rsidR="00E9384A" w:rsidRDefault="00E9384A" w:rsidP="00E9384A">
      <w:pPr>
        <w:pStyle w:val="Odstavec2"/>
      </w:pPr>
      <w:r w:rsidRPr="00792EE0">
        <w:t xml:space="preserve">Termíny provedení Díla: </w:t>
      </w:r>
    </w:p>
    <w:p w14:paraId="0FE92F79" w14:textId="77777777" w:rsidR="00E9384A" w:rsidRPr="002D1DA0" w:rsidRDefault="00E9384A" w:rsidP="00E9384A">
      <w:pPr>
        <w:pStyle w:val="Odstavec3"/>
      </w:pPr>
      <w:r>
        <w:t>Zahájení díla</w:t>
      </w:r>
      <w:r w:rsidRPr="002D1DA0">
        <w:t xml:space="preserve">: </w:t>
      </w:r>
      <w:r w:rsidRPr="002D1DA0">
        <w:rPr>
          <w:i/>
        </w:rPr>
        <w:t>/bude upřesněno před podpisem smlouvy dle předloženého a odsouhlaseného harmonogramu/</w:t>
      </w:r>
      <w:r w:rsidRPr="002D1DA0">
        <w:t xml:space="preserve"> </w:t>
      </w:r>
    </w:p>
    <w:p w14:paraId="7FCEFF35" w14:textId="1DE53007" w:rsidR="00E9384A" w:rsidRPr="002D1DA0" w:rsidRDefault="00E9384A" w:rsidP="00E9384A">
      <w:pPr>
        <w:pStyle w:val="Odstavec3"/>
      </w:pPr>
      <w:r w:rsidRPr="002D1DA0">
        <w:t xml:space="preserve">Dokončení a předání Díla: </w:t>
      </w:r>
      <w:r w:rsidRPr="00972936">
        <w:rPr>
          <w:i/>
          <w:iCs/>
        </w:rPr>
        <w:t>/bude upřesněno před podpisem smlouvy dle předloženého a odsouhlaseného harmonogramu</w:t>
      </w:r>
      <w:r w:rsidR="000D48E3">
        <w:t xml:space="preserve"> s tím, že termín dokončení a předání díla nesmí </w:t>
      </w:r>
      <w:proofErr w:type="spellStart"/>
      <w:r w:rsidR="000D48E3">
        <w:t>překorčit</w:t>
      </w:r>
      <w:proofErr w:type="spellEnd"/>
      <w:r w:rsidR="000D48E3">
        <w:t xml:space="preserve"> dobu provádění díla stanovenou v Závazných podkladech. </w:t>
      </w:r>
      <w:r w:rsidRPr="002D1DA0">
        <w:t xml:space="preserve">/ </w:t>
      </w:r>
    </w:p>
    <w:p w14:paraId="063DD67E" w14:textId="5FA3A926" w:rsidR="007F3FC6" w:rsidRDefault="00E9384A" w:rsidP="00E9384A">
      <w:pPr>
        <w:pStyle w:val="Odstavec2"/>
        <w:numPr>
          <w:ilvl w:val="0"/>
          <w:numId w:val="0"/>
        </w:numPr>
        <w:tabs>
          <w:tab w:val="clear" w:pos="567"/>
        </w:tabs>
        <w:ind w:left="709" w:hanging="142"/>
      </w:pPr>
      <w:r w:rsidRPr="00D57543">
        <w:t>Zhotovitel je povinen realizovat Dílo v termínech uvedených v Harmonogramu plnění, který tvoří přílohu č. 1 této Smlouvy (dále jen „</w:t>
      </w:r>
      <w:r w:rsidRPr="00E9384A">
        <w:rPr>
          <w:b/>
          <w:i/>
        </w:rPr>
        <w:t>Harmonogram plnění</w:t>
      </w:r>
      <w:r w:rsidRPr="00D57543">
        <w:t>“)</w:t>
      </w:r>
      <w:r>
        <w:t>.</w:t>
      </w:r>
      <w:r w:rsidR="00584168">
        <w:t xml:space="preserve"> </w:t>
      </w:r>
    </w:p>
    <w:p w14:paraId="0D5A5606" w14:textId="7CCD0108" w:rsidR="007F3FC6" w:rsidRPr="00ED015C" w:rsidRDefault="007F3FC6" w:rsidP="00584168">
      <w:pPr>
        <w:pStyle w:val="Odstavec2"/>
        <w:tabs>
          <w:tab w:val="clear" w:pos="567"/>
          <w:tab w:val="left" w:pos="709"/>
        </w:tabs>
      </w:pPr>
      <w:r w:rsidRPr="007F3FC6">
        <w:t>Dílo bude prováděno po jednotlivých etapách</w:t>
      </w:r>
      <w:r>
        <w:t xml:space="preserve"> </w:t>
      </w:r>
      <w:r w:rsidRPr="00ED015C">
        <w:t xml:space="preserve">stanovených v Harmonogramu </w:t>
      </w:r>
      <w:r w:rsidR="00E322F9" w:rsidRPr="00ED015C">
        <w:t>plnění</w:t>
      </w:r>
      <w:r w:rsidR="00584168" w:rsidRPr="00ED015C">
        <w:t>.</w:t>
      </w:r>
      <w:r w:rsidR="00E322F9" w:rsidRPr="00ED015C">
        <w:t xml:space="preserve"> </w:t>
      </w:r>
    </w:p>
    <w:p w14:paraId="5DA2EB23" w14:textId="538FE7B8" w:rsidR="007F3FC6" w:rsidRPr="00ED015C" w:rsidRDefault="007F3FC6" w:rsidP="00584168">
      <w:pPr>
        <w:pStyle w:val="Odstavec2"/>
        <w:tabs>
          <w:tab w:val="clear" w:pos="567"/>
          <w:tab w:val="left" w:pos="709"/>
        </w:tabs>
      </w:pPr>
      <w:r w:rsidRPr="00ED015C">
        <w:t xml:space="preserve">Řádné provedení Díla nevyžaduje </w:t>
      </w:r>
      <w:r w:rsidRPr="00ED015C">
        <w:rPr>
          <w:b/>
        </w:rPr>
        <w:t>odstávku/y</w:t>
      </w:r>
      <w:r w:rsidRPr="00ED015C">
        <w:t xml:space="preserve"> provozu Objednatele či jeho části.</w:t>
      </w:r>
      <w:r w:rsidR="002F6183" w:rsidRPr="00ED015C">
        <w:t xml:space="preserve"> </w:t>
      </w:r>
    </w:p>
    <w:p w14:paraId="4E237814" w14:textId="5F9865E2" w:rsidR="002F6183" w:rsidRPr="007240F7" w:rsidRDefault="002F6183" w:rsidP="002F6183">
      <w:pPr>
        <w:pStyle w:val="Odstavec2"/>
        <w:rPr>
          <w:b/>
        </w:rPr>
      </w:pPr>
      <w:r w:rsidRPr="007240F7">
        <w:rPr>
          <w:b/>
        </w:rPr>
        <w:t>Přejímka Staveniště</w:t>
      </w:r>
      <w:r w:rsidR="0036442A">
        <w:rPr>
          <w:b/>
        </w:rPr>
        <w:t>/Pracoviště</w:t>
      </w:r>
    </w:p>
    <w:p w14:paraId="41C2735A" w14:textId="32809815" w:rsidR="002F6183" w:rsidRPr="00903D6E" w:rsidRDefault="002F6183" w:rsidP="002F6183">
      <w:pPr>
        <w:pStyle w:val="Odstavec3"/>
      </w:pPr>
      <w:r w:rsidRPr="00903D6E">
        <w:t>Přejímka Staveniště</w:t>
      </w:r>
      <w:r w:rsidR="0036442A">
        <w:t>/Pracoviště</w:t>
      </w:r>
      <w:r w:rsidRPr="00903D6E">
        <w:t xml:space="preserve"> proběhne jednorázově.</w:t>
      </w:r>
    </w:p>
    <w:p w14:paraId="5BD02699" w14:textId="2D18C150" w:rsidR="002F6183" w:rsidRPr="00ED015C" w:rsidRDefault="00521FE0" w:rsidP="002F6183">
      <w:pPr>
        <w:pStyle w:val="Odstavec3"/>
      </w:pPr>
      <w:r w:rsidRPr="00ED015C">
        <w:t>Součástí předání a převzetí Staveniště</w:t>
      </w:r>
      <w:r w:rsidR="0036442A" w:rsidRPr="00ED015C">
        <w:t>/Pracoviště</w:t>
      </w:r>
      <w:r w:rsidRPr="00ED015C">
        <w:t xml:space="preserve"> je i předání dokumentů stanovených obecně závaznými právními předpisy a níže uvedených dokumentů Objednatelem Zhotoviteli, pokud nebyly tyto dokumenty předány již dříve, a to:</w:t>
      </w:r>
    </w:p>
    <w:p w14:paraId="5B65B2CB" w14:textId="77777777" w:rsidR="00521FE0" w:rsidRPr="00ED015C" w:rsidRDefault="00521FE0" w:rsidP="007040D2">
      <w:pPr>
        <w:pStyle w:val="Odstavec3"/>
        <w:numPr>
          <w:ilvl w:val="2"/>
          <w:numId w:val="5"/>
        </w:numPr>
      </w:pPr>
      <w:r w:rsidRPr="00ED015C">
        <w:t>vyznačení bodů pro napojení odběrných míst vody, kanalizace, elektrické energie, plynu či případně jiných médií,</w:t>
      </w:r>
    </w:p>
    <w:p w14:paraId="6788EF35" w14:textId="77777777" w:rsidR="00521FE0" w:rsidRPr="00ED015C" w:rsidRDefault="00521FE0" w:rsidP="007040D2">
      <w:pPr>
        <w:pStyle w:val="Odstavec3"/>
        <w:numPr>
          <w:ilvl w:val="2"/>
          <w:numId w:val="5"/>
        </w:numPr>
      </w:pPr>
      <w:r w:rsidRPr="00ED015C">
        <w:t>podm</w:t>
      </w:r>
      <w:r w:rsidRPr="00ED015C">
        <w:rPr>
          <w:rFonts w:cs="Arial"/>
        </w:rPr>
        <w:t>í</w:t>
      </w:r>
      <w:r w:rsidRPr="00ED015C">
        <w:t>nky vztahuj</w:t>
      </w:r>
      <w:r w:rsidRPr="00ED015C">
        <w:rPr>
          <w:rFonts w:cs="Arial"/>
        </w:rPr>
        <w:t>í</w:t>
      </w:r>
      <w:r w:rsidRPr="00ED015C">
        <w:t>c</w:t>
      </w:r>
      <w:r w:rsidRPr="00ED015C">
        <w:rPr>
          <w:rFonts w:cs="Arial"/>
        </w:rPr>
        <w:t>í</w:t>
      </w:r>
      <w:r w:rsidRPr="00ED015C">
        <w:t xml:space="preserve"> se k ochran</w:t>
      </w:r>
      <w:r w:rsidRPr="00ED015C">
        <w:rPr>
          <w:rFonts w:cs="Arial"/>
        </w:rPr>
        <w:t>ě</w:t>
      </w:r>
      <w:r w:rsidRPr="00ED015C">
        <w:t xml:space="preserve"> </w:t>
      </w:r>
      <w:r w:rsidRPr="00ED015C">
        <w:rPr>
          <w:rFonts w:cs="Arial"/>
        </w:rPr>
        <w:t>ž</w:t>
      </w:r>
      <w:r w:rsidRPr="00ED015C">
        <w:t>ivotn</w:t>
      </w:r>
      <w:r w:rsidRPr="00ED015C">
        <w:rPr>
          <w:rFonts w:cs="Arial"/>
        </w:rPr>
        <w:t>í</w:t>
      </w:r>
      <w:r w:rsidRPr="00ED015C">
        <w:t>ho prost</w:t>
      </w:r>
      <w:r w:rsidRPr="00ED015C">
        <w:rPr>
          <w:rFonts w:cs="Arial"/>
        </w:rPr>
        <w:t>ř</w:t>
      </w:r>
      <w:r w:rsidRPr="00ED015C">
        <w:t>ed</w:t>
      </w:r>
      <w:r w:rsidRPr="00ED015C">
        <w:rPr>
          <w:rFonts w:cs="Arial"/>
        </w:rPr>
        <w:t>í</w:t>
      </w:r>
      <w:r w:rsidRPr="00ED015C">
        <w:t xml:space="preserve"> (zejm</w:t>
      </w:r>
      <w:r w:rsidRPr="00ED015C">
        <w:rPr>
          <w:rFonts w:cs="Arial"/>
        </w:rPr>
        <w:t>é</w:t>
      </w:r>
      <w:r w:rsidRPr="00ED015C">
        <w:t>na v ot</w:t>
      </w:r>
      <w:r w:rsidRPr="00ED015C">
        <w:rPr>
          <w:rFonts w:cs="Arial"/>
        </w:rPr>
        <w:t>á</w:t>
      </w:r>
      <w:r w:rsidRPr="00ED015C">
        <w:t>zk</w:t>
      </w:r>
      <w:r w:rsidRPr="00ED015C">
        <w:rPr>
          <w:rFonts w:cs="Arial"/>
        </w:rPr>
        <w:t>á</w:t>
      </w:r>
      <w:r w:rsidRPr="00ED015C">
        <w:t>ch zelen</w:t>
      </w:r>
      <w:r w:rsidRPr="00ED015C">
        <w:rPr>
          <w:rFonts w:cs="Arial"/>
        </w:rPr>
        <w:t>ě</w:t>
      </w:r>
      <w:r w:rsidRPr="00ED015C">
        <w:t>, manipulace s odpady, odvod zne</w:t>
      </w:r>
      <w:r w:rsidRPr="00ED015C">
        <w:rPr>
          <w:rFonts w:cs="Arial"/>
        </w:rPr>
        <w:t>č</w:t>
      </w:r>
      <w:r w:rsidRPr="00ED015C">
        <w:t>i</w:t>
      </w:r>
      <w:r w:rsidRPr="00ED015C">
        <w:rPr>
          <w:rFonts w:cs="Arial"/>
        </w:rPr>
        <w:t>š</w:t>
      </w:r>
      <w:r w:rsidRPr="00ED015C">
        <w:t>t</w:t>
      </w:r>
      <w:r w:rsidRPr="00ED015C">
        <w:rPr>
          <w:rFonts w:cs="Arial"/>
        </w:rPr>
        <w:t>ě</w:t>
      </w:r>
      <w:r w:rsidRPr="00ED015C">
        <w:t>n</w:t>
      </w:r>
      <w:r w:rsidRPr="00ED015C">
        <w:rPr>
          <w:rFonts w:cs="Arial"/>
        </w:rPr>
        <w:t>ý</w:t>
      </w:r>
      <w:r w:rsidRPr="00ED015C">
        <w:t>ch vod apod.),</w:t>
      </w:r>
    </w:p>
    <w:p w14:paraId="0B4DBFD0" w14:textId="67CE36BA" w:rsidR="00521FE0" w:rsidRPr="00ED015C" w:rsidRDefault="00521FE0" w:rsidP="007040D2">
      <w:pPr>
        <w:pStyle w:val="Odstavec3"/>
        <w:numPr>
          <w:ilvl w:val="2"/>
          <w:numId w:val="5"/>
        </w:numPr>
      </w:pPr>
      <w:r w:rsidRPr="00ED015C">
        <w:t>doklady o vyt</w:t>
      </w:r>
      <w:r w:rsidRPr="00ED015C">
        <w:rPr>
          <w:rFonts w:cs="Arial"/>
        </w:rPr>
        <w:t>ýč</w:t>
      </w:r>
      <w:r w:rsidRPr="00ED015C">
        <w:t>en</w:t>
      </w:r>
      <w:r w:rsidRPr="00ED015C">
        <w:rPr>
          <w:rFonts w:cs="Arial"/>
        </w:rPr>
        <w:t>í</w:t>
      </w:r>
      <w:r w:rsidRPr="00ED015C">
        <w:t xml:space="preserve"> st</w:t>
      </w:r>
      <w:r w:rsidRPr="00ED015C">
        <w:rPr>
          <w:rFonts w:cs="Arial"/>
        </w:rPr>
        <w:t>á</w:t>
      </w:r>
      <w:r w:rsidRPr="00ED015C">
        <w:t>vaj</w:t>
      </w:r>
      <w:r w:rsidRPr="00ED015C">
        <w:rPr>
          <w:rFonts w:cs="Arial"/>
        </w:rPr>
        <w:t>í</w:t>
      </w:r>
      <w:r w:rsidRPr="00ED015C">
        <w:t>c</w:t>
      </w:r>
      <w:r w:rsidRPr="00ED015C">
        <w:rPr>
          <w:rFonts w:cs="Arial"/>
        </w:rPr>
        <w:t>í</w:t>
      </w:r>
      <w:r w:rsidRPr="00ED015C">
        <w:t>ch in</w:t>
      </w:r>
      <w:r w:rsidRPr="00ED015C">
        <w:rPr>
          <w:rFonts w:cs="Arial"/>
        </w:rPr>
        <w:t>ž</w:t>
      </w:r>
      <w:r w:rsidRPr="00ED015C">
        <w:t>en</w:t>
      </w:r>
      <w:r w:rsidRPr="00ED015C">
        <w:rPr>
          <w:rFonts w:cs="Arial"/>
        </w:rPr>
        <w:t>ý</w:t>
      </w:r>
      <w:r w:rsidRPr="00ED015C">
        <w:t>rsk</w:t>
      </w:r>
      <w:r w:rsidRPr="00ED015C">
        <w:rPr>
          <w:rFonts w:cs="Arial"/>
        </w:rPr>
        <w:t>ý</w:t>
      </w:r>
      <w:r w:rsidRPr="00ED015C">
        <w:t>ch s</w:t>
      </w:r>
      <w:r w:rsidRPr="00ED015C">
        <w:rPr>
          <w:rFonts w:cs="Arial"/>
        </w:rPr>
        <w:t>í</w:t>
      </w:r>
      <w:r w:rsidRPr="00ED015C">
        <w:t>t</w:t>
      </w:r>
      <w:r w:rsidRPr="00ED015C">
        <w:rPr>
          <w:rFonts w:cs="Arial"/>
        </w:rPr>
        <w:t>í</w:t>
      </w:r>
      <w:r w:rsidRPr="00ED015C">
        <w:t xml:space="preserve"> nach</w:t>
      </w:r>
      <w:r w:rsidRPr="00ED015C">
        <w:rPr>
          <w:rFonts w:cs="Arial"/>
        </w:rPr>
        <w:t>á</w:t>
      </w:r>
      <w:r w:rsidRPr="00ED015C">
        <w:t>zej</w:t>
      </w:r>
      <w:r w:rsidRPr="00ED015C">
        <w:rPr>
          <w:rFonts w:cs="Arial"/>
        </w:rPr>
        <w:t>í</w:t>
      </w:r>
      <w:r w:rsidRPr="00ED015C">
        <w:t>c</w:t>
      </w:r>
      <w:r w:rsidRPr="00ED015C">
        <w:rPr>
          <w:rFonts w:cs="Arial"/>
        </w:rPr>
        <w:t>í</w:t>
      </w:r>
      <w:r w:rsidRPr="00ED015C">
        <w:t>ch se v prostoru Staveni</w:t>
      </w:r>
      <w:r w:rsidRPr="00ED015C">
        <w:rPr>
          <w:rFonts w:cs="Arial"/>
        </w:rPr>
        <w:t>š</w:t>
      </w:r>
      <w:r w:rsidRPr="00ED015C">
        <w:t>t</w:t>
      </w:r>
      <w:r w:rsidRPr="00ED015C">
        <w:rPr>
          <w:rFonts w:cs="Arial"/>
        </w:rPr>
        <w:t>ě</w:t>
      </w:r>
      <w:r w:rsidR="0036442A" w:rsidRPr="00ED015C">
        <w:rPr>
          <w:rFonts w:cs="Arial"/>
        </w:rPr>
        <w:t>/Pracoviště</w:t>
      </w:r>
      <w:r w:rsidRPr="00ED015C">
        <w:t>, p</w:t>
      </w:r>
      <w:r w:rsidRPr="00ED015C">
        <w:rPr>
          <w:rFonts w:cs="Arial"/>
        </w:rPr>
        <w:t>ří</w:t>
      </w:r>
      <w:r w:rsidRPr="00ED015C">
        <w:t>padn</w:t>
      </w:r>
      <w:r w:rsidRPr="00ED015C">
        <w:rPr>
          <w:rFonts w:cs="Arial"/>
        </w:rPr>
        <w:t>ě</w:t>
      </w:r>
      <w:r w:rsidRPr="00ED015C">
        <w:t xml:space="preserve"> i na pozemc</w:t>
      </w:r>
      <w:r w:rsidRPr="00ED015C">
        <w:rPr>
          <w:rFonts w:cs="Arial"/>
        </w:rPr>
        <w:t>í</w:t>
      </w:r>
      <w:r w:rsidRPr="00ED015C">
        <w:t>ch p</w:t>
      </w:r>
      <w:r w:rsidRPr="00ED015C">
        <w:rPr>
          <w:rFonts w:cs="Arial"/>
        </w:rPr>
        <w:t>ř</w:t>
      </w:r>
      <w:r w:rsidRPr="00ED015C">
        <w:t>ilehlých, které budou prováděním Díla dotčeny, včetně podmínek správců nebo vlastníků těchto sítí</w:t>
      </w:r>
      <w:r w:rsidR="00A81B12">
        <w:t>.</w:t>
      </w:r>
    </w:p>
    <w:p w14:paraId="472B8884" w14:textId="6B0E4617" w:rsidR="00157BF2" w:rsidRPr="00C24CF3" w:rsidRDefault="00157BF2" w:rsidP="0023229B">
      <w:pPr>
        <w:pStyle w:val="Odstavec3"/>
      </w:pPr>
      <w:r w:rsidRPr="00546161">
        <w:t xml:space="preserve">Veškeré náklady na zařízení </w:t>
      </w:r>
      <w:r w:rsidR="0036442A">
        <w:t>S</w:t>
      </w:r>
      <w:r w:rsidRPr="00546161">
        <w:t>taveniště</w:t>
      </w:r>
      <w:r w:rsidR="0036442A">
        <w:t>/\Pracoviště</w:t>
      </w:r>
      <w:r w:rsidRPr="00546161">
        <w:t xml:space="preserve">, náhrady a všechny správní poplatky hradí od doby předání </w:t>
      </w:r>
      <w:r w:rsidR="0036442A">
        <w:t>S</w:t>
      </w:r>
      <w:r w:rsidRPr="00546161">
        <w:t>taveniště</w:t>
      </w:r>
      <w:r w:rsidR="0036442A">
        <w:t>/Pracoviště</w:t>
      </w:r>
      <w:r w:rsidRPr="00546161">
        <w:t xml:space="preserve"> Objednatelem až do předání Díla Zhotovitel, nedohodnou-li se strany písemně jinak.</w:t>
      </w:r>
    </w:p>
    <w:p w14:paraId="6C210D50" w14:textId="77777777" w:rsidR="00157BF2" w:rsidRPr="00EE1B09" w:rsidRDefault="00157BF2" w:rsidP="0023229B">
      <w:pPr>
        <w:pStyle w:val="Odstavec3"/>
      </w:pPr>
      <w:r w:rsidRPr="00546161">
        <w:t>Objednatel nezajišťuje uzavřený sklad, poskytne Zhotoviteli pouze možnost umístění zařízení, strojů a materiálu nezbytného k realizaci Díla na staveništi dle možnosti v době provádění prací na Díle a na určených plochách v jednotlivých skladech Objednatele. Objednatel rovněž neposkytuje pro Zhotovitele sociální zařízení a šatny.</w:t>
      </w:r>
    </w:p>
    <w:p w14:paraId="4B089C57" w14:textId="5FB14160" w:rsidR="00157BF2" w:rsidRPr="00C24CF3" w:rsidRDefault="00157BF2" w:rsidP="0023229B">
      <w:pPr>
        <w:pStyle w:val="Odstavec3"/>
      </w:pPr>
      <w:r w:rsidRPr="00546161">
        <w:t xml:space="preserve">Zhotovitel zabezpečí na své vlastní náklady dopravu a skladování strojů, zařízení a materiálu nezbytného k řádnému provádění Díla, jakož i bezpečnost a ochranu zdraví osob na </w:t>
      </w:r>
      <w:r w:rsidR="0036442A">
        <w:t>S</w:t>
      </w:r>
      <w:r w:rsidRPr="00546161">
        <w:t>taveništi</w:t>
      </w:r>
      <w:r w:rsidR="0036442A">
        <w:t>/Pracovišti</w:t>
      </w:r>
      <w:r w:rsidRPr="00546161">
        <w:t>.</w:t>
      </w:r>
    </w:p>
    <w:p w14:paraId="24628D33" w14:textId="2E25E734" w:rsidR="00157BF2" w:rsidRPr="00D30DF4" w:rsidRDefault="00157BF2" w:rsidP="0023229B">
      <w:pPr>
        <w:pStyle w:val="Odstavec3"/>
      </w:pPr>
      <w:r w:rsidRPr="00546161">
        <w:lastRenderedPageBreak/>
        <w:t xml:space="preserve">Zhotovitel odpovídá za řádnou ochranu veškeré zeleně v místě </w:t>
      </w:r>
      <w:r w:rsidR="0036442A">
        <w:t>S</w:t>
      </w:r>
      <w:r w:rsidRPr="00546161">
        <w:t>taveniště</w:t>
      </w:r>
      <w:r w:rsidR="0036442A">
        <w:t>/Pracoviště</w:t>
      </w:r>
      <w:r w:rsidRPr="00546161">
        <w:t xml:space="preserve">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14:paraId="73CF9DF6" w14:textId="267ED8C0" w:rsidR="00157BF2" w:rsidRPr="00D30DF4" w:rsidRDefault="00157BF2" w:rsidP="0023229B">
      <w:pPr>
        <w:pStyle w:val="Odstavec3"/>
      </w:pPr>
      <w:r w:rsidRPr="00546161">
        <w:t xml:space="preserve">Zhotovitel je povinen udržovat pořádek na </w:t>
      </w:r>
      <w:r w:rsidR="0036442A">
        <w:t>S</w:t>
      </w:r>
      <w:r w:rsidRPr="00546161">
        <w:t>taveništi</w:t>
      </w:r>
      <w:r w:rsidR="0036442A">
        <w:t>/P</w:t>
      </w:r>
      <w:r w:rsidRPr="00546161">
        <w:t>racovišti. V případě, že Zhotovitel nezajistí likvidaci odpadu a zbytků materiálu, odstraní je Objednatel sám na náklady Zhotovitele. Zhotovitel je povinen uhradit Objednateli veškeré náklady dle předchozí věty, které mu budou Objednatelem vyúčtovány.</w:t>
      </w:r>
    </w:p>
    <w:p w14:paraId="7EEBEEA9" w14:textId="1C747A6C" w:rsidR="00521FE0" w:rsidRDefault="00521FE0" w:rsidP="00521FE0">
      <w:pPr>
        <w:pStyle w:val="Odstavec3"/>
      </w:pPr>
      <w:r w:rsidRPr="00521FE0">
        <w:t>Zhotovitel je povinen předat vyklizené Staveniště</w:t>
      </w:r>
      <w:r w:rsidR="0036442A">
        <w:t>/Pracoviště</w:t>
      </w:r>
      <w:r w:rsidRPr="00521FE0">
        <w:t xml:space="preserve"> bez </w:t>
      </w:r>
      <w:r w:rsidRPr="00903D6E">
        <w:t>vad ve lhůtě předání a převzetí Díla</w:t>
      </w:r>
      <w:r>
        <w:t>.</w:t>
      </w:r>
    </w:p>
    <w:p w14:paraId="3C2FB2D2" w14:textId="77777777" w:rsidR="005C5D01" w:rsidRDefault="005C5D01" w:rsidP="00280022">
      <w:pPr>
        <w:pStyle w:val="lnek"/>
      </w:pPr>
      <w:r w:rsidRPr="00280022">
        <w:rPr>
          <w:rFonts w:eastAsiaTheme="minorEastAsia"/>
        </w:rPr>
        <w:t>Cena</w:t>
      </w:r>
      <w:r w:rsidRPr="005C5D01">
        <w:t xml:space="preserve"> díla</w:t>
      </w:r>
    </w:p>
    <w:p w14:paraId="0CEBEBA6" w14:textId="73D2F370" w:rsidR="005C5D01" w:rsidRDefault="005C5D01" w:rsidP="005C5D01">
      <w:pPr>
        <w:pStyle w:val="Odstavec2"/>
      </w:pPr>
      <w:bookmarkStart w:id="0" w:name="_Ref321240324"/>
      <w:r w:rsidRPr="005C5D01">
        <w:t>Celková Cena díla v plném rozsahu dle této Smlouvy je stanovena jako smluvní cena bez DPH:</w:t>
      </w:r>
      <w:bookmarkEnd w:id="0"/>
    </w:p>
    <w:p w14:paraId="51BBEC1C" w14:textId="77777777" w:rsidR="005C5D01" w:rsidRDefault="005C5D01" w:rsidP="00FC188C">
      <w:pPr>
        <w:pStyle w:val="Odstavec2"/>
        <w:numPr>
          <w:ilvl w:val="0"/>
          <w:numId w:val="0"/>
        </w:numPr>
        <w:ind w:left="567"/>
        <w:jc w:val="center"/>
        <w:rPr>
          <w:b/>
        </w:rPr>
      </w:pPr>
      <w:r w:rsidRPr="005C5D01">
        <w:rPr>
          <w:b/>
          <w:highlight w:val="yellow"/>
        </w:rPr>
        <w:t>……………………</w:t>
      </w:r>
      <w:proofErr w:type="gramStart"/>
      <w:r w:rsidRPr="005C5D01">
        <w:rPr>
          <w:b/>
          <w:highlight w:val="yellow"/>
        </w:rPr>
        <w:t>…….</w:t>
      </w:r>
      <w:proofErr w:type="gramEnd"/>
      <w:r w:rsidRPr="005C5D01">
        <w:rPr>
          <w:b/>
          <w:highlight w:val="yellow"/>
        </w:rPr>
        <w:t xml:space="preserve">,- Kč </w:t>
      </w:r>
    </w:p>
    <w:p w14:paraId="249D1270" w14:textId="02303EFA" w:rsidR="00E9384A" w:rsidRPr="00E9384A" w:rsidRDefault="00E9384A" w:rsidP="00FC188C">
      <w:pPr>
        <w:pStyle w:val="Odstavec2"/>
        <w:numPr>
          <w:ilvl w:val="0"/>
          <w:numId w:val="0"/>
        </w:numPr>
        <w:ind w:left="567"/>
        <w:jc w:val="center"/>
        <w:rPr>
          <w:i/>
        </w:rPr>
      </w:pPr>
      <w:r w:rsidRPr="00E9384A">
        <w:rPr>
          <w:i/>
        </w:rPr>
        <w:t>/slovy: ………………………………………………/</w:t>
      </w:r>
    </w:p>
    <w:p w14:paraId="315DDFD7" w14:textId="77777777" w:rsidR="005C5D01" w:rsidRPr="005C5D01" w:rsidRDefault="005C5D01" w:rsidP="005C5D01">
      <w:pPr>
        <w:pStyle w:val="Odstavec2"/>
        <w:numPr>
          <w:ilvl w:val="0"/>
          <w:numId w:val="0"/>
        </w:numPr>
        <w:ind w:left="567"/>
        <w:jc w:val="left"/>
      </w:pPr>
      <w:r w:rsidRPr="005C5D01">
        <w:t>(dále a výše jen „</w:t>
      </w:r>
      <w:r w:rsidRPr="005C5D01">
        <w:rPr>
          <w:b/>
          <w:i/>
        </w:rPr>
        <w:t>Cena díla</w:t>
      </w:r>
      <w:r w:rsidRPr="005C5D01">
        <w:t>“).</w:t>
      </w:r>
    </w:p>
    <w:p w14:paraId="796103A2" w14:textId="77777777" w:rsidR="005C5D01" w:rsidRDefault="005C5D01" w:rsidP="00903D6E">
      <w:pPr>
        <w:pStyle w:val="Odstavec2"/>
        <w:tabs>
          <w:tab w:val="clear" w:pos="567"/>
          <w:tab w:val="left" w:pos="709"/>
        </w:tabs>
      </w:pPr>
      <w:r w:rsidRPr="005C5D01">
        <w:t>K Ceně díla bude při fakturaci připočtena DPH v zákonné výši.</w:t>
      </w:r>
    </w:p>
    <w:p w14:paraId="19D55776" w14:textId="4C11C2D7" w:rsidR="00157BF2" w:rsidRPr="00CA2D5E" w:rsidRDefault="00157BF2" w:rsidP="00903D6E">
      <w:pPr>
        <w:pStyle w:val="Odstavec2"/>
        <w:tabs>
          <w:tab w:val="clear" w:pos="567"/>
          <w:tab w:val="left" w:pos="709"/>
        </w:tabs>
      </w:pPr>
      <w:r w:rsidRPr="00CA2D5E">
        <w:t>Nabídka, na jejímž základě byla sjedn</w:t>
      </w:r>
      <w:r w:rsidR="00AD34A4">
        <w:t>á</w:t>
      </w:r>
      <w:r w:rsidRPr="00CA2D5E">
        <w:t>n</w:t>
      </w:r>
      <w:r w:rsidR="00AD34A4">
        <w:t>a</w:t>
      </w:r>
      <w:r w:rsidRPr="00CA2D5E">
        <w:t xml:space="preserve"> Cena díla</w:t>
      </w:r>
      <w:r w:rsidR="00AD34A4">
        <w:t xml:space="preserve"> a jejíž relevantní část je přílohou č. 2 Smlouvy</w:t>
      </w:r>
      <w:r w:rsidRPr="00CA2D5E">
        <w:t xml:space="preserve">, má povahu úplného a závazného rozpočtu ve smyslu </w:t>
      </w:r>
      <w:proofErr w:type="spellStart"/>
      <w:r w:rsidRPr="00CA2D5E">
        <w:t>ust</w:t>
      </w:r>
      <w:proofErr w:type="spellEnd"/>
      <w:r w:rsidRPr="00CA2D5E">
        <w:t xml:space="preserve">. § 2621 zák. č. 89/2012 Sb., občanský zákoník, v platném znění. </w:t>
      </w:r>
    </w:p>
    <w:p w14:paraId="28891C37" w14:textId="77777777" w:rsidR="00157BF2" w:rsidRPr="00CA2D5E" w:rsidRDefault="00157BF2" w:rsidP="00903D6E">
      <w:pPr>
        <w:pStyle w:val="Odstavec2"/>
        <w:tabs>
          <w:tab w:val="clear" w:pos="567"/>
          <w:tab w:val="left" w:pos="709"/>
        </w:tabs>
      </w:pPr>
      <w:r w:rsidRPr="00CA2D5E">
        <w:t xml:space="preserve">Smluvní strany se dohodly, že Zhotovitel nemá v průběhu plnění Smlouvy nárok na zálohy ze strany Objednatele. Objednatel není povinen hradit v průběhu plnění Smlouvy přiměřenou část odměny ve smyslu </w:t>
      </w:r>
      <w:proofErr w:type="spellStart"/>
      <w:r w:rsidRPr="00CA2D5E">
        <w:t>ust</w:t>
      </w:r>
      <w:proofErr w:type="spellEnd"/>
      <w:r w:rsidRPr="00CA2D5E">
        <w:t>. § 2611 zák. č. 89/2012 Sb., občanský zákoník, v platném znění, není-li dohodnuto jinak.</w:t>
      </w:r>
    </w:p>
    <w:p w14:paraId="2F0C355C" w14:textId="41EDB5CE" w:rsidR="00157BF2" w:rsidRPr="00CA2D5E" w:rsidRDefault="00157BF2" w:rsidP="00903D6E">
      <w:pPr>
        <w:pStyle w:val="Odstavec2"/>
        <w:tabs>
          <w:tab w:val="clear" w:pos="567"/>
          <w:tab w:val="left" w:pos="709"/>
        </w:tabs>
      </w:pPr>
      <w:r w:rsidRPr="00CA2D5E">
        <w:t xml:space="preserve">Cena díla dle </w:t>
      </w:r>
      <w:r w:rsidR="00AD34A4">
        <w:t>odst.</w:t>
      </w:r>
      <w:r w:rsidR="00AD34A4" w:rsidRPr="00CA2D5E">
        <w:t xml:space="preserve"> </w:t>
      </w:r>
      <w:r w:rsidR="00AD34A4">
        <w:t>6</w:t>
      </w:r>
      <w:r w:rsidRPr="00CA2D5E">
        <w:t>.1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14:paraId="0267D9ED" w14:textId="77777777" w:rsidR="00157BF2" w:rsidRPr="00C70687" w:rsidRDefault="00157BF2" w:rsidP="00903D6E">
      <w:pPr>
        <w:pStyle w:val="Odstavec2"/>
        <w:tabs>
          <w:tab w:val="clear" w:pos="567"/>
          <w:tab w:val="left" w:pos="709"/>
        </w:tabs>
      </w:pPr>
      <w:r w:rsidRPr="00CA2D5E">
        <w:t>Cena díla zahrnuje mimo náklady na provedení Díla také veškeré náklady spojené s plněním Smlouvy zejména s případným přerušením či odložením plnění z důvodů na straně Objednatele, náklady na dopravu, náhrady za vynaložený čas strávený na cestách, náklady na ubytování, přesčasy, riziko špatného počasí, zatížení zimou, pojištění, clo, licence, vypracování všech dokumentů potřebných pro</w:t>
      </w:r>
      <w:r w:rsidRPr="00C70687">
        <w:t xml:space="preserve"> provoz a údržbu Díla.</w:t>
      </w:r>
    </w:p>
    <w:p w14:paraId="652001DB" w14:textId="77777777" w:rsidR="00157BF2" w:rsidRPr="004D6A21" w:rsidRDefault="00157BF2" w:rsidP="00903D6E">
      <w:pPr>
        <w:pStyle w:val="Odstavec2"/>
        <w:tabs>
          <w:tab w:val="clear" w:pos="567"/>
          <w:tab w:val="left" w:pos="709"/>
        </w:tabs>
      </w:pPr>
      <w:r w:rsidRPr="004D6A21">
        <w:t>Cena díla obsahuje i náklady související s plněním dohodnutých platebních podmínek. Cena díla obsahuje vývoj cen vstupních nákladů a zvýšení Ceny díla v závislosti na čase plnění, a to až do sjednaného termínu dokončení Díla.</w:t>
      </w:r>
    </w:p>
    <w:p w14:paraId="17F42793" w14:textId="576489DC" w:rsidR="00157BF2" w:rsidRPr="00E12D4B" w:rsidRDefault="00157BF2" w:rsidP="00903D6E">
      <w:pPr>
        <w:pStyle w:val="Odstavec2"/>
        <w:tabs>
          <w:tab w:val="clear" w:pos="567"/>
          <w:tab w:val="left" w:pos="709"/>
        </w:tabs>
      </w:pPr>
      <w:r w:rsidRPr="004D6A21">
        <w:t xml:space="preserve">V celkové Ceně díla dle </w:t>
      </w:r>
      <w:r w:rsidR="00AD34A4">
        <w:t>odstavce</w:t>
      </w:r>
      <w:r w:rsidR="00AD34A4" w:rsidRPr="004D6A21">
        <w:t xml:space="preserve"> </w:t>
      </w:r>
      <w:r w:rsidR="00ED015C">
        <w:t xml:space="preserve">6.1 </w:t>
      </w:r>
      <w:r w:rsidRPr="004D6A21">
        <w:t>Smlouvy jsou zahrnuty i položky výslovně neuvedené v Závazných podkladech nebo pokynech Objednatele, které bylo možno předpokládat vzhledem k povaze a způsobu provádění a užívání Díla a odbornosti Zhotovitele</w:t>
      </w:r>
      <w:r>
        <w:t>.</w:t>
      </w:r>
    </w:p>
    <w:p w14:paraId="0C9EE3EF" w14:textId="6ED73B25" w:rsidR="00157BF2" w:rsidRPr="0032583F" w:rsidRDefault="00157BF2" w:rsidP="00903D6E">
      <w:pPr>
        <w:pStyle w:val="Odstavec2"/>
        <w:tabs>
          <w:tab w:val="clear" w:pos="567"/>
          <w:tab w:val="left" w:pos="709"/>
        </w:tabs>
      </w:pPr>
      <w:r>
        <w:rPr>
          <w:color w:val="000000" w:themeColor="text1"/>
        </w:rPr>
        <w:t xml:space="preserve">Smluvní strany prohlašují, že </w:t>
      </w:r>
      <w:r w:rsidRPr="00E12D4B">
        <w:t>Objednatel je oprávněn, není-li to v rozporu s příslušnými ustanoveními obecně závazných právních předpisů (zejména zákona č. 13</w:t>
      </w:r>
      <w:r>
        <w:t>4</w:t>
      </w:r>
      <w:r w:rsidRPr="00E12D4B">
        <w:t>/20</w:t>
      </w:r>
      <w:r>
        <w:t>1</w:t>
      </w:r>
      <w:r w:rsidRPr="00E12D4B">
        <w:t>6 Sb., o </w:t>
      </w:r>
      <w:r>
        <w:t xml:space="preserve">zadávání </w:t>
      </w:r>
      <w:r w:rsidRPr="00E12D4B">
        <w:t>veřejných zakáz</w:t>
      </w:r>
      <w:r>
        <w:t>e</w:t>
      </w:r>
      <w:r w:rsidRPr="00E12D4B">
        <w:t>k, v platném znění), požadovat či odsouhlasit v průběhu provádění Díla změny v kvalitě, množství či druhu dodávky včetně změny realizačních prací, a to uzavřením dodatku k</w:t>
      </w:r>
      <w:r>
        <w:t xml:space="preserve">e Smlouvě. </w:t>
      </w:r>
      <w:r w:rsidRPr="00E12D4B">
        <w:t>Objednatel je oprávněn, není-li to v rozporu s příslušnými ustanoveními obecně závazných právních předpisů (zejména zákona č. 13</w:t>
      </w:r>
      <w:r>
        <w:t>4</w:t>
      </w:r>
      <w:r w:rsidRPr="00E12D4B">
        <w:t>/20</w:t>
      </w:r>
      <w:r>
        <w:t>1</w:t>
      </w:r>
      <w:r w:rsidRPr="00E12D4B">
        <w:t>6 Sb., o </w:t>
      </w:r>
      <w:r>
        <w:t xml:space="preserve">zadávání </w:t>
      </w:r>
      <w:r w:rsidRPr="00E12D4B">
        <w:t>veřejných zakáz</w:t>
      </w:r>
      <w:r>
        <w:t>e</w:t>
      </w:r>
      <w:r w:rsidRPr="00E12D4B">
        <w:t>k, v platném znění), navrhnout Zhotoviteli změnu rozsahu</w:t>
      </w:r>
      <w:r w:rsidRPr="00E12D4B">
        <w:rPr>
          <w:iCs/>
        </w:rPr>
        <w:t xml:space="preserve"> předmětu Díla (zejména omezení nebo rozšíření rozsahu Díla o další dodávky a práce, </w:t>
      </w:r>
      <w:r w:rsidRPr="00D30DF4">
        <w:t xml:space="preserve">které se mohou během realizace vyskytnout a které nejsou zahrnuty do předmětu </w:t>
      </w:r>
      <w:r w:rsidRPr="00656A47">
        <w:t>Díl</w:t>
      </w:r>
      <w:r w:rsidRPr="00F72EAB">
        <w:rPr>
          <w:iCs/>
        </w:rPr>
        <w:t>a).</w:t>
      </w:r>
      <w:r w:rsidRPr="002A2DBA">
        <w:t xml:space="preserve"> Smluvní strany sjednávají, že za V</w:t>
      </w:r>
      <w:r w:rsidRPr="000440C2">
        <w:t>ícepráce budo</w:t>
      </w:r>
      <w:r w:rsidRPr="00AF543C">
        <w:t>u považovat pouze práce nad rámec předmětu D</w:t>
      </w:r>
      <w:r w:rsidRPr="00B01C90">
        <w:t>íla, které však s prováděným předmětem D</w:t>
      </w:r>
      <w:r w:rsidRPr="0057277A">
        <w:t xml:space="preserve">íla souvisí s tím, že růst cen materiálů a prací po dobu trvání této Smlouvy není považován za Vícepráce, ale je rizikem Zhotovitele, které jde k jeho tíži. Za Méněpráce Smluvní strany považují práce a dodávky v předmětu Díla </w:t>
      </w:r>
      <w:r w:rsidR="00305FBF">
        <w:t xml:space="preserve">nebo při </w:t>
      </w:r>
      <w:r w:rsidR="00305FBF">
        <w:lastRenderedPageBreak/>
        <w:t xml:space="preserve">plnění dalších povinností </w:t>
      </w:r>
      <w:r w:rsidRPr="0057277A">
        <w:t>předvídané, avšak neuskutečn</w:t>
      </w:r>
      <w:r w:rsidRPr="00C6374A">
        <w:t xml:space="preserve">ěné nebo práce a dodávky sice uskutečněné, avšak v menším </w:t>
      </w:r>
      <w:proofErr w:type="gramStart"/>
      <w:r w:rsidRPr="00C6374A">
        <w:t>rozsahu</w:t>
      </w:r>
      <w:proofErr w:type="gramEnd"/>
      <w:r w:rsidRPr="00C6374A">
        <w:t xml:space="preserve"> než se přepokládalo.</w:t>
      </w:r>
    </w:p>
    <w:p w14:paraId="469AFDC6" w14:textId="77777777" w:rsidR="00157BF2" w:rsidRPr="00DB72CB" w:rsidRDefault="00157BF2" w:rsidP="00157BF2">
      <w:pPr>
        <w:pStyle w:val="Odstavec2"/>
      </w:pPr>
      <w:r w:rsidRPr="005F775B">
        <w:t xml:space="preserve">Není-li to v rozporu s obecně závaznými </w:t>
      </w:r>
      <w:r>
        <w:t xml:space="preserve">předpisy českého právního řádu, </w:t>
      </w:r>
      <w:r w:rsidRPr="005F775B">
        <w:t xml:space="preserve">může být rozsah </w:t>
      </w:r>
      <w:r>
        <w:t>Díla</w:t>
      </w:r>
      <w:r w:rsidRPr="005F775B">
        <w:t xml:space="preserve"> naopak zúžen, a to </w:t>
      </w:r>
      <w:r>
        <w:t>vždy na základě požadavků O</w:t>
      </w:r>
      <w:r w:rsidRPr="005F775B">
        <w:t>bjednatele.</w:t>
      </w:r>
      <w:r w:rsidRPr="00E12D4B">
        <w:rPr>
          <w:rFonts w:cs="Arial"/>
        </w:rPr>
        <w:t xml:space="preserve"> </w:t>
      </w:r>
      <w:r>
        <w:t>V případě změny rozsahu Díla a s tím spojené změně Ceny díla budou Smluvní strany postupovat výslovně v souladu s ustanovením VOP, nebude-li v konkrétním případě sjednáno jinak.</w:t>
      </w:r>
    </w:p>
    <w:p w14:paraId="43066660" w14:textId="77777777" w:rsidR="005C5D01" w:rsidRDefault="005C5D01" w:rsidP="00280022">
      <w:pPr>
        <w:pStyle w:val="lnek"/>
      </w:pPr>
      <w:r w:rsidRPr="005C5D01">
        <w:t xml:space="preserve">Platební </w:t>
      </w:r>
      <w:r w:rsidRPr="00280022">
        <w:rPr>
          <w:rFonts w:eastAsiaTheme="minorEastAsia"/>
        </w:rPr>
        <w:t>podmínky</w:t>
      </w:r>
    </w:p>
    <w:p w14:paraId="67925BB8" w14:textId="77777777" w:rsidR="005C5D01" w:rsidRDefault="005C5D01" w:rsidP="005C5D01">
      <w:pPr>
        <w:pStyle w:val="Odstavec2"/>
      </w:pPr>
      <w:r w:rsidRPr="005C5D01">
        <w:t>Cena díla bude Objednatelem</w:t>
      </w:r>
      <w:r>
        <w:t>:</w:t>
      </w:r>
    </w:p>
    <w:p w14:paraId="3BE7C734" w14:textId="169B78F5" w:rsidR="005C5D01" w:rsidRPr="00ED015C" w:rsidRDefault="005C5D01" w:rsidP="00655EFF">
      <w:pPr>
        <w:pStyle w:val="Odstavec2"/>
        <w:numPr>
          <w:ilvl w:val="0"/>
          <w:numId w:val="0"/>
        </w:numPr>
        <w:tabs>
          <w:tab w:val="clear" w:pos="567"/>
          <w:tab w:val="left" w:pos="709"/>
        </w:tabs>
        <w:ind w:left="709"/>
      </w:pPr>
      <w:r w:rsidRPr="00ED015C">
        <w:t xml:space="preserve">hrazena na základě dílčích </w:t>
      </w:r>
      <w:r w:rsidR="00A81B12">
        <w:t xml:space="preserve">daňových dokladů (dále také jen </w:t>
      </w:r>
      <w:r w:rsidR="00CB26DC">
        <w:t>„</w:t>
      </w:r>
      <w:r w:rsidRPr="00E9384A">
        <w:rPr>
          <w:b/>
        </w:rPr>
        <w:t>faktur</w:t>
      </w:r>
      <w:r w:rsidR="00CB26DC" w:rsidRPr="00E9384A">
        <w:rPr>
          <w:b/>
        </w:rPr>
        <w:t>a</w:t>
      </w:r>
      <w:r w:rsidR="00CB26DC">
        <w:t>“)</w:t>
      </w:r>
      <w:r w:rsidRPr="00ED015C">
        <w:t xml:space="preserve"> vystav</w:t>
      </w:r>
      <w:r w:rsidR="00E00091" w:rsidRPr="00ED015C">
        <w:t xml:space="preserve">ených Zhotovitelem 1x měsíčně, </w:t>
      </w:r>
      <w:r w:rsidRPr="00ED015C">
        <w:t>přičemž</w:t>
      </w:r>
      <w:r w:rsidR="00E00091" w:rsidRPr="00ED015C">
        <w:t xml:space="preserve"> </w:t>
      </w:r>
      <w:r w:rsidRPr="00ED015C">
        <w:t>datem</w:t>
      </w:r>
      <w:r w:rsidR="00E00091" w:rsidRPr="00ED015C">
        <w:t xml:space="preserve"> </w:t>
      </w:r>
      <w:r w:rsidRPr="00ED015C">
        <w:t>zdanitelného plnění je poslední den příslušného měsíce a na základě poslední dílčí faktury</w:t>
      </w:r>
      <w:r w:rsidR="00655EFF" w:rsidRPr="00ED015C">
        <w:t xml:space="preserve"> vystavené po předání a převzetí Díla, o kterém bude sepsán Protokol o předání a převzetí</w:t>
      </w:r>
      <w:r w:rsidRPr="00B45DF0">
        <w:t>.</w:t>
      </w:r>
      <w:r w:rsidRPr="00ED015C">
        <w:tab/>
      </w:r>
    </w:p>
    <w:p w14:paraId="45D1E7DD" w14:textId="5B075163" w:rsidR="005C5D01" w:rsidRPr="00ED015C" w:rsidRDefault="005C5D01" w:rsidP="00655EFF">
      <w:pPr>
        <w:pStyle w:val="Odstavec2"/>
        <w:tabs>
          <w:tab w:val="clear" w:pos="567"/>
          <w:tab w:val="left" w:pos="709"/>
        </w:tabs>
      </w:pPr>
      <w:r w:rsidRPr="00ED015C">
        <w:t>Smluvní strany si zádržné sjednávají.</w:t>
      </w:r>
      <w:r w:rsidR="00721C8A" w:rsidRPr="00ED015C">
        <w:t xml:space="preserve"> Úhrada každé faktury bude provedena pouze do výše </w:t>
      </w:r>
      <w:r w:rsidR="00903D6E" w:rsidRPr="00ED015C">
        <w:t xml:space="preserve">90 </w:t>
      </w:r>
      <w:r w:rsidR="00721C8A" w:rsidRPr="00ED015C">
        <w:t xml:space="preserve">% fakturované částky s tím, že zbývajících </w:t>
      </w:r>
      <w:r w:rsidR="00903D6E" w:rsidRPr="00ED015C">
        <w:t xml:space="preserve">10 </w:t>
      </w:r>
      <w:r w:rsidR="00721C8A" w:rsidRPr="00ED015C">
        <w:t>% je zádržné. Výše zádržného bude vyčíslena v měně Ceny díla, tj. v korunách českých, není-li sjednáno jinak, vždy na každé faktuře, ke které se zádržné vztahuje.</w:t>
      </w:r>
    </w:p>
    <w:p w14:paraId="42CA3C93" w14:textId="5D8C93E6" w:rsidR="00903D6E" w:rsidRDefault="00655EFF" w:rsidP="00903D6E">
      <w:pPr>
        <w:pStyle w:val="Odstavec3"/>
      </w:pPr>
      <w:r w:rsidRPr="0035271A">
        <w:t xml:space="preserve">Smluvní strany sjednávají, že zádržné bude Zhotoviteli Objednatelem uhrazeno zpět na základě písemné výzvy Zhotovitele po podpisu </w:t>
      </w:r>
      <w:r>
        <w:t>P</w:t>
      </w:r>
      <w:r w:rsidRPr="0035271A">
        <w:t>rotokolu o předání a převzetí či v případě, že Objednatel převezme Dílo s vadami a nedodělky, bude celá část zádržného Zhotoviteli uhrazena až po podpisu Protokolu o odstraněn</w:t>
      </w:r>
      <w:r>
        <w:t>í</w:t>
      </w:r>
      <w:r w:rsidRPr="0035271A">
        <w:t xml:space="preserve"> vad a nedodělků a příslušné ustanovení </w:t>
      </w:r>
      <w:r w:rsidR="00D733FD" w:rsidRPr="00D733FD">
        <w:t>6.7.2</w:t>
      </w:r>
      <w:r w:rsidRPr="00D733FD">
        <w:t xml:space="preserve"> VOP se v tomto</w:t>
      </w:r>
      <w:r w:rsidRPr="0035271A">
        <w:t xml:space="preserve"> případě mezi stranami neuplatní.</w:t>
      </w:r>
    </w:p>
    <w:p w14:paraId="20B8D830" w14:textId="77777777" w:rsidR="00E00091" w:rsidRDefault="00E00091" w:rsidP="00E00091">
      <w:pPr>
        <w:pStyle w:val="Odstavec2"/>
      </w:pPr>
      <w:r>
        <w:t xml:space="preserve">Adresy pro doručení faktur: </w:t>
      </w:r>
    </w:p>
    <w:p w14:paraId="6E4A672D" w14:textId="77777777" w:rsidR="00E00091" w:rsidRDefault="00E00091" w:rsidP="007040D2">
      <w:pPr>
        <w:pStyle w:val="Odstavec2"/>
        <w:numPr>
          <w:ilvl w:val="3"/>
          <w:numId w:val="6"/>
        </w:numPr>
        <w:tabs>
          <w:tab w:val="clear" w:pos="2007"/>
          <w:tab w:val="num" w:pos="1134"/>
        </w:tabs>
        <w:ind w:left="1134" w:hanging="567"/>
      </w:pPr>
      <w:r>
        <w:t>v listinné podobě: ČEPRO, a.s., FÚ, Odbor účtárny, Hněvice 62, 411 08 Štětí;</w:t>
      </w:r>
    </w:p>
    <w:p w14:paraId="37651CF6" w14:textId="77777777" w:rsidR="00E00091" w:rsidRDefault="00E00091" w:rsidP="00E9384A">
      <w:pPr>
        <w:pStyle w:val="Odstavec2"/>
        <w:numPr>
          <w:ilvl w:val="0"/>
          <w:numId w:val="0"/>
        </w:numPr>
      </w:pPr>
      <w:r>
        <w:t xml:space="preserve">                                             </w:t>
      </w:r>
    </w:p>
    <w:p w14:paraId="3D14EDB2" w14:textId="77777777" w:rsidR="000C65D6" w:rsidRDefault="000C65D6" w:rsidP="00655EFF">
      <w:pPr>
        <w:pStyle w:val="Odstavec2"/>
        <w:tabs>
          <w:tab w:val="clear" w:pos="567"/>
          <w:tab w:val="left" w:pos="709"/>
        </w:tabs>
      </w:pPr>
      <w:r>
        <w:t xml:space="preserve">V případě, že Zhotovitel bude mít zájem vystavit a doručit Objednateli fakturu v elektronické </w:t>
      </w:r>
      <w:r w:rsidR="00A97CDD">
        <w:t>podobě</w:t>
      </w:r>
      <w:r>
        <w:t>, bude mezi stranami uzavřena samostatná dohoda o elektronické fakturaci, kde Smluvní strany ujednají bližší náležitosti veškerých tím dotčených dokumentů.</w:t>
      </w:r>
    </w:p>
    <w:p w14:paraId="66EFA7D1" w14:textId="1F8606EB" w:rsidR="00E00091" w:rsidRDefault="000C65D6" w:rsidP="00655EFF">
      <w:pPr>
        <w:pStyle w:val="Odstavec2"/>
        <w:tabs>
          <w:tab w:val="clear" w:pos="567"/>
          <w:tab w:val="left" w:pos="709"/>
        </w:tabs>
      </w:pPr>
      <w:r w:rsidRPr="00E00091">
        <w:t xml:space="preserve">Každá faktura dle této Smlouvy je splatná do </w:t>
      </w:r>
      <w:r>
        <w:t>30</w:t>
      </w:r>
      <w:r w:rsidRPr="00E00091">
        <w:t xml:space="preserve"> dnů od jejího doručení Objednateli</w:t>
      </w:r>
      <w:r>
        <w:t>.</w:t>
      </w:r>
      <w:r w:rsidRPr="00546161">
        <w:rPr>
          <w:rFonts w:ascii="Times New Roman" w:hAnsi="Times New Roman"/>
          <w:color w:val="000000" w:themeColor="text1"/>
        </w:rPr>
        <w:t xml:space="preserve"> </w:t>
      </w:r>
      <w:r w:rsidRPr="00D433B9">
        <w:t xml:space="preserve">Faktura musí být jednoznačně identifikovatelná (uvedením čísla </w:t>
      </w:r>
      <w:r>
        <w:t>S</w:t>
      </w:r>
      <w:r w:rsidRPr="00D433B9">
        <w:t xml:space="preserve">mlouvy, názvu </w:t>
      </w:r>
      <w:r w:rsidR="0096572C">
        <w:t>Díla</w:t>
      </w:r>
      <w:r w:rsidR="00ED015C">
        <w:t xml:space="preserve"> </w:t>
      </w:r>
      <w:r>
        <w:t>sdělené Objednatelem Zhotoviteli</w:t>
      </w:r>
      <w:r w:rsidRPr="00D433B9">
        <w:t xml:space="preserve">, eventuálně další údaje vyžádané </w:t>
      </w:r>
      <w:r>
        <w:t>O</w:t>
      </w:r>
      <w:r w:rsidRPr="00D433B9">
        <w:t>bjednatelem). Na faktuře musí být uvedeno číslo objednávky</w:t>
      </w:r>
      <w:r w:rsidRPr="00546161">
        <w:rPr>
          <w:b/>
        </w:rPr>
        <w:t xml:space="preserve"> </w:t>
      </w:r>
      <w:r w:rsidRPr="00655EFF">
        <w:rPr>
          <w:b/>
          <w:highlight w:val="cyan"/>
        </w:rPr>
        <w:t>……………………</w:t>
      </w:r>
      <w:r w:rsidRPr="00546161">
        <w:rPr>
          <w:b/>
        </w:rPr>
        <w:t xml:space="preserve"> </w:t>
      </w:r>
      <w:r w:rsidRPr="00546161">
        <w:rPr>
          <w:i/>
        </w:rPr>
        <w:t>(bude doplněno před podpisem smlouvy).</w:t>
      </w:r>
    </w:p>
    <w:p w14:paraId="1305FB2F" w14:textId="77777777" w:rsidR="007B1761" w:rsidRDefault="007B1761" w:rsidP="00280022">
      <w:pPr>
        <w:pStyle w:val="lnek"/>
      </w:pPr>
      <w:r w:rsidRPr="007B1761">
        <w:t xml:space="preserve">Předání a </w:t>
      </w:r>
      <w:r w:rsidRPr="00280022">
        <w:rPr>
          <w:rFonts w:eastAsiaTheme="minorEastAsia"/>
        </w:rPr>
        <w:t>převzetí</w:t>
      </w:r>
      <w:r w:rsidRPr="007B1761">
        <w:t xml:space="preserve"> Díla</w:t>
      </w:r>
    </w:p>
    <w:p w14:paraId="6781F005" w14:textId="54DCECBD" w:rsidR="007B1761" w:rsidRPr="00655EFF" w:rsidRDefault="00AE3CC7" w:rsidP="00655EFF">
      <w:pPr>
        <w:pStyle w:val="Odstavec2"/>
        <w:tabs>
          <w:tab w:val="clear" w:pos="567"/>
          <w:tab w:val="left" w:pos="709"/>
        </w:tabs>
      </w:pPr>
      <w:r w:rsidRPr="00AE3CC7">
        <w:t>Předání</w:t>
      </w:r>
      <w:r>
        <w:t xml:space="preserve"> a </w:t>
      </w:r>
      <w:r w:rsidRPr="00655EFF">
        <w:t xml:space="preserve">převzetí Díla se uskuteční </w:t>
      </w:r>
      <w:r w:rsidR="00E322F9" w:rsidRPr="00655EFF">
        <w:t>po řádném dokončení celého Díla.</w:t>
      </w:r>
    </w:p>
    <w:p w14:paraId="7EE1E7A0" w14:textId="0C83C33E" w:rsidR="00720AAF" w:rsidRPr="00655EFF" w:rsidRDefault="00BE2E82" w:rsidP="00655EFF">
      <w:pPr>
        <w:pStyle w:val="Odstavec2"/>
        <w:tabs>
          <w:tab w:val="clear" w:pos="567"/>
          <w:tab w:val="left" w:pos="709"/>
        </w:tabs>
      </w:pPr>
      <w:bookmarkStart w:id="1" w:name="_Ref334787654"/>
      <w:r w:rsidRPr="00655EFF">
        <w:t xml:space="preserve">Pro účely přejímky a před přejímkou je Zhotovitel povinen včas připravit a předložit v českém jazyce </w:t>
      </w:r>
      <w:r w:rsidR="00CD1BFE" w:rsidRPr="00655EFF">
        <w:t>kromě veškerých dokladů sjednaných jinde ve Smlouvě a</w:t>
      </w:r>
      <w:r w:rsidRPr="00655EFF">
        <w:t xml:space="preserve"> plynoucí</w:t>
      </w:r>
      <w:r w:rsidR="00CD1BFE" w:rsidRPr="00655EFF">
        <w:t>ch</w:t>
      </w:r>
      <w:r w:rsidRPr="00655EFF">
        <w:t xml:space="preserve"> z obecně závazných právních a technických předpisů</w:t>
      </w:r>
      <w:r w:rsidR="00CD1BFE" w:rsidRPr="00655EFF">
        <w:t xml:space="preserve"> i následující doklady</w:t>
      </w:r>
      <w:r w:rsidRPr="00655EFF">
        <w:t>:</w:t>
      </w:r>
      <w:bookmarkEnd w:id="1"/>
      <w:r w:rsidR="00CD1BFE" w:rsidRPr="00655EFF">
        <w:t xml:space="preserve"> </w:t>
      </w:r>
    </w:p>
    <w:p w14:paraId="595674DA" w14:textId="77777777" w:rsidR="00CD3892" w:rsidRPr="009A6876" w:rsidRDefault="00CD3892" w:rsidP="007040D2">
      <w:pPr>
        <w:pStyle w:val="Odstavec2"/>
        <w:numPr>
          <w:ilvl w:val="0"/>
          <w:numId w:val="9"/>
        </w:numPr>
      </w:pPr>
      <w:r w:rsidRPr="009A6876">
        <w:t>veškeré doklady k použitým materiálům v souladu s platnými předpisy,</w:t>
      </w:r>
    </w:p>
    <w:p w14:paraId="64CDC7C1" w14:textId="77777777" w:rsidR="00CD3892" w:rsidRPr="009A6876" w:rsidRDefault="00CD3892" w:rsidP="007040D2">
      <w:pPr>
        <w:pStyle w:val="Odstavec2"/>
        <w:numPr>
          <w:ilvl w:val="0"/>
          <w:numId w:val="9"/>
        </w:numPr>
      </w:pPr>
      <w:r w:rsidRPr="009A6876">
        <w:rPr>
          <w:rFonts w:cs="Arial"/>
        </w:rPr>
        <w:t>atesty, certifikáty</w:t>
      </w:r>
      <w:r w:rsidRPr="009A6876">
        <w:t>, zápisy a osvědčení o provedených zkouškách použitých materiálů a zařízení,</w:t>
      </w:r>
    </w:p>
    <w:p w14:paraId="45751AEB" w14:textId="77777777" w:rsidR="00CD3892" w:rsidRPr="009A6876" w:rsidRDefault="00CD3892" w:rsidP="007040D2">
      <w:pPr>
        <w:pStyle w:val="Odstavec2"/>
        <w:numPr>
          <w:ilvl w:val="0"/>
          <w:numId w:val="9"/>
        </w:numPr>
      </w:pPr>
      <w:r w:rsidRPr="009A6876">
        <w:t>doklady o úředních přejímkách, atestech a prohlášením o shodě ve smyslu § 13 odst. 2 zákona č. 22/1997 Sb., o technických požadavcích na výrobky, ve znění pozdějších předpisů,</w:t>
      </w:r>
    </w:p>
    <w:p w14:paraId="4676DB55" w14:textId="383A6EFC" w:rsidR="00CD3892" w:rsidRPr="009A6876" w:rsidRDefault="00CD3892" w:rsidP="007040D2">
      <w:pPr>
        <w:pStyle w:val="Odstavec2"/>
        <w:numPr>
          <w:ilvl w:val="0"/>
          <w:numId w:val="9"/>
        </w:numPr>
      </w:pPr>
      <w:r w:rsidRPr="009A6876">
        <w:t>protokol o funkčních zkouškách (uvedení do provozu, komplexní zkoušky a ověření spolehlivosti funkce</w:t>
      </w:r>
      <w:r w:rsidR="00A1382E" w:rsidRPr="009A6876">
        <w:t>)</w:t>
      </w:r>
    </w:p>
    <w:p w14:paraId="58C935FA" w14:textId="77777777" w:rsidR="00CD3892" w:rsidRPr="009A6876" w:rsidRDefault="00CD3892" w:rsidP="007040D2">
      <w:pPr>
        <w:pStyle w:val="Odstavec2"/>
        <w:numPr>
          <w:ilvl w:val="0"/>
          <w:numId w:val="9"/>
        </w:numPr>
      </w:pPr>
      <w:r w:rsidRPr="009A6876">
        <w:t>protokoly o měření tloušťky nátěrů</w:t>
      </w:r>
    </w:p>
    <w:p w14:paraId="3A28A4EB" w14:textId="77777777" w:rsidR="00CD3892" w:rsidRPr="009A6876" w:rsidRDefault="00CD3892" w:rsidP="007040D2">
      <w:pPr>
        <w:pStyle w:val="Odstavec2"/>
        <w:numPr>
          <w:ilvl w:val="0"/>
          <w:numId w:val="9"/>
        </w:numPr>
      </w:pPr>
      <w:r w:rsidRPr="009A6876">
        <w:t>fotodokumentace postupu prací při provádění Díla,</w:t>
      </w:r>
    </w:p>
    <w:p w14:paraId="444B90D4" w14:textId="77777777" w:rsidR="00CD3892" w:rsidRPr="009A6876" w:rsidRDefault="00CD3892" w:rsidP="007040D2">
      <w:pPr>
        <w:pStyle w:val="Odstavec2"/>
        <w:numPr>
          <w:ilvl w:val="0"/>
          <w:numId w:val="9"/>
        </w:numPr>
      </w:pPr>
      <w:r w:rsidRPr="009A6876">
        <w:t>veškeré záruční listy, návody k obsluze a údržbě v českém jazyce,</w:t>
      </w:r>
    </w:p>
    <w:p w14:paraId="21FFFD78" w14:textId="77777777" w:rsidR="00CD3892" w:rsidRPr="009A6876" w:rsidRDefault="00CD3892" w:rsidP="007040D2">
      <w:pPr>
        <w:pStyle w:val="Odstavec2"/>
        <w:numPr>
          <w:ilvl w:val="0"/>
          <w:numId w:val="9"/>
        </w:numPr>
      </w:pPr>
      <w:r w:rsidRPr="009A6876">
        <w:lastRenderedPageBreak/>
        <w:t xml:space="preserve">1x originál a 1x kopii stavebního </w:t>
      </w:r>
      <w:r w:rsidRPr="009A6876">
        <w:rPr>
          <w:rFonts w:cs="Arial"/>
          <w:i/>
        </w:rPr>
        <w:t>(montážního, pracovního</w:t>
      </w:r>
      <w:r w:rsidRPr="009A6876">
        <w:rPr>
          <w:rFonts w:cs="Arial"/>
        </w:rPr>
        <w:t xml:space="preserve">) </w:t>
      </w:r>
      <w:r w:rsidRPr="009A6876">
        <w:t>deníku(ů) a kopie změnových listů,</w:t>
      </w:r>
    </w:p>
    <w:p w14:paraId="74ABA002" w14:textId="77777777" w:rsidR="00CD3892" w:rsidRPr="009A6876" w:rsidRDefault="00CD3892" w:rsidP="007040D2">
      <w:pPr>
        <w:pStyle w:val="Odstavec2"/>
        <w:numPr>
          <w:ilvl w:val="0"/>
          <w:numId w:val="9"/>
        </w:numPr>
      </w:pPr>
      <w:r w:rsidRPr="009A6876">
        <w:rPr>
          <w:rFonts w:cs="Arial"/>
        </w:rPr>
        <w:t xml:space="preserve">doklady o ekologické likvidaci odpadů vzniklých prováděním Díla, </w:t>
      </w:r>
    </w:p>
    <w:p w14:paraId="77266E80" w14:textId="77777777" w:rsidR="00CD3892" w:rsidRPr="009A6876" w:rsidRDefault="00CD3892" w:rsidP="007040D2">
      <w:pPr>
        <w:pStyle w:val="Odstavec2"/>
        <w:numPr>
          <w:ilvl w:val="0"/>
          <w:numId w:val="9"/>
        </w:numPr>
      </w:pPr>
      <w:r w:rsidRPr="009A6876">
        <w:rPr>
          <w:rFonts w:cs="Arial"/>
        </w:rPr>
        <w:t xml:space="preserve">pokyny pro provoz a údržbu </w:t>
      </w:r>
      <w:r w:rsidRPr="009A6876">
        <w:rPr>
          <w:rFonts w:cs="Arial"/>
          <w:bCs/>
        </w:rPr>
        <w:t>(plány kontrol) s ohledem na bezpečnost práce</w:t>
      </w:r>
    </w:p>
    <w:p w14:paraId="7F17DC59" w14:textId="2A302100" w:rsidR="00655EFF" w:rsidRPr="009A6876" w:rsidRDefault="00CD3892" w:rsidP="007040D2">
      <w:pPr>
        <w:pStyle w:val="Odstavec2"/>
        <w:numPr>
          <w:ilvl w:val="0"/>
          <w:numId w:val="9"/>
        </w:numPr>
      </w:pPr>
      <w:r w:rsidRPr="009A6876">
        <w:rPr>
          <w:rFonts w:cs="Arial"/>
          <w:bCs/>
        </w:rPr>
        <w:t>další potřebné dokumenty dle právních a technických předpisů vydaných a platných v České republice</w:t>
      </w:r>
    </w:p>
    <w:p w14:paraId="2511C0D3" w14:textId="77777777" w:rsidR="00CD1BFE" w:rsidRPr="009A6876" w:rsidRDefault="00CD1BFE" w:rsidP="00AF6507">
      <w:pPr>
        <w:pStyle w:val="Odstavec2"/>
        <w:tabs>
          <w:tab w:val="clear" w:pos="567"/>
          <w:tab w:val="left" w:pos="709"/>
        </w:tabs>
      </w:pPr>
      <w:r w:rsidRPr="009A6876">
        <w:t>Není-li v jiných ustanoveních Smlouvy uvedeno jinak, Zhotovitel předá Objednateli dokumenty v tomto počtu vyhotovení:</w:t>
      </w:r>
    </w:p>
    <w:p w14:paraId="351F2469" w14:textId="762BA992" w:rsidR="00CD1BFE" w:rsidRPr="009A6876" w:rsidRDefault="00AF6507" w:rsidP="007040D2">
      <w:pPr>
        <w:pStyle w:val="Odstavec2"/>
        <w:numPr>
          <w:ilvl w:val="0"/>
          <w:numId w:val="7"/>
        </w:numPr>
      </w:pPr>
      <w:r w:rsidRPr="009A6876">
        <w:t xml:space="preserve">2 </w:t>
      </w:r>
      <w:r w:rsidR="00CD1BFE" w:rsidRPr="009A6876">
        <w:t>x v listinné podobě;</w:t>
      </w:r>
    </w:p>
    <w:p w14:paraId="06C4AE1C" w14:textId="3F45C97F" w:rsidR="00CD1BFE" w:rsidRPr="009A6876" w:rsidRDefault="00AF6507" w:rsidP="007040D2">
      <w:pPr>
        <w:pStyle w:val="Odstavec2"/>
        <w:numPr>
          <w:ilvl w:val="0"/>
          <w:numId w:val="7"/>
        </w:numPr>
      </w:pPr>
      <w:r w:rsidRPr="009A6876">
        <w:t xml:space="preserve">1 </w:t>
      </w:r>
      <w:r w:rsidR="00CD1BFE" w:rsidRPr="009A6876">
        <w:t xml:space="preserve">x v elektronické podobě ve formátu </w:t>
      </w:r>
      <w:proofErr w:type="spellStart"/>
      <w:r w:rsidR="00CD1BFE" w:rsidRPr="009A6876">
        <w:t>docx</w:t>
      </w:r>
      <w:proofErr w:type="spellEnd"/>
      <w:r w:rsidR="00CD1BFE" w:rsidRPr="009A6876">
        <w:t xml:space="preserve"> / </w:t>
      </w:r>
      <w:proofErr w:type="spellStart"/>
      <w:r w:rsidR="00CD1BFE" w:rsidRPr="009A6876">
        <w:t>xlsx</w:t>
      </w:r>
      <w:proofErr w:type="spellEnd"/>
      <w:r w:rsidR="00CD1BFE" w:rsidRPr="009A6876">
        <w:t xml:space="preserve"> / </w:t>
      </w:r>
      <w:proofErr w:type="spellStart"/>
      <w:r w:rsidR="00CD1BFE" w:rsidRPr="009A6876">
        <w:t>pdf</w:t>
      </w:r>
      <w:proofErr w:type="spellEnd"/>
      <w:r w:rsidR="00CD1BFE" w:rsidRPr="009A6876">
        <w:t xml:space="preserve"> / …...</w:t>
      </w:r>
      <w:r w:rsidR="000C65D6" w:rsidRPr="009A6876">
        <w:t xml:space="preserve"> dle charakteru dokumentu a/nebo požadavku Objednatele</w:t>
      </w:r>
    </w:p>
    <w:p w14:paraId="4258131B" w14:textId="77777777" w:rsidR="00CD1BFE" w:rsidRDefault="00CD1BFE" w:rsidP="00280022">
      <w:pPr>
        <w:pStyle w:val="lnek"/>
      </w:pPr>
      <w:r w:rsidRPr="009A6876">
        <w:rPr>
          <w:rFonts w:eastAsiaTheme="minorEastAsia"/>
        </w:rPr>
        <w:t>Záruka</w:t>
      </w:r>
      <w:r w:rsidRPr="00CD1BFE">
        <w:t xml:space="preserve"> a záruční doba</w:t>
      </w:r>
    </w:p>
    <w:p w14:paraId="47E1CFB8" w14:textId="34B4345B" w:rsidR="00CD1BFE" w:rsidRPr="004902AE" w:rsidRDefault="00CD1BFE" w:rsidP="004902AE">
      <w:pPr>
        <w:pStyle w:val="Odstavec2"/>
        <w:tabs>
          <w:tab w:val="clear" w:pos="567"/>
          <w:tab w:val="left" w:pos="709"/>
        </w:tabs>
      </w:pPr>
      <w:r w:rsidRPr="004902AE">
        <w:t xml:space="preserve">Záruční doba se sjednává </w:t>
      </w:r>
      <w:r w:rsidR="00CD3892" w:rsidRPr="00263447">
        <w:t>v délce 60 měsíců na stavební a technologické práce; 24 měsíců na dodávky jednotlivých komponentů</w:t>
      </w:r>
      <w:proofErr w:type="gramStart"/>
      <w:r w:rsidR="00CD3892">
        <w:t xml:space="preserve">. </w:t>
      </w:r>
      <w:r w:rsidRPr="004902AE">
        <w:t>.</w:t>
      </w:r>
      <w:proofErr w:type="gramEnd"/>
    </w:p>
    <w:p w14:paraId="3CEAA8AD" w14:textId="5ABEA010" w:rsidR="00216448" w:rsidRPr="004902AE" w:rsidRDefault="004902AE" w:rsidP="004902AE">
      <w:pPr>
        <w:pStyle w:val="Odstavec2"/>
        <w:tabs>
          <w:tab w:val="clear" w:pos="567"/>
          <w:tab w:val="left" w:pos="709"/>
        </w:tabs>
      </w:pPr>
      <w:r w:rsidRPr="004902AE">
        <w:t>Zhotovitel je povinen po obdržení reklamace odstranit vady typu Havárie neprodleně. Zhotovitel je povinen po obdržení reklamace odstranit ostatní vady bez zbytečného odkladu, nejpozději však do 1 měsíce v případě objektivních klimatických podmínek, které nebrání v řádném provedení opravy reklamované vady, nebude-li mezi Smluvními stranami sjednáno výslovně jinak</w:t>
      </w:r>
      <w:r w:rsidR="00216448" w:rsidRPr="004902AE">
        <w:t>.</w:t>
      </w:r>
    </w:p>
    <w:p w14:paraId="1155BEBB" w14:textId="77777777" w:rsidR="00216448" w:rsidRDefault="00216448" w:rsidP="004902AE">
      <w:pPr>
        <w:pStyle w:val="Odstavec2"/>
        <w:tabs>
          <w:tab w:val="clear" w:pos="567"/>
          <w:tab w:val="left" w:pos="709"/>
        </w:tabs>
      </w:pPr>
      <w:r w:rsidRPr="00216448">
        <w:t xml:space="preserve">Zhotovitel přijímá písemné reklamace vad na poštovní adrese: </w:t>
      </w:r>
      <w:r w:rsidRPr="00216448">
        <w:rPr>
          <w:highlight w:val="yellow"/>
        </w:rPr>
        <w:t>…………………………</w:t>
      </w:r>
      <w:r w:rsidRPr="00216448">
        <w:t xml:space="preserve"> nebo na e-mailové adrese: </w:t>
      </w:r>
      <w:r w:rsidRPr="00216448">
        <w:rPr>
          <w:highlight w:val="yellow"/>
        </w:rPr>
        <w:t>……</w:t>
      </w:r>
      <w:r w:rsidRPr="00216448">
        <w:t>, na které přijímá nahlášení vad 24 hodin denně 7 dní v</w:t>
      </w:r>
      <w:r>
        <w:t> </w:t>
      </w:r>
      <w:r w:rsidRPr="00216448">
        <w:t>týdnu</w:t>
      </w:r>
      <w:r>
        <w:t xml:space="preserve"> </w:t>
      </w:r>
      <w:r w:rsidRPr="00216448">
        <w:t xml:space="preserve">/ v pracovní dny v pracovní době od </w:t>
      </w:r>
      <w:r w:rsidRPr="00E9384A">
        <w:rPr>
          <w:highlight w:val="yellow"/>
        </w:rPr>
        <w:t>……</w:t>
      </w:r>
      <w:r w:rsidRPr="00216448">
        <w:t xml:space="preserve"> do </w:t>
      </w:r>
      <w:r w:rsidRPr="00E9384A">
        <w:rPr>
          <w:highlight w:val="yellow"/>
        </w:rPr>
        <w:t>……</w:t>
      </w:r>
      <w:r w:rsidRPr="00216448">
        <w:t xml:space="preserve"> hodin.</w:t>
      </w:r>
    </w:p>
    <w:p w14:paraId="2182C328" w14:textId="069D8F10" w:rsidR="00216448" w:rsidRDefault="00216448" w:rsidP="00280022">
      <w:pPr>
        <w:pStyle w:val="lnek"/>
      </w:pPr>
      <w:r w:rsidRPr="00216448">
        <w:t xml:space="preserve">Pojištění </w:t>
      </w:r>
      <w:r w:rsidRPr="00280022">
        <w:t>Zhotovitele</w:t>
      </w:r>
      <w:r w:rsidR="00720AAF">
        <w:t xml:space="preserve"> </w:t>
      </w:r>
    </w:p>
    <w:p w14:paraId="3085AA5A" w14:textId="77777777" w:rsidR="00216448" w:rsidRPr="00216448" w:rsidRDefault="00216448" w:rsidP="00216448">
      <w:pPr>
        <w:pStyle w:val="Odstavec2"/>
      </w:pPr>
      <w:r w:rsidRPr="00216448">
        <w:t xml:space="preserve">Zhotovitel prohlašuje, že má ke dni podpisu Smlouvy platně </w:t>
      </w:r>
      <w:r w:rsidRPr="00216448">
        <w:rPr>
          <w:iCs/>
        </w:rPr>
        <w:t>uzavřeno příslušné pojištění</w:t>
      </w:r>
    </w:p>
    <w:p w14:paraId="12E509DA" w14:textId="098B667C" w:rsidR="00216448" w:rsidRPr="00ED015C" w:rsidRDefault="00216448" w:rsidP="007040D2">
      <w:pPr>
        <w:pStyle w:val="Odstavec2"/>
        <w:numPr>
          <w:ilvl w:val="0"/>
          <w:numId w:val="8"/>
        </w:numPr>
      </w:pPr>
      <w:r w:rsidRPr="00ED015C">
        <w:t xml:space="preserve">pro případ odpovědnosti za škodu způsobenou třetí osobě vzniklou v souvislosti s výkonem jeho podnikatelské činnosti s pojistným plněním ve výši min. </w:t>
      </w:r>
      <w:r w:rsidR="00E279BC">
        <w:t>50</w:t>
      </w:r>
      <w:r w:rsidR="004902AE" w:rsidRPr="00ED015C">
        <w:t> 000 000</w:t>
      </w:r>
      <w:r w:rsidRPr="00ED015C">
        <w:t>,- Kč.</w:t>
      </w:r>
    </w:p>
    <w:p w14:paraId="77B7AAC9" w14:textId="6C606732" w:rsidR="00216448" w:rsidRPr="00ED015C" w:rsidRDefault="00216448" w:rsidP="007040D2">
      <w:pPr>
        <w:pStyle w:val="Odstavec2"/>
        <w:numPr>
          <w:ilvl w:val="0"/>
          <w:numId w:val="8"/>
        </w:numPr>
      </w:pPr>
      <w:r w:rsidRPr="00ED015C">
        <w:t xml:space="preserve">pro případ odpovědnosti za škodu na životním prostředí (za únik znečišťujících látek) s pojistným plněním ve výši min. </w:t>
      </w:r>
      <w:r w:rsidR="00623589" w:rsidRPr="00ED015C">
        <w:t>10 </w:t>
      </w:r>
      <w:r w:rsidR="004902AE" w:rsidRPr="00ED015C">
        <w:t>000 000</w:t>
      </w:r>
      <w:r w:rsidRPr="00ED015C">
        <w:t>,- Kč</w:t>
      </w:r>
    </w:p>
    <w:p w14:paraId="5C1FE2DE" w14:textId="57F59E64" w:rsidR="00216448" w:rsidRDefault="00216448" w:rsidP="007040D2">
      <w:pPr>
        <w:pStyle w:val="Odstavec2"/>
        <w:numPr>
          <w:ilvl w:val="0"/>
          <w:numId w:val="8"/>
        </w:numPr>
      </w:pPr>
      <w:r w:rsidRPr="00ED015C">
        <w:t xml:space="preserve">pro případ odpovědnosti za škodu na majetku s pojistným plněním ve výši min. </w:t>
      </w:r>
      <w:r w:rsidR="00E279BC">
        <w:t>50</w:t>
      </w:r>
      <w:r w:rsidR="004902AE" w:rsidRPr="00ED015C">
        <w:t> 000 000</w:t>
      </w:r>
      <w:r w:rsidRPr="00ED015C">
        <w:t>,- Kč.</w:t>
      </w:r>
    </w:p>
    <w:p w14:paraId="79E06A1A" w14:textId="793FB76D" w:rsidR="00CD3892" w:rsidRPr="00ED015C" w:rsidRDefault="00CD3892" w:rsidP="00CD3892">
      <w:pPr>
        <w:pStyle w:val="Odstavec2"/>
        <w:numPr>
          <w:ilvl w:val="0"/>
          <w:numId w:val="0"/>
        </w:numPr>
        <w:ind w:left="927"/>
      </w:pPr>
      <w:r>
        <w:t>a zavazuje se jej mít uzavřené po celou dobu trvání Smlouvy.</w:t>
      </w:r>
    </w:p>
    <w:p w14:paraId="4E4F569C" w14:textId="77777777" w:rsidR="00216448" w:rsidRPr="00280022" w:rsidRDefault="00280022" w:rsidP="004902AE">
      <w:pPr>
        <w:pStyle w:val="Odstavec2"/>
        <w:tabs>
          <w:tab w:val="clear" w:pos="567"/>
          <w:tab w:val="left" w:pos="709"/>
        </w:tabs>
      </w:pPr>
      <w:r w:rsidRPr="00280022">
        <w:rPr>
          <w:iCs/>
        </w:rPr>
        <w:t>Zhotovitel předloží Objednateli originál pojistné smlouvy před podpisem Smlouvy s tím, že Objednatel je oprávněn si udělat kopii předloženého originálu pojistné smlouvy.</w:t>
      </w:r>
    </w:p>
    <w:p w14:paraId="54BA7118" w14:textId="1838FF39" w:rsidR="00280022" w:rsidRPr="00CD3892" w:rsidRDefault="00280022" w:rsidP="00280022">
      <w:pPr>
        <w:pStyle w:val="Odstavec2"/>
      </w:pPr>
      <w:r w:rsidRPr="00280022">
        <w:rPr>
          <w:iCs/>
        </w:rPr>
        <w:t>Nezajistí-li Zhotovitel nepřetržité trvání pojištění v dohodnutém rozsahu po dohodnutou dobu, je Objednatel oprávněn uzavřít a udržovat takové pojištění sám. Náklady vzniklé v souvislosti s takovým pojištěním je Objednatel oprávněn započíst na Cenu díla sjednanou ve Smlouvě.</w:t>
      </w:r>
    </w:p>
    <w:p w14:paraId="3240E3BF" w14:textId="77777777" w:rsidR="00CD3892" w:rsidRPr="008B0EF6" w:rsidRDefault="00CD3892" w:rsidP="00CD3892">
      <w:pPr>
        <w:pStyle w:val="Odstavec2"/>
      </w:pPr>
      <w: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7E6DDD7D" w14:textId="77E1FB6E" w:rsidR="00CD3892" w:rsidRDefault="00CD3892" w:rsidP="00CD3892">
      <w:pPr>
        <w:pStyle w:val="Odstavec2"/>
      </w:pPr>
      <w:r>
        <w:t xml:space="preserve">Pokud nebude mít Zhotovitel sjednáno pojištění nebo nebude mít sjednáno pojištění s odpovídajícím pojistným plněním, je Objednatel oprávněn pozastavit provádění Díla. O tuto dobu se však neprodlužuje dohodnutý termín pro </w:t>
      </w:r>
      <w:r w:rsidR="004F6D8D">
        <w:t xml:space="preserve">dokončení a </w:t>
      </w:r>
      <w:r>
        <w:t>předání Díla.</w:t>
      </w:r>
    </w:p>
    <w:p w14:paraId="5DA3EFB8" w14:textId="3658EB83" w:rsidR="00CD3892" w:rsidRPr="00720AAF" w:rsidRDefault="00CD3892" w:rsidP="00CD3892">
      <w:pPr>
        <w:pStyle w:val="Odstavec2"/>
      </w:pPr>
      <w:r>
        <w:t>V případě výše uvedené změny pojistné smlouvy nebo jejího nového sjednání je Zhotovitel povinen a Objednatel oprávněn postupovat obdobně podle odst. 10.2. Smlouvy</w:t>
      </w:r>
    </w:p>
    <w:p w14:paraId="5AB7EF8D" w14:textId="77777777" w:rsidR="00280022" w:rsidRDefault="00280022" w:rsidP="00280022">
      <w:pPr>
        <w:pStyle w:val="lnek"/>
      </w:pPr>
      <w:r w:rsidRPr="00280022">
        <w:lastRenderedPageBreak/>
        <w:t>Smluvní pokuty a úrok z prodlení</w:t>
      </w:r>
    </w:p>
    <w:p w14:paraId="5D6DEA15" w14:textId="77777777" w:rsidR="00280022" w:rsidRPr="004902AE" w:rsidRDefault="00280022" w:rsidP="00280022">
      <w:pPr>
        <w:pStyle w:val="Odstavec2"/>
      </w:pPr>
      <w:r w:rsidRPr="00280022">
        <w:t>Smluvní strana je oprávněna v případě prodlení druhé Smluvní strany s úhradou peněžitého plnění po</w:t>
      </w:r>
      <w:r>
        <w:t>žadovat úhradu úroku z prodlení</w:t>
      </w:r>
      <w:r w:rsidRPr="00280022">
        <w:t xml:space="preserve"> </w:t>
      </w:r>
      <w:r w:rsidRPr="004902AE">
        <w:t xml:space="preserve">v zákonné výši podle občanskoprávních za každý i započatý den prodlení. </w:t>
      </w:r>
    </w:p>
    <w:p w14:paraId="5CBA1D1D" w14:textId="392F8778" w:rsidR="00280022" w:rsidRPr="00280022" w:rsidRDefault="00280022" w:rsidP="00280022">
      <w:pPr>
        <w:pStyle w:val="Odstavec2"/>
      </w:pPr>
      <w:r w:rsidRPr="00280022">
        <w:rPr>
          <w:bCs/>
        </w:rPr>
        <w:t xml:space="preserve">Bude-li Zhotovitel v prodlení se splněním dohodnutého termínu předání Díla z důvodu na své straně, je Objednatel oprávněn požadovat po Zhotoviteli úhradu smluvní pokuty ve výši </w:t>
      </w:r>
      <w:r w:rsidR="004902AE">
        <w:rPr>
          <w:bCs/>
        </w:rPr>
        <w:t>0,05</w:t>
      </w:r>
      <w:r w:rsidRPr="00280022">
        <w:rPr>
          <w:bCs/>
        </w:rPr>
        <w:t xml:space="preserve"> % z Ceny díla </w:t>
      </w:r>
      <w:r w:rsidR="00500AA5">
        <w:rPr>
          <w:bCs/>
        </w:rPr>
        <w:t xml:space="preserve">bez DPH </w:t>
      </w:r>
      <w:r w:rsidRPr="00280022">
        <w:rPr>
          <w:bCs/>
        </w:rPr>
        <w:t>za každý i započatý den prodlení.</w:t>
      </w:r>
    </w:p>
    <w:p w14:paraId="6AFBDA8B" w14:textId="75BF934E" w:rsidR="00280022" w:rsidRPr="00ED015C" w:rsidRDefault="00280022" w:rsidP="00280022">
      <w:pPr>
        <w:pStyle w:val="Odstavec2"/>
      </w:pPr>
      <w:r w:rsidRPr="00280022">
        <w:rPr>
          <w:bCs/>
        </w:rPr>
        <w:t>Nedostaví-li se Zhotovitel k převzetí Staveniště</w:t>
      </w:r>
      <w:r w:rsidR="003437DC">
        <w:rPr>
          <w:bCs/>
        </w:rPr>
        <w:t>/Pracoviště</w:t>
      </w:r>
      <w:r w:rsidRPr="00280022">
        <w:rPr>
          <w:bCs/>
        </w:rPr>
        <w:t xml:space="preserve"> ve stanoveném termínu, je Objednatel oprávněn po Zhotoviteli požadovat úhradu smluvní pokuty ve výši </w:t>
      </w:r>
      <w:r w:rsidR="004902AE" w:rsidRPr="00ED015C">
        <w:rPr>
          <w:bCs/>
        </w:rPr>
        <w:t>10 000</w:t>
      </w:r>
      <w:r w:rsidRPr="00ED015C">
        <w:rPr>
          <w:bCs/>
        </w:rPr>
        <w:t>,- Kč.</w:t>
      </w:r>
    </w:p>
    <w:p w14:paraId="5AFBEDBF" w14:textId="15285913" w:rsidR="00280022" w:rsidRPr="00ED015C" w:rsidRDefault="00280022" w:rsidP="00280022">
      <w:pPr>
        <w:pStyle w:val="Odstavec2"/>
      </w:pPr>
      <w:r w:rsidRPr="00ED015C">
        <w:rPr>
          <w:bCs/>
        </w:rPr>
        <w:t>Pokud</w:t>
      </w:r>
      <w:r w:rsidRPr="00ED015C">
        <w:t xml:space="preserve"> Zhotovitel neodstraní nedodělky či vady zjištěné při přejímacím řízení v dohodnutém termínu, je Objednatel oprávněn požadovat po Zhotoviteli úhradu smluvní pokuty </w:t>
      </w:r>
      <w:r w:rsidR="003437DC" w:rsidRPr="00ED015C">
        <w:t>5</w:t>
      </w:r>
      <w:r w:rsidR="004902AE" w:rsidRPr="00ED015C">
        <w:t> 000,-</w:t>
      </w:r>
      <w:r w:rsidRPr="00ED015C">
        <w:t xml:space="preserve"> Kč za každý nedodělek či vadu a za každý </w:t>
      </w:r>
      <w:r w:rsidR="00500AA5" w:rsidRPr="00ED015C">
        <w:t xml:space="preserve">započatý </w:t>
      </w:r>
      <w:r w:rsidRPr="00ED015C">
        <w:t>den prodlení.</w:t>
      </w:r>
    </w:p>
    <w:p w14:paraId="0DDC9DEB" w14:textId="62B576D9" w:rsidR="00280022" w:rsidRDefault="00280022" w:rsidP="00280022">
      <w:pPr>
        <w:pStyle w:val="Odstavec2"/>
      </w:pPr>
      <w:r w:rsidRPr="00ED015C">
        <w:t>Pokud Zhotovitel nevyklidí Staveniště</w:t>
      </w:r>
      <w:r w:rsidR="003437DC" w:rsidRPr="00ED015C">
        <w:t>/Pracoviště</w:t>
      </w:r>
      <w:r w:rsidRPr="00ED015C">
        <w:t xml:space="preserve"> ve sjednaném termínu, je Objednatel oprávněn požadovat po Zhotoviteli úhradu smluvní pokuty ve výši </w:t>
      </w:r>
      <w:r w:rsidR="003437DC" w:rsidRPr="00ED015C">
        <w:t>5</w:t>
      </w:r>
      <w:r w:rsidR="004902AE" w:rsidRPr="00ED015C">
        <w:t xml:space="preserve"> 000,- </w:t>
      </w:r>
      <w:r w:rsidRPr="00ED015C">
        <w:t>Kč za každý i započatý den prodlení.</w:t>
      </w:r>
    </w:p>
    <w:p w14:paraId="08CD5930" w14:textId="010E1A23" w:rsidR="008F65DC" w:rsidRDefault="008F65DC" w:rsidP="008F65DC">
      <w:pPr>
        <w:pStyle w:val="Odstavec2"/>
      </w:pPr>
      <w:r>
        <w:t>Bude-li Zhotovitel v prodlení se splněním informační povinnosti dle odst. 10.4. této Smlouvy, je Objednatel oprávněn požadovat po Zhotoviteli úhradu smluvní pokuty ve výši 5 000,- Kč za každý i započatý den prodlení.</w:t>
      </w:r>
    </w:p>
    <w:p w14:paraId="669D4E34" w14:textId="4E9436A6" w:rsidR="008F65DC" w:rsidRPr="00ED015C" w:rsidRDefault="008F65DC" w:rsidP="008F65DC">
      <w:pPr>
        <w:pStyle w:val="Odstavec2"/>
      </w:pPr>
      <w:r>
        <w:t xml:space="preserve">Pokud Zhotovitel poruší povinnost </w:t>
      </w:r>
      <w:r w:rsidRPr="00E43CCB">
        <w:t>mít uzavřené</w:t>
      </w:r>
      <w:r>
        <w:t xml:space="preserve"> příslušné pojištění</w:t>
      </w:r>
      <w:r w:rsidRPr="00E43CCB">
        <w:t xml:space="preserve"> po celou dobu trvání Smlouvy</w:t>
      </w:r>
      <w:r>
        <w:t>, je Objednatel oprávněn požadovat po Zhotoviteli úhradu smluvní pokuty ve výši 1 % z minimálního pojistného plnění pro to pojištění, které nemá uzavřeno</w:t>
      </w:r>
      <w:r w:rsidR="00A1382E">
        <w:t>.</w:t>
      </w:r>
    </w:p>
    <w:p w14:paraId="63A2F891" w14:textId="77777777" w:rsidR="00280022" w:rsidRPr="00ED015C" w:rsidRDefault="00280022" w:rsidP="00280022">
      <w:pPr>
        <w:pStyle w:val="Odstavec2"/>
      </w:pPr>
      <w:r w:rsidRPr="00ED015C">
        <w:rPr>
          <w:bCs/>
        </w:rPr>
        <w:t>Smluvní pokuta za neodstranění reklamovaných vad v záruční době</w:t>
      </w:r>
    </w:p>
    <w:p w14:paraId="7E26B55A" w14:textId="0BD23914" w:rsidR="00280022" w:rsidRPr="00ED015C" w:rsidRDefault="00280022" w:rsidP="00280022">
      <w:pPr>
        <w:pStyle w:val="Odstavec3"/>
      </w:pPr>
      <w:r w:rsidRPr="00ED015C">
        <w:t xml:space="preserve">Při prodlení se splněním dohodnutého termínu odstranění reklamované vady Díla nebo dohodnutého termínu nástupu na odstranění reklamované vady Díla, je Objednatel oprávněn po Zhotoviteli požadovat úhradu smluvní pokuty ve výši </w:t>
      </w:r>
      <w:r w:rsidR="003437DC" w:rsidRPr="00ED015C">
        <w:t>5</w:t>
      </w:r>
      <w:r w:rsidR="004902AE" w:rsidRPr="00ED015C">
        <w:t xml:space="preserve"> 000,- </w:t>
      </w:r>
      <w:r w:rsidRPr="00ED015C">
        <w:t>Kč za každou vadu a den prodlení.</w:t>
      </w:r>
    </w:p>
    <w:p w14:paraId="2E08465E" w14:textId="1AE46605" w:rsidR="00280022" w:rsidRPr="00ED015C" w:rsidRDefault="00280022" w:rsidP="00280022">
      <w:pPr>
        <w:pStyle w:val="Odstavec3"/>
      </w:pPr>
      <w:r w:rsidRPr="00ED015C">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3437DC" w:rsidRPr="00ED015C">
        <w:t>5</w:t>
      </w:r>
      <w:r w:rsidR="004902AE" w:rsidRPr="00ED015C">
        <w:t> 000,-</w:t>
      </w:r>
      <w:r w:rsidRPr="00ED015C">
        <w:t xml:space="preserve"> Kč za každou oprávněnou reklamaci.</w:t>
      </w:r>
    </w:p>
    <w:p w14:paraId="0E80439E" w14:textId="77777777" w:rsidR="00280022" w:rsidRDefault="00655C3C" w:rsidP="00280022">
      <w:pPr>
        <w:pStyle w:val="Odstavec3"/>
      </w:pPr>
      <w:r w:rsidRPr="00ED015C">
        <w:t>Pokud Zhotovitel poruší své povinnosti, jak je uvedeno v předchozích dvou odstavcích a</w:t>
      </w:r>
      <w:r>
        <w:t xml:space="preserve">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w:t>
      </w:r>
      <w:proofErr w:type="gramStart"/>
      <w:r w:rsidRPr="00655C3C">
        <w:t>v</w:t>
      </w:r>
      <w:proofErr w:type="gramEnd"/>
      <w:r w:rsidRPr="00655C3C">
        <w:t xml:space="preserve"> dvojnásobné výši</w:t>
      </w:r>
      <w:r>
        <w:t xml:space="preserve"> smluvních pokut uvedených v předchozích dvou odstavcích</w:t>
      </w:r>
      <w:r w:rsidRPr="00655C3C">
        <w:t>.</w:t>
      </w:r>
    </w:p>
    <w:p w14:paraId="69AEB21A" w14:textId="0B6D8DAE" w:rsidR="00655C3C" w:rsidRDefault="00655C3C" w:rsidP="00655C3C">
      <w:pPr>
        <w:pStyle w:val="Odstavec2"/>
      </w:pPr>
      <w:r w:rsidRPr="00655C3C">
        <w:t xml:space="preserve">V případě porušení právních a ostatních obecně závazných předpisů k zajištění BOZP, PO, </w:t>
      </w:r>
      <w:r w:rsidR="00500AA5">
        <w:t xml:space="preserve">prevence závažných havárií (PZH), </w:t>
      </w:r>
      <w:r w:rsidRPr="00655C3C">
        <w:t xml:space="preserve">nakládání s odpady a vnitřních předpisů Objednatele, je Objednatel oprávněn požadovat po Zhotoviteli úhradu smluvní pokuty ve výši </w:t>
      </w:r>
      <w:r w:rsidR="00500AA5">
        <w:rPr>
          <w:rFonts w:eastAsia="Calibri" w:cs="Arial"/>
        </w:rPr>
        <w:t>stanovené v</w:t>
      </w:r>
      <w:r w:rsidR="003C0DED">
        <w:rPr>
          <w:rFonts w:eastAsia="Calibri" w:cs="Arial"/>
        </w:rPr>
        <w:t> </w:t>
      </w:r>
      <w:r w:rsidR="0087128C">
        <w:t xml:space="preserve">Registru bezpečnostních požadavků ČEPRO, a.s. </w:t>
      </w:r>
      <w:r w:rsidR="0087128C">
        <w:rPr>
          <w:rFonts w:eastAsia="Calibri" w:cs="Arial"/>
        </w:rPr>
        <w:t>(dále jen „</w:t>
      </w:r>
      <w:r w:rsidR="0087128C">
        <w:rPr>
          <w:rFonts w:eastAsia="Calibri" w:cs="Arial"/>
          <w:b/>
        </w:rPr>
        <w:t>Registr</w:t>
      </w:r>
      <w:r w:rsidR="0087128C">
        <w:rPr>
          <w:rFonts w:eastAsia="Calibri" w:cs="Arial"/>
        </w:rPr>
        <w:t xml:space="preserve">“),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w:t>
      </w:r>
      <w:proofErr w:type="gramStart"/>
      <w:r w:rsidR="0087128C">
        <w:rPr>
          <w:rFonts w:eastAsia="Calibri" w:cs="Arial"/>
        </w:rPr>
        <w:t>5.000,-</w:t>
      </w:r>
      <w:proofErr w:type="gramEnd"/>
      <w:r w:rsidR="0087128C">
        <w:rPr>
          <w:rFonts w:eastAsia="Calibri" w:cs="Arial"/>
        </w:rPr>
        <w:t xml:space="preserve"> Kč za každý jednotlivý případ porušení</w:t>
      </w:r>
      <w:r w:rsidR="0087128C">
        <w:t>. Porušení bude zaznamenáno ve Stavebním</w:t>
      </w:r>
      <w:r w:rsidR="00FE53D6">
        <w:t>/Montážním</w:t>
      </w:r>
      <w:r w:rsidR="0087128C">
        <w:t xml:space="preserve"> deníku a/nebo jiným vhodným způsobem oprávněným Zástupcem Objednatele.</w:t>
      </w:r>
    </w:p>
    <w:p w14:paraId="5E0B588F" w14:textId="77777777" w:rsidR="00FC064A" w:rsidRPr="007D6856" w:rsidRDefault="00FC064A" w:rsidP="00FC064A">
      <w:pPr>
        <w:pStyle w:val="Odstavec2"/>
      </w:pPr>
      <w:r w:rsidRPr="007D6856">
        <w:t xml:space="preserve">Pokud Zhotovitel uvede nepravdivé údaje v čestném prohlášení o neexistenci střetu zájmů a pravdivosti údajů o skutečném majiteli, které je přílohou č. </w:t>
      </w:r>
      <w:r>
        <w:t>3</w:t>
      </w:r>
      <w:r w:rsidRPr="007D6856">
        <w:t xml:space="preserve"> této </w:t>
      </w:r>
      <w:r>
        <w:t>S</w:t>
      </w:r>
      <w:r w:rsidRPr="007D6856">
        <w:t xml:space="preserve">mlouvy, zavazuje se uhradit Objednateli smluvní pokutu ve výši ve výši 50 000,- Kč (slovy: </w:t>
      </w:r>
      <w:proofErr w:type="spellStart"/>
      <w:r w:rsidRPr="007D6856">
        <w:t>padesáttisíckorun</w:t>
      </w:r>
      <w:proofErr w:type="spellEnd"/>
      <w:r w:rsidRPr="007D6856">
        <w:t xml:space="preserve"> českých).</w:t>
      </w:r>
    </w:p>
    <w:p w14:paraId="04E0FCEB" w14:textId="7451457B" w:rsidR="00FC064A" w:rsidRDefault="00FC064A" w:rsidP="00FC064A">
      <w:pPr>
        <w:pStyle w:val="Odstavec2"/>
      </w:pPr>
      <w:r w:rsidRPr="006B3F3A">
        <w:t xml:space="preserve">V případě, že Zhotovitel poruší povinnost dle </w:t>
      </w:r>
      <w:r w:rsidRPr="001C3052">
        <w:t>odst. 10.12. této</w:t>
      </w:r>
      <w:r w:rsidRPr="006B3F3A">
        <w:t xml:space="preserve"> </w:t>
      </w:r>
      <w:r>
        <w:t>S</w:t>
      </w:r>
      <w:r w:rsidRPr="006B3F3A">
        <w:t xml:space="preserve">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w:t>
      </w:r>
      <w:proofErr w:type="spellStart"/>
      <w:r w:rsidRPr="006B3F3A">
        <w:t>jedentisíckorun</w:t>
      </w:r>
      <w:proofErr w:type="spellEnd"/>
      <w:r w:rsidRPr="006B3F3A">
        <w:t xml:space="preserve"> českých) za každý započatý den prodlení s porušením této povinnosti, došlo-li v důsledku této změny k zápisu veřejného funkcionáře uvedeného v </w:t>
      </w:r>
      <w:proofErr w:type="spellStart"/>
      <w:r w:rsidRPr="006B3F3A">
        <w:t>ust</w:t>
      </w:r>
      <w:proofErr w:type="spellEnd"/>
      <w:r w:rsidRPr="006B3F3A">
        <w:t xml:space="preserve">. § 2 odst. 1 písm. c) zákona č. 159/2006 Sb., o střetu zájmů, ve znění pozdějších předpisů (dále jen „ZSZ“) jako skutečného majitele Zhotovitele nebo poddodavatele z titulu osoby s koncovým vlivem, nebo smluvní pokutu ve </w:t>
      </w:r>
      <w:r w:rsidRPr="006B3F3A">
        <w:lastRenderedPageBreak/>
        <w:t>výši ve výši 500,- Kč (slovy: pětsetkorun českých) za každý započatý den prodlení s porušením této povinnosti, došlo-li v důsledku této změny k zápisu jakékoliv jiné změny</w:t>
      </w:r>
    </w:p>
    <w:p w14:paraId="75E9B35C" w14:textId="77777777" w:rsidR="00655C3C" w:rsidRDefault="00655C3C" w:rsidP="00655C3C">
      <w:pPr>
        <w:pStyle w:val="Odstavec2"/>
      </w:pPr>
      <w:r w:rsidRPr="00655C3C">
        <w:t>Smluvní pokutu vyúčtuje oprávněná Smluvní strana povinné Smluvní straně písemnou formou.</w:t>
      </w:r>
    </w:p>
    <w:p w14:paraId="2192C52A" w14:textId="77777777" w:rsidR="00655C3C" w:rsidRPr="00655C3C" w:rsidRDefault="00655C3C" w:rsidP="00655C3C">
      <w:pPr>
        <w:pStyle w:val="Odstavec2"/>
      </w:pPr>
      <w:r w:rsidRPr="00655C3C">
        <w:rPr>
          <w:iCs/>
        </w:rPr>
        <w:t>Ve vyúčtování musí být uvedeno ustanovení Smlouvy, které k vyúčtování smluvní pokuty opravňuje a způsob výpočtu celkové výše smluvní pokuty.</w:t>
      </w:r>
    </w:p>
    <w:p w14:paraId="16A28FBD" w14:textId="77777777" w:rsidR="00655C3C" w:rsidRPr="00655C3C" w:rsidRDefault="00655C3C" w:rsidP="00655C3C">
      <w:pPr>
        <w:pStyle w:val="Odstavec2"/>
      </w:pPr>
      <w:r w:rsidRPr="00655C3C">
        <w:rPr>
          <w:iCs/>
        </w:rPr>
        <w:t>Povinná Smluvní strana je povinna uhradit vyúčtované smluvní pokuty nejpozději do 30 dnů ode dne obdržení příslušného vyúčtování.</w:t>
      </w:r>
    </w:p>
    <w:p w14:paraId="7570F0F7" w14:textId="77777777" w:rsidR="00655C3C" w:rsidRPr="00546161" w:rsidRDefault="00655C3C" w:rsidP="00655C3C">
      <w:pPr>
        <w:pStyle w:val="Odstavec2"/>
      </w:pPr>
      <w:r w:rsidRPr="00655C3C">
        <w:rPr>
          <w:iCs/>
        </w:rPr>
        <w:t>Zaplacením jakékoli smluvní pokuty není dotčeno právo Objednatele požadovat na Zhotoviteli náhradu škody, a to v plném rozsahu.</w:t>
      </w:r>
    </w:p>
    <w:p w14:paraId="08D9337D" w14:textId="77777777" w:rsidR="00500AA5" w:rsidRDefault="00500AA5" w:rsidP="00500AA5">
      <w:pPr>
        <w:pStyle w:val="Odstavec2"/>
      </w:pPr>
      <w:r>
        <w:t xml:space="preserve">Zhotovitel prohlašuje, že považuje smluvní pokuty stanovené v této Smlouvě za přiměřené povaze povinností, ke kterým se váží. </w:t>
      </w:r>
    </w:p>
    <w:p w14:paraId="0F98EA5A" w14:textId="77777777" w:rsidR="00500AA5" w:rsidRPr="00D0550D" w:rsidRDefault="00500AA5" w:rsidP="0023229B">
      <w:pPr>
        <w:pStyle w:val="01-L"/>
        <w:numPr>
          <w:ilvl w:val="0"/>
          <w:numId w:val="1"/>
        </w:numPr>
      </w:pPr>
      <w:r w:rsidRPr="00D0550D">
        <w:t>Další ujednání</w:t>
      </w:r>
    </w:p>
    <w:p w14:paraId="27D968AE" w14:textId="77777777" w:rsidR="005966B2" w:rsidRPr="00BA483D" w:rsidRDefault="005966B2" w:rsidP="005966B2">
      <w:pPr>
        <w:pStyle w:val="Odstavec2"/>
        <w:tabs>
          <w:tab w:val="num" w:pos="3065"/>
        </w:tabs>
        <w:spacing w:before="120"/>
      </w:pPr>
      <w:r w:rsidRPr="00BA483D">
        <w:t>Zhotovitel se zavazuje řádně plnit veškeré své finanční závazky a chovat se tak, aby vůči němu nebyl podán návrh dle zákona č. 182/2006 Sb., insolvenční zákon, v platném znění, a zavazuje s</w:t>
      </w:r>
      <w:r>
        <w:t>e, že nevstoupí po dobu plnění s</w:t>
      </w:r>
      <w:r w:rsidRPr="00BA483D">
        <w:t>mlouvy a dílčích smluv do likvidace. Rovněž se zavazuje chovat se tak, aby nepozbyl příslušného oprávně</w:t>
      </w:r>
      <w:r>
        <w:t>ní potřebného pro řádné plnění s</w:t>
      </w:r>
      <w:r w:rsidRPr="00BA483D">
        <w:t xml:space="preserve">mlouvy/dílčí smlouvy. </w:t>
      </w:r>
    </w:p>
    <w:p w14:paraId="5A91A996" w14:textId="77777777" w:rsidR="005966B2" w:rsidRPr="00DF391E" w:rsidRDefault="005966B2" w:rsidP="005966B2">
      <w:pPr>
        <w:pStyle w:val="Odstavec2"/>
      </w:pPr>
      <w:r>
        <w:t xml:space="preserve">Vznikne-li Objednateli </w:t>
      </w:r>
      <w:r w:rsidRPr="00485347">
        <w:t xml:space="preserve">v důsledku porušení smluvních povinností </w:t>
      </w:r>
      <w:r>
        <w:t>či v důsledku porušení povinnosti vyplývající z obecně závazných předpisů ze strany Zhotovitele</w:t>
      </w:r>
      <w:r w:rsidRPr="00485347">
        <w:t xml:space="preserve"> </w:t>
      </w:r>
      <w:r>
        <w:t>újma (majetková a nemajetková)</w:t>
      </w:r>
      <w:r w:rsidRPr="00485347">
        <w:t>,</w:t>
      </w:r>
      <w:r>
        <w:t xml:space="preserve"> je Zhotovitel povinen nahradit Objednateli újmu, včetně újmy na jmění v souladu s platnými právními předpisy.</w:t>
      </w:r>
      <w:r w:rsidRPr="00485347">
        <w:t xml:space="preserve"> </w:t>
      </w:r>
      <w:r>
        <w:t>Škoda se nahrazuje uvedením do předešlého stavu, nepožádá-li Objednatel o </w:t>
      </w:r>
      <w:r w:rsidRPr="00DF391E">
        <w:t>náhradu škody uvedením v penězích.</w:t>
      </w:r>
    </w:p>
    <w:p w14:paraId="2123B92F" w14:textId="77777777" w:rsidR="005966B2" w:rsidRDefault="005966B2" w:rsidP="005966B2">
      <w:pPr>
        <w:pStyle w:val="Odstavec2"/>
        <w:tabs>
          <w:tab w:val="num" w:pos="3065"/>
        </w:tabs>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11" w:history="1">
        <w:r w:rsidRPr="00E80316">
          <w:rPr>
            <w:rStyle w:val="Hypertextovodkaz"/>
          </w:rPr>
          <w:t>www.ceproas.cz</w:t>
        </w:r>
      </w:hyperlink>
      <w:r w:rsidRPr="00DC5A02">
        <w:t>.</w:t>
      </w:r>
    </w:p>
    <w:p w14:paraId="728403CE" w14:textId="77777777" w:rsidR="005966B2" w:rsidRDefault="005966B2" w:rsidP="005966B2">
      <w:pPr>
        <w:pStyle w:val="Odstavec2"/>
        <w:tabs>
          <w:tab w:val="num" w:pos="3065"/>
        </w:tabs>
      </w:pPr>
      <w:r>
        <w:t>Objednatel</w:t>
      </w:r>
      <w:r w:rsidRPr="00DC5A02">
        <w:t xml:space="preserve">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smluvní straně bez ohledu a nad rámec splnění případné zákonné oznamovací povinnosti. </w:t>
      </w:r>
    </w:p>
    <w:p w14:paraId="4D92FDD5" w14:textId="77777777" w:rsidR="005966B2" w:rsidRPr="000B2415" w:rsidRDefault="005966B2" w:rsidP="005966B2">
      <w:pPr>
        <w:pStyle w:val="Odstavec2"/>
        <w:tabs>
          <w:tab w:val="num" w:pos="3065"/>
        </w:tabs>
      </w:pPr>
      <w:r w:rsidRPr="000B2415">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14:paraId="1B20A1EF" w14:textId="77777777" w:rsidR="005966B2" w:rsidRPr="00D83A9E" w:rsidRDefault="005966B2" w:rsidP="005966B2">
      <w:pPr>
        <w:pStyle w:val="Odstavec2"/>
        <w:tabs>
          <w:tab w:val="num" w:pos="3065"/>
        </w:tabs>
      </w:pPr>
      <w:r>
        <w:t>Zhotovitel</w:t>
      </w:r>
      <w:r w:rsidRPr="004C1FCD">
        <w:t xml:space="preserve"> se touto Smlouvou zavazuje a prohlašuje, že naplňuje a bude po celou dobu trvání této Smlouvy dodržovat a </w:t>
      </w:r>
      <w:r w:rsidRPr="00B55775">
        <w:t>splňovat kritéria a standardy chování v obchodním styku specifikované a Objednatelem uveřejněné na adrese</w:t>
      </w:r>
      <w:r w:rsidRPr="00E94E9B">
        <w:rPr>
          <w:color w:val="1F497D"/>
        </w:rPr>
        <w:t xml:space="preserve"> </w:t>
      </w:r>
      <w:hyperlink r:id="rId12" w:history="1">
        <w:r w:rsidRPr="00D83A9E">
          <w:t>https://www.ceproas.cz/vyberova-rizeni</w:t>
        </w:r>
      </w:hyperlink>
      <w:r>
        <w:t>.</w:t>
      </w:r>
    </w:p>
    <w:p w14:paraId="4DF10139" w14:textId="77777777" w:rsidR="005966B2" w:rsidRDefault="005966B2" w:rsidP="005966B2">
      <w:pPr>
        <w:pStyle w:val="Odstavec2"/>
        <w:tabs>
          <w:tab w:val="num" w:pos="3065"/>
        </w:tabs>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13" w:history="1">
        <w:r w:rsidRPr="007B61BD">
          <w:rPr>
            <w:rStyle w:val="Hypertextovodkaz"/>
          </w:rPr>
          <w:t>www.ceproas.cz</w:t>
        </w:r>
      </w:hyperlink>
      <w:r>
        <w:t xml:space="preserve"> </w:t>
      </w:r>
      <w:r w:rsidRPr="00922B56">
        <w:t>v sekci Ochrana osobních údajů.</w:t>
      </w:r>
    </w:p>
    <w:p w14:paraId="31C8D8C6" w14:textId="77777777" w:rsidR="005966B2" w:rsidRDefault="005966B2" w:rsidP="005966B2">
      <w:pPr>
        <w:pStyle w:val="Odstavec2"/>
        <w:tabs>
          <w:tab w:val="num" w:pos="3065"/>
        </w:tabs>
      </w:pPr>
      <w:r>
        <w:lastRenderedPageBreak/>
        <w:t>Zhotovitel odpovídá Objednateli</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Zhotovitele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14:paraId="01310172" w14:textId="77777777" w:rsidR="005966B2" w:rsidRDefault="005966B2" w:rsidP="005966B2">
      <w:pPr>
        <w:pStyle w:val="Odstavec2"/>
        <w:tabs>
          <w:tab w:val="num" w:pos="3065"/>
        </w:tabs>
      </w:pPr>
      <w:r>
        <w:t>Zhotovitel</w:t>
      </w:r>
      <w:r w:rsidRPr="002D08B9">
        <w:t xml:space="preserve"> je povinen </w:t>
      </w:r>
      <w:r>
        <w:t>Objednateli</w:t>
      </w:r>
      <w:r w:rsidRPr="002D08B9">
        <w:t xml:space="preserve"> nahradit</w:t>
      </w:r>
      <w:r>
        <w:t xml:space="preserve"> újmu vzniklou při plnění této S</w:t>
      </w:r>
      <w:r w:rsidRPr="002D08B9">
        <w:t>mlouvy</w:t>
      </w:r>
      <w:r>
        <w:t xml:space="preserve"> a </w:t>
      </w:r>
      <w:r w:rsidRPr="002D08B9">
        <w:t>v souvislosti s ní nesplněním závazku či porušením po</w:t>
      </w:r>
      <w:r>
        <w:t>vinnosti plynoucích z této S</w:t>
      </w:r>
      <w:r w:rsidRPr="002D08B9">
        <w:t>mlouvy. Pro náhradu majetkové a nemajetkové újmy se užijí příslušná ustanovení p</w:t>
      </w:r>
      <w:r>
        <w:t>latných právních předpisů, nebude</w:t>
      </w:r>
      <w:r w:rsidRPr="002D08B9">
        <w:t xml:space="preserve">-li </w:t>
      </w:r>
      <w:r>
        <w:t>mezi stranami výslovně dohodnuto jinak.</w:t>
      </w:r>
    </w:p>
    <w:p w14:paraId="501119E7" w14:textId="77777777" w:rsidR="005966B2" w:rsidRDefault="005966B2" w:rsidP="005966B2">
      <w:pPr>
        <w:pStyle w:val="Odstavec2"/>
        <w:tabs>
          <w:tab w:val="num" w:pos="3065"/>
        </w:tabs>
      </w:pPr>
      <w:r w:rsidRPr="002D08B9">
        <w:t xml:space="preserve">Smluvní strany se zavazují zachovávat mlčenlivost o veškerých informacích, které budou </w:t>
      </w:r>
      <w:r>
        <w:t>označeny za důvěrné informace.</w:t>
      </w:r>
    </w:p>
    <w:p w14:paraId="37BF7DC6" w14:textId="77777777" w:rsidR="00FC064A" w:rsidRPr="00E02B9F" w:rsidRDefault="00FC064A" w:rsidP="00FC064A">
      <w:pPr>
        <w:pStyle w:val="Odstavec2"/>
        <w:tabs>
          <w:tab w:val="num" w:pos="4058"/>
        </w:tabs>
      </w:pPr>
      <w:r w:rsidRPr="008964A6">
        <w:t xml:space="preserve">Smluvní strany se zavazují nesdělovat žádné třetí osobě žádné informace o existenci anebo obsahu této </w:t>
      </w:r>
      <w:r>
        <w:t xml:space="preserve">Smlouvy </w:t>
      </w:r>
      <w:r w:rsidRPr="008964A6">
        <w:t>a informace, které o druhé smluvní straně získala při jednáních o této</w:t>
      </w:r>
      <w:r>
        <w:t xml:space="preserve"> Smlouvě</w:t>
      </w:r>
      <w:r w:rsidRPr="008964A6">
        <w:t xml:space="preserve">, během její platnosti i po jejím skončení bez předchozího písemného souhlasu druhé smluvní strany, s výjimkou případů, kdy tak vyžaduje tato </w:t>
      </w:r>
      <w:r>
        <w:t>Smlouva</w:t>
      </w:r>
      <w:r w:rsidRPr="008964A6">
        <w:t>, zákon či jiný obecně závazný předpis, zejména zákon č. 106/1999 Sb., o svobodném přístupu k informacím,</w:t>
      </w:r>
      <w:r>
        <w:t xml:space="preserve"> zákon č. 134/2016 Sb., o zadávání veřejných zakázek</w:t>
      </w:r>
      <w:r w:rsidRPr="008964A6">
        <w:t xml:space="preserve"> a zákon č. 340/2015 Sb., o zvláštních podmínkách účinnosti některých smluv, uveřejňování těchto smluv a o registru smluv (dále jen „</w:t>
      </w:r>
      <w:r w:rsidRPr="00972936">
        <w:rPr>
          <w:b/>
          <w:bCs/>
        </w:rPr>
        <w:t>zákon o registru smluv</w:t>
      </w:r>
      <w:r w:rsidRPr="008964A6">
        <w:t>“).</w:t>
      </w:r>
    </w:p>
    <w:p w14:paraId="4848E554" w14:textId="77777777" w:rsidR="00FC064A" w:rsidRPr="0004559D" w:rsidRDefault="00FC064A" w:rsidP="00FC064A">
      <w:pPr>
        <w:pStyle w:val="02-ODST-2"/>
        <w:numPr>
          <w:ilvl w:val="1"/>
          <w:numId w:val="1"/>
        </w:numPr>
        <w:tabs>
          <w:tab w:val="num" w:pos="4058"/>
        </w:tabs>
        <w:rPr>
          <w:rFonts w:cs="Arial"/>
        </w:rPr>
      </w:pPr>
      <w:r w:rsidRPr="00E02B9F">
        <w:t>Zhotovitel prohlašuje, že veřejný funkcionář uvedený v </w:t>
      </w:r>
      <w:proofErr w:type="spellStart"/>
      <w:r w:rsidRPr="00E02B9F">
        <w:t>ust</w:t>
      </w:r>
      <w:proofErr w:type="spellEnd"/>
      <w:r w:rsidRPr="00E02B9F">
        <w:t xml:space="preserve">. § 2 odst. 1 písm. c) </w:t>
      </w:r>
      <w:r w:rsidRPr="00D63788">
        <w:rPr>
          <w:bCs/>
        </w:rPr>
        <w:t>ZSZ</w:t>
      </w:r>
      <w:r w:rsidRPr="00E02B9F">
        <w:t>, nebo jím ovládaná osoba ve Zhotoviteli nevlastní podíl představující alespoň 25 % účasti společníka. Zhotovitel</w:t>
      </w:r>
      <w:r w:rsidRPr="000F2A08">
        <w:t xml:space="preserve"> současně prohlašuje, že veřejný funkcionář uvedený v </w:t>
      </w:r>
      <w:proofErr w:type="spellStart"/>
      <w:r w:rsidRPr="000F2A08">
        <w:t>ust</w:t>
      </w:r>
      <w:proofErr w:type="spellEnd"/>
      <w:r w:rsidRPr="000F2A08">
        <w:t xml:space="preserve">. § 2 odst. 1 písm. c) ZSZ nebo jím ovládaná osoba nevlastní podíl představující alespoň 25 % účasti společníka v žádné z osob, jejichž prostřednictvím </w:t>
      </w:r>
      <w:r w:rsidRPr="0004559D">
        <w:rPr>
          <w:rFonts w:cstheme="minorHAnsi"/>
          <w:sz w:val="19"/>
          <w:szCs w:val="19"/>
        </w:rPr>
        <w:t>Zhotovi</w:t>
      </w:r>
      <w:r w:rsidRPr="000F2A08">
        <w:t>tel v zadávacím řízení vedoucím k uzavření této smlouvy prokazoval kvalifikaci.</w:t>
      </w:r>
    </w:p>
    <w:p w14:paraId="2F929D89" w14:textId="77777777" w:rsidR="00FC064A" w:rsidRPr="000F2A08" w:rsidRDefault="00FC064A" w:rsidP="00FC064A">
      <w:pPr>
        <w:pStyle w:val="02-ODST-2"/>
        <w:numPr>
          <w:ilvl w:val="1"/>
          <w:numId w:val="1"/>
        </w:numPr>
        <w:tabs>
          <w:tab w:val="num" w:pos="4058"/>
        </w:tabs>
      </w:pPr>
      <w:r w:rsidRPr="000F2A08">
        <w:t xml:space="preserve">Pokud po uzavření této smlouvy veřejný funkcionář uvedený v </w:t>
      </w:r>
      <w:proofErr w:type="spellStart"/>
      <w:r w:rsidRPr="000F2A08">
        <w:t>ust</w:t>
      </w:r>
      <w:proofErr w:type="spellEnd"/>
      <w:r w:rsidRPr="000F2A08">
        <w:t xml:space="preserve">. § 2 odst. 1 písm. c) ZSZ nebo jím ovládaná osoba nabude do vlastnictví podíl představující alespoň 25 % účasti společníka v </w:t>
      </w:r>
      <w:r>
        <w:rPr>
          <w:rFonts w:cstheme="minorHAnsi"/>
          <w:sz w:val="19"/>
          <w:szCs w:val="19"/>
        </w:rPr>
        <w:t>Zhotovi</w:t>
      </w:r>
      <w:r w:rsidRPr="000F2A08">
        <w:t xml:space="preserve">teli nebo v osobě, jejímž prostřednictvím </w:t>
      </w:r>
      <w:r w:rsidRPr="00E02B9F">
        <w:t>Zhotovitel</w:t>
      </w:r>
      <w:r w:rsidRPr="000F2A08">
        <w:t xml:space="preserve"> v zadávacím řízení vedoucím k uzavření této smlouvy prokazoval kvalifikaci, zavazuje se </w:t>
      </w:r>
      <w:r>
        <w:t>Zhotovi</w:t>
      </w:r>
      <w:r w:rsidRPr="000F2A08">
        <w:t xml:space="preserve">tel o této skutečnosti písemně vyrozumět </w:t>
      </w:r>
      <w:r>
        <w:t>O</w:t>
      </w:r>
      <w:r w:rsidRPr="000F2A08">
        <w:t xml:space="preserve">bjednatele bez zbytečného odkladu po jejím vzniku, nejpozději však do pěti (5) pracovních dnů po jejím vzniku. </w:t>
      </w:r>
    </w:p>
    <w:p w14:paraId="26B25854" w14:textId="77777777" w:rsidR="00FC064A" w:rsidRDefault="00FC064A" w:rsidP="00FC064A">
      <w:pPr>
        <w:pStyle w:val="02-ODST-2"/>
        <w:numPr>
          <w:ilvl w:val="1"/>
          <w:numId w:val="1"/>
        </w:numPr>
        <w:tabs>
          <w:tab w:val="num" w:pos="4058"/>
        </w:tabs>
      </w:pPr>
      <w:r w:rsidRPr="00E02B9F">
        <w:t>Zhotovitel</w:t>
      </w:r>
      <w:r w:rsidRPr="000F2A08">
        <w:t xml:space="preserve"> se zavazuje, že po dobu účinnosti této smlouvy budou zapsané údaje o jeho skutečném majiteli odpovídat skutečnému stavu. </w:t>
      </w:r>
      <w:r w:rsidRPr="00E02B9F">
        <w:t>Zhotovitel</w:t>
      </w:r>
      <w:r w:rsidRPr="000F2A08">
        <w:t xml:space="preserve"> se současně zavazuje písemně vyrozumět </w:t>
      </w:r>
      <w:r>
        <w:t>O</w:t>
      </w:r>
      <w:r w:rsidRPr="000F2A08">
        <w:t xml:space="preserve">bjednatele o každé změně v údajích o jeho skutečném majiteli a rovněž o každé změně v údajích o skutečném majiteli poddodavatele, jehož prostřednictvím </w:t>
      </w:r>
      <w:r>
        <w:rPr>
          <w:rFonts w:cstheme="minorHAnsi"/>
          <w:sz w:val="19"/>
          <w:szCs w:val="19"/>
        </w:rPr>
        <w:t>Zhotovi</w:t>
      </w:r>
      <w:r w:rsidRPr="000F2A08">
        <w:t>tel v zadávacím řízení vedoucím k uzavření této smlouvy prokazoval kvalifikaci, uvedených v evidenci skutečných majitelů bez zbytečného odkladu po jejich změně, nejpozději však do pěti (5) pracovních dnů po jejich změně.</w:t>
      </w:r>
    </w:p>
    <w:p w14:paraId="22F353E7" w14:textId="77777777" w:rsidR="00FC064A" w:rsidRPr="000F2A08" w:rsidRDefault="00FC064A" w:rsidP="00FC064A">
      <w:pPr>
        <w:pStyle w:val="02-ODST-2"/>
        <w:tabs>
          <w:tab w:val="clear" w:pos="1080"/>
        </w:tabs>
        <w:ind w:firstLine="0"/>
      </w:pPr>
    </w:p>
    <w:p w14:paraId="6BE68009" w14:textId="77777777" w:rsidR="00FC064A" w:rsidRPr="006777FB" w:rsidRDefault="00FC064A" w:rsidP="00FC064A">
      <w:pPr>
        <w:spacing w:after="80"/>
        <w:ind w:left="283" w:firstLine="284"/>
        <w:rPr>
          <w:rFonts w:cstheme="minorHAnsi"/>
          <w:sz w:val="19"/>
          <w:szCs w:val="19"/>
          <w:highlight w:val="yellow"/>
        </w:rPr>
      </w:pPr>
      <w:r w:rsidRPr="006777FB">
        <w:rPr>
          <w:rFonts w:cstheme="minorHAnsi"/>
          <w:bCs/>
          <w:i/>
          <w:iCs/>
          <w:sz w:val="19"/>
          <w:szCs w:val="19"/>
          <w:highlight w:val="yellow"/>
        </w:rPr>
        <w:t>Alternativní varianta pro právnické osoby se sídlem v České republice</w:t>
      </w:r>
    </w:p>
    <w:p w14:paraId="04CABF2D" w14:textId="77777777" w:rsidR="00FC064A" w:rsidRPr="006777FB" w:rsidRDefault="00FC064A" w:rsidP="00972936">
      <w:pPr>
        <w:pStyle w:val="02-ODST-2"/>
        <w:numPr>
          <w:ilvl w:val="1"/>
          <w:numId w:val="1"/>
        </w:numPr>
        <w:tabs>
          <w:tab w:val="num" w:pos="4058"/>
        </w:tabs>
        <w:rPr>
          <w:rFonts w:cstheme="minorHAnsi"/>
          <w:sz w:val="19"/>
          <w:szCs w:val="19"/>
          <w:highlight w:val="yellow"/>
        </w:rPr>
      </w:pPr>
      <w:r w:rsidRPr="004C3146">
        <w:rPr>
          <w:rFonts w:cstheme="minorHAnsi"/>
          <w:sz w:val="19"/>
          <w:szCs w:val="19"/>
          <w:highlight w:val="yellow"/>
        </w:rPr>
        <w:t>Zhotovi</w:t>
      </w:r>
      <w:r w:rsidRPr="006777FB">
        <w:rPr>
          <w:rFonts w:cstheme="minorHAnsi"/>
          <w:sz w:val="19"/>
          <w:szCs w:val="19"/>
          <w:highlight w:val="yellow"/>
        </w:rPr>
        <w:t>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DB2269">
        <w:rPr>
          <w:rFonts w:cstheme="minorHAnsi"/>
          <w:b/>
          <w:bCs/>
          <w:sz w:val="19"/>
          <w:szCs w:val="19"/>
          <w:highlight w:val="yellow"/>
        </w:rPr>
        <w:t>ZESM</w:t>
      </w:r>
      <w:r w:rsidRPr="006777FB">
        <w:rPr>
          <w:rFonts w:cstheme="minorHAnsi"/>
          <w:sz w:val="19"/>
          <w:szCs w:val="19"/>
          <w:highlight w:val="yellow"/>
        </w:rPr>
        <w:t xml:space="preserve">“). </w:t>
      </w:r>
      <w:r w:rsidRPr="004C3146">
        <w:rPr>
          <w:rFonts w:cstheme="minorHAnsi"/>
          <w:sz w:val="19"/>
          <w:szCs w:val="19"/>
          <w:highlight w:val="yellow"/>
        </w:rPr>
        <w:t>Zhotovi</w:t>
      </w:r>
      <w:r w:rsidRPr="006777FB">
        <w:rPr>
          <w:rFonts w:cstheme="minorHAnsi"/>
          <w:sz w:val="19"/>
          <w:szCs w:val="19"/>
          <w:highlight w:val="yellow"/>
        </w:rPr>
        <w:t>tel současně prohlašuje, že jeho skutečným majitelem zapsaným v evidenci skutečných majitelů z titulu osoby s koncovým vlivem není veřejný funkcionář uvedený v </w:t>
      </w:r>
      <w:proofErr w:type="spellStart"/>
      <w:r w:rsidRPr="006777FB">
        <w:rPr>
          <w:rFonts w:cstheme="minorHAnsi"/>
          <w:sz w:val="19"/>
          <w:szCs w:val="19"/>
          <w:highlight w:val="yellow"/>
        </w:rPr>
        <w:t>ust</w:t>
      </w:r>
      <w:proofErr w:type="spellEnd"/>
      <w:r w:rsidRPr="006777FB">
        <w:rPr>
          <w:rFonts w:cstheme="minorHAnsi"/>
          <w:sz w:val="19"/>
          <w:szCs w:val="19"/>
          <w:highlight w:val="yellow"/>
        </w:rPr>
        <w:t>. § 2 odst. 1 písm. c) ZSZ.</w:t>
      </w:r>
    </w:p>
    <w:p w14:paraId="7114D605" w14:textId="77777777" w:rsidR="00FC064A" w:rsidRPr="006777FB" w:rsidRDefault="00FC064A" w:rsidP="00972936">
      <w:pPr>
        <w:pStyle w:val="02-ODST-2"/>
        <w:numPr>
          <w:ilvl w:val="1"/>
          <w:numId w:val="1"/>
        </w:numPr>
        <w:tabs>
          <w:tab w:val="num" w:pos="4058"/>
        </w:tabs>
        <w:rPr>
          <w:rFonts w:cstheme="minorHAnsi"/>
          <w:sz w:val="19"/>
          <w:szCs w:val="19"/>
          <w:highlight w:val="yellow"/>
        </w:rPr>
      </w:pPr>
      <w:r w:rsidRPr="004C3146">
        <w:rPr>
          <w:rFonts w:cstheme="minorHAnsi"/>
          <w:sz w:val="19"/>
          <w:szCs w:val="19"/>
          <w:highlight w:val="yellow"/>
        </w:rPr>
        <w:t>Zhotovi</w:t>
      </w:r>
      <w:r w:rsidRPr="006777FB">
        <w:rPr>
          <w:rFonts w:cstheme="minorHAnsi"/>
          <w:sz w:val="19"/>
          <w:szCs w:val="19"/>
          <w:highlight w:val="yellow"/>
        </w:rPr>
        <w:t xml:space="preserve">tel prohlašuje, že poddodavatel, jehož prostřednictvím </w:t>
      </w:r>
      <w:r w:rsidRPr="004C3146">
        <w:rPr>
          <w:rFonts w:cstheme="minorHAnsi"/>
          <w:sz w:val="19"/>
          <w:szCs w:val="19"/>
          <w:highlight w:val="yellow"/>
        </w:rPr>
        <w:t>Zhotovi</w:t>
      </w:r>
      <w:r w:rsidRPr="006777FB">
        <w:rPr>
          <w:rFonts w:cstheme="minorHAnsi"/>
          <w:sz w:val="19"/>
          <w:szCs w:val="19"/>
          <w:highlight w:val="yellow"/>
        </w:rPr>
        <w:t>tel v zadávacím řízení vedoucím k uzavření této smlouvy prokazoval kvalifikaci, má v evidenci skutečných majitelů zapsány úplné,</w:t>
      </w:r>
      <w:r>
        <w:rPr>
          <w:rFonts w:cstheme="minorHAnsi"/>
          <w:sz w:val="19"/>
          <w:szCs w:val="19"/>
          <w:highlight w:val="yellow"/>
        </w:rPr>
        <w:t xml:space="preserve"> </w:t>
      </w:r>
      <w:r w:rsidRPr="006777FB">
        <w:rPr>
          <w:rFonts w:cstheme="minorHAnsi"/>
          <w:sz w:val="19"/>
          <w:szCs w:val="19"/>
          <w:highlight w:val="yellow"/>
        </w:rPr>
        <w:t xml:space="preserve">přesné a aktuální údaje o svém skutečném majiteli, které odpovídají požadavkům ZESM, přičemž jeho </w:t>
      </w:r>
      <w:r w:rsidRPr="006777FB">
        <w:rPr>
          <w:rFonts w:cstheme="minorHAnsi"/>
          <w:bCs/>
          <w:sz w:val="19"/>
          <w:szCs w:val="19"/>
          <w:highlight w:val="yellow"/>
        </w:rPr>
        <w:t>skutečným majitelem zapsaným v této evidenci z titulu osoby s koncovým vlivem není</w:t>
      </w:r>
      <w:r w:rsidRPr="006777FB">
        <w:rPr>
          <w:rFonts w:cstheme="minorHAnsi"/>
          <w:sz w:val="19"/>
          <w:szCs w:val="19"/>
          <w:highlight w:val="yellow"/>
        </w:rPr>
        <w:t xml:space="preserve"> </w:t>
      </w:r>
      <w:r w:rsidRPr="006777FB">
        <w:rPr>
          <w:rFonts w:cstheme="minorHAnsi"/>
          <w:bCs/>
          <w:sz w:val="19"/>
          <w:szCs w:val="19"/>
          <w:highlight w:val="yellow"/>
        </w:rPr>
        <w:t>veřejný funkcionář uvedený v </w:t>
      </w:r>
      <w:proofErr w:type="spellStart"/>
      <w:r w:rsidRPr="006777FB">
        <w:rPr>
          <w:rFonts w:cstheme="minorHAnsi"/>
          <w:bCs/>
          <w:sz w:val="19"/>
          <w:szCs w:val="19"/>
          <w:highlight w:val="yellow"/>
        </w:rPr>
        <w:t>ust</w:t>
      </w:r>
      <w:proofErr w:type="spellEnd"/>
      <w:r w:rsidRPr="006777FB">
        <w:rPr>
          <w:rFonts w:cstheme="minorHAnsi"/>
          <w:bCs/>
          <w:sz w:val="19"/>
          <w:szCs w:val="19"/>
          <w:highlight w:val="yellow"/>
        </w:rPr>
        <w:t>. § 2 odst. 1 písm. c) ZSZ</w:t>
      </w:r>
      <w:r w:rsidRPr="006777FB">
        <w:rPr>
          <w:rFonts w:cstheme="minorHAnsi"/>
          <w:sz w:val="19"/>
          <w:szCs w:val="19"/>
          <w:highlight w:val="yellow"/>
        </w:rPr>
        <w:t>.</w:t>
      </w:r>
    </w:p>
    <w:p w14:paraId="47637241" w14:textId="77777777" w:rsidR="00FC064A" w:rsidRPr="006777FB" w:rsidRDefault="00FC064A" w:rsidP="00FC064A">
      <w:pPr>
        <w:keepNext/>
        <w:keepLines/>
        <w:spacing w:after="80"/>
        <w:ind w:left="283" w:firstLine="284"/>
        <w:rPr>
          <w:rFonts w:cstheme="minorHAnsi"/>
          <w:sz w:val="19"/>
          <w:szCs w:val="19"/>
          <w:highlight w:val="yellow"/>
        </w:rPr>
      </w:pPr>
      <w:r w:rsidRPr="006777FB">
        <w:rPr>
          <w:rFonts w:cstheme="minorHAnsi"/>
          <w:bCs/>
          <w:i/>
          <w:iCs/>
          <w:sz w:val="19"/>
          <w:szCs w:val="19"/>
          <w:highlight w:val="yellow"/>
        </w:rPr>
        <w:t>Alternativní varianta pro právnické osoby se sídlem v zahraničí</w:t>
      </w:r>
    </w:p>
    <w:p w14:paraId="4D230BF1" w14:textId="77777777" w:rsidR="00FC064A" w:rsidRPr="00972936" w:rsidRDefault="00FC064A" w:rsidP="007040D2">
      <w:pPr>
        <w:pStyle w:val="Odstavec2"/>
        <w:numPr>
          <w:ilvl w:val="1"/>
          <w:numId w:val="14"/>
        </w:numPr>
        <w:tabs>
          <w:tab w:val="clear" w:pos="567"/>
          <w:tab w:val="left" w:pos="426"/>
          <w:tab w:val="num" w:pos="4058"/>
        </w:tabs>
        <w:rPr>
          <w:rFonts w:cstheme="minorHAnsi"/>
          <w:sz w:val="19"/>
          <w:szCs w:val="19"/>
          <w:highlight w:val="yellow"/>
        </w:rPr>
      </w:pPr>
      <w:r w:rsidRPr="00972936">
        <w:rPr>
          <w:rFonts w:cstheme="minorHAnsi"/>
          <w:sz w:val="19"/>
          <w:szCs w:val="19"/>
          <w:highlight w:val="yellow"/>
        </w:rPr>
        <w:t>Zhotovitel prohlašuje, že má v zahraniční evidenci obdobné evidenci skutečných majitelů podle zákona č. 37/2021 Sb., o evidenci skutečných majitelů, ve znění pozdějších předpisů (dále jen „</w:t>
      </w:r>
      <w:r w:rsidRPr="00972936">
        <w:rPr>
          <w:rFonts w:cstheme="minorHAnsi"/>
          <w:sz w:val="19"/>
          <w:szCs w:val="19"/>
          <w:highlight w:val="yellow"/>
          <w:u w:val="single"/>
        </w:rPr>
        <w:t>ZESM</w:t>
      </w:r>
      <w:r w:rsidRPr="00972936">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548DFEB5" w14:textId="77777777" w:rsidR="00FC064A" w:rsidRDefault="00FC064A" w:rsidP="00972936">
      <w:pPr>
        <w:pStyle w:val="02-ODST-2"/>
        <w:numPr>
          <w:ilvl w:val="1"/>
          <w:numId w:val="1"/>
        </w:numPr>
        <w:tabs>
          <w:tab w:val="num" w:pos="4058"/>
        </w:tabs>
        <w:rPr>
          <w:rFonts w:cstheme="minorHAnsi"/>
          <w:sz w:val="19"/>
          <w:szCs w:val="19"/>
          <w:highlight w:val="yellow"/>
        </w:rPr>
      </w:pPr>
      <w:r w:rsidRPr="004C3146">
        <w:rPr>
          <w:rFonts w:cstheme="minorHAnsi"/>
          <w:sz w:val="19"/>
          <w:szCs w:val="19"/>
          <w:highlight w:val="yellow"/>
        </w:rPr>
        <w:t>Zhotovi</w:t>
      </w:r>
      <w:r w:rsidRPr="00DB2269">
        <w:rPr>
          <w:rFonts w:cstheme="minorHAnsi"/>
          <w:sz w:val="19"/>
          <w:szCs w:val="19"/>
          <w:highlight w:val="yellow"/>
        </w:rPr>
        <w:t xml:space="preserve">tel prohlašuje, že poddodavatel, jehož prostřednictvím </w:t>
      </w:r>
      <w:r w:rsidRPr="004C3146">
        <w:rPr>
          <w:rFonts w:cstheme="minorHAnsi"/>
          <w:sz w:val="19"/>
          <w:szCs w:val="19"/>
          <w:highlight w:val="yellow"/>
        </w:rPr>
        <w:t>Zhotovi</w:t>
      </w:r>
      <w:r w:rsidRPr="00DB2269">
        <w:rPr>
          <w:rFonts w:cstheme="minorHAnsi"/>
          <w:sz w:val="19"/>
          <w:szCs w:val="19"/>
          <w:highlight w:val="yellow"/>
        </w:rPr>
        <w:t xml:space="preserve">tel v zadávacím řízení vedoucím k uzavření této smlouvy prokazoval kvalifikaci, má v zahraniční evidenci obdobné evidenci skutečných majitelů podle ZESM zapsány úplné, přesné a aktuální údaje o svém skutečném majiteli, případně podle </w:t>
      </w:r>
      <w:r w:rsidRPr="00DB2269">
        <w:rPr>
          <w:rFonts w:cstheme="minorHAnsi"/>
          <w:sz w:val="19"/>
          <w:szCs w:val="19"/>
          <w:highlight w:val="yellow"/>
        </w:rPr>
        <w:lastRenderedPageBreak/>
        <w:t>příslušného právního řádu nemá povinnost mít v příslušné zahraniční evidenci zapsány údaje o svém skutečném majiteli nebo tato zahraniční evidence není příslušným státem vůbec vedena</w:t>
      </w:r>
      <w:r>
        <w:rPr>
          <w:rFonts w:cstheme="minorHAnsi"/>
          <w:sz w:val="19"/>
          <w:szCs w:val="19"/>
          <w:highlight w:val="yellow"/>
        </w:rPr>
        <w:t>.</w:t>
      </w:r>
    </w:p>
    <w:p w14:paraId="66713DA5" w14:textId="77777777" w:rsidR="00FC064A" w:rsidRPr="002D040A" w:rsidRDefault="00FC064A" w:rsidP="00FC064A">
      <w:pPr>
        <w:pStyle w:val="02-ODST-2"/>
        <w:numPr>
          <w:ilvl w:val="1"/>
          <w:numId w:val="1"/>
        </w:numPr>
        <w:tabs>
          <w:tab w:val="num" w:pos="4058"/>
        </w:tabs>
      </w:pPr>
      <w:r w:rsidRPr="000F2A08">
        <w:t xml:space="preserve">Objednatel je oprávněn od této </w:t>
      </w:r>
      <w:r>
        <w:t>S</w:t>
      </w:r>
      <w:r w:rsidRPr="000F2A08">
        <w:t xml:space="preserve">mlouvy odstoupit v případě, že </w:t>
      </w:r>
      <w:r>
        <w:t>Zhotovi</w:t>
      </w:r>
      <w:r w:rsidRPr="000F2A08">
        <w:t xml:space="preserve">tel uvedl nepravdivé údaje v čestném prohlášení o neexistenci střetu zájmů a pravdivosti údajů o skutečném majiteli, které je </w:t>
      </w:r>
      <w:r w:rsidRPr="002D040A">
        <w:t>přílohou č. 3 této smlouvy.</w:t>
      </w:r>
    </w:p>
    <w:p w14:paraId="7E8745CE" w14:textId="2A8B1AF5" w:rsidR="00500AA5" w:rsidRDefault="00FC064A" w:rsidP="005966B2">
      <w:pPr>
        <w:pStyle w:val="02-ODST-2"/>
        <w:numPr>
          <w:ilvl w:val="1"/>
          <w:numId w:val="1"/>
        </w:numPr>
      </w:pPr>
      <w:bookmarkStart w:id="2" w:name="_Hlk97642548"/>
      <w:r w:rsidRPr="002D040A">
        <w:t xml:space="preserve">Objednatel je oprávněn od této Smlouvy odstoupit také v případě, že Zhotovitel ve lhůtě dle odst. 10.12 této Smlouvy nevyrozuměl Objednatele </w:t>
      </w:r>
      <w:bookmarkEnd w:id="2"/>
      <w:r w:rsidRPr="002D040A">
        <w:t>o takové změně v zápisu údajů o jeho skutečném majiteli nebo o změně v zápisu údajů o skutečném majiteli poddodavatele,</w:t>
      </w:r>
      <w:r w:rsidRPr="000F2A08">
        <w:t xml:space="preserve"> jehož prostřednictvím </w:t>
      </w:r>
      <w:r>
        <w:t>Zhotovi</w:t>
      </w:r>
      <w:r w:rsidRPr="000F2A08">
        <w:t xml:space="preserve">tel v zadávacím řízení vedoucím k uzavření této </w:t>
      </w:r>
      <w:r>
        <w:t>S</w:t>
      </w:r>
      <w:r w:rsidRPr="000F2A08">
        <w:t xml:space="preserve">mlouvy prokazoval kvalifikaci, při které byl jako skutečný majitel </w:t>
      </w:r>
      <w:r>
        <w:t>Zhotovi</w:t>
      </w:r>
      <w:r w:rsidRPr="000F2A08">
        <w:t>tele nebo poddodavatele do evidence zapsán veřejný funkcionář uvedený v </w:t>
      </w:r>
      <w:proofErr w:type="spellStart"/>
      <w:r w:rsidRPr="000F2A08">
        <w:t>ust</w:t>
      </w:r>
      <w:proofErr w:type="spellEnd"/>
      <w:r w:rsidRPr="000F2A08">
        <w:t>. § 2 odst. 1 písm. c) ZSZ</w:t>
      </w:r>
      <w:r w:rsidR="005966B2">
        <w:t>.</w:t>
      </w:r>
    </w:p>
    <w:p w14:paraId="33C38AB1" w14:textId="46AB5ABB" w:rsidR="008F65DC" w:rsidRDefault="008F65DC" w:rsidP="008F65DC">
      <w:pPr>
        <w:pStyle w:val="02-ODST-2"/>
        <w:numPr>
          <w:ilvl w:val="1"/>
          <w:numId w:val="1"/>
        </w:numPr>
        <w:tabs>
          <w:tab w:val="num" w:pos="4058"/>
        </w:tabs>
      </w:pPr>
      <w:bookmarkStart w:id="3" w:name="_Hlk98143967"/>
      <w:r w:rsidRPr="00005A79">
        <w:t xml:space="preserve">Objednatel je oprávněn od této Smlouvy odstoupit také v případě, že Zhotovitel dle odst. </w:t>
      </w:r>
      <w:r>
        <w:t>10.4</w:t>
      </w:r>
      <w:r w:rsidRPr="00005A79">
        <w:t>. této Smlouvy nevyrozuměl Objednatele o snížení výše pojistného plnění pod minimální stanovenou výši nebo o ukončení pojistné smlouvy a se splněním této povinnosti je v prodlení alespoň 10 pracovních dní</w:t>
      </w:r>
      <w:r>
        <w:t>.</w:t>
      </w:r>
    </w:p>
    <w:p w14:paraId="5B3573D5" w14:textId="513D9F38" w:rsidR="008F65DC" w:rsidRPr="009351C8" w:rsidRDefault="008F65DC" w:rsidP="008F65DC">
      <w:pPr>
        <w:pStyle w:val="02-ODST-2"/>
        <w:numPr>
          <w:ilvl w:val="1"/>
          <w:numId w:val="1"/>
        </w:numPr>
      </w:pPr>
      <w:r w:rsidRPr="00005A79">
        <w:t xml:space="preserve">Objednatel je oprávněn od této Smlouvy odstoupit také v případě, že Zhotoviteli bude pozastaveno provádění Díla dle odst. </w:t>
      </w:r>
      <w:r>
        <w:t>10.5</w:t>
      </w:r>
      <w:r w:rsidRPr="00005A79">
        <w:t>. Smlouvy</w:t>
      </w:r>
      <w:bookmarkEnd w:id="3"/>
    </w:p>
    <w:p w14:paraId="2C083AEF" w14:textId="77777777" w:rsidR="00655C3C" w:rsidRPr="0021315A" w:rsidRDefault="00655C3C" w:rsidP="0021315A">
      <w:pPr>
        <w:pStyle w:val="lnek"/>
        <w:rPr>
          <w:iCs/>
        </w:rPr>
      </w:pPr>
      <w:r w:rsidRPr="00655C3C">
        <w:rPr>
          <w:iCs/>
        </w:rPr>
        <w:t>Závěrečná ujednání</w:t>
      </w:r>
    </w:p>
    <w:p w14:paraId="262D2D35" w14:textId="77777777" w:rsidR="005966B2" w:rsidRDefault="005966B2" w:rsidP="005966B2">
      <w:pPr>
        <w:pStyle w:val="Odstavec2"/>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2E2C0BD1" w14:textId="77777777" w:rsidR="005966B2" w:rsidRDefault="005966B2" w:rsidP="005966B2">
      <w:pPr>
        <w:pStyle w:val="Odstavec2"/>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se na vztah založený touto Smlouvou nepoužijí. Smluvní strany se dále s ohledem na povahu Smlouvy dohodly, že Zhotovitel přebírá na sebe nebezpečí změny okolností ve smyslu </w:t>
      </w:r>
      <w:proofErr w:type="spellStart"/>
      <w:r>
        <w:t>ust</w:t>
      </w:r>
      <w:proofErr w:type="spellEnd"/>
      <w:r>
        <w:t>. § 2620 odst. 2 z.</w:t>
      </w:r>
      <w:r w:rsidRPr="002525FB">
        <w:t xml:space="preserve"> č. 89/2012 Sb., občanského zákoníku</w:t>
      </w:r>
      <w:r>
        <w:t xml:space="preserve">, a dále že bez předchozího písemného souhlasu Objednatele Zhotovitel nepřevede svá práva a povinnosti ze Smlouvy ani její části třetí osobě podle </w:t>
      </w:r>
      <w:proofErr w:type="spellStart"/>
      <w:r>
        <w:t>ust</w:t>
      </w:r>
      <w:proofErr w:type="spellEnd"/>
      <w:r>
        <w:t xml:space="preserve">. </w:t>
      </w:r>
      <w:r w:rsidRPr="002525FB">
        <w:t>§§ 1895-1900</w:t>
      </w:r>
      <w:r>
        <w:t xml:space="preserve"> </w:t>
      </w:r>
      <w:r w:rsidRPr="002525FB">
        <w:t>z</w:t>
      </w:r>
      <w:r>
        <w:t>.</w:t>
      </w:r>
      <w:r w:rsidRPr="002525FB">
        <w:t xml:space="preserve"> č. 89/2012 Sb., občanského zákoníku</w:t>
      </w:r>
      <w:r>
        <w:t xml:space="preserve">. </w:t>
      </w:r>
    </w:p>
    <w:p w14:paraId="6ACE284A" w14:textId="77777777" w:rsidR="005966B2" w:rsidRDefault="005966B2" w:rsidP="005966B2">
      <w:pPr>
        <w:pStyle w:val="Odstavec2"/>
      </w:pPr>
      <w:r>
        <w:t xml:space="preserve">Tato Smlouva není převoditelná rubopisem. </w:t>
      </w:r>
    </w:p>
    <w:p w14:paraId="01EC9726" w14:textId="77777777" w:rsidR="005966B2" w:rsidRDefault="005966B2" w:rsidP="005966B2">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6C6F2E72" w14:textId="77777777" w:rsidR="005966B2" w:rsidRDefault="005966B2" w:rsidP="005966B2">
      <w:pPr>
        <w:pStyle w:val="Odstavec2"/>
      </w:pP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0055BA9D" w14:textId="77777777" w:rsidR="005966B2" w:rsidRPr="00BA59A8" w:rsidRDefault="005966B2" w:rsidP="005966B2">
      <w:pPr>
        <w:pStyle w:val="Odstavec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14:paraId="73E4D281" w14:textId="3D597046" w:rsidR="005966B2" w:rsidRPr="00BA59A8" w:rsidRDefault="005966B2" w:rsidP="005966B2">
      <w:pPr>
        <w:pStyle w:val="Odstavec2"/>
      </w:pPr>
      <w:bookmarkStart w:id="4" w:name="_Ref321332148"/>
      <w:r w:rsidRPr="00BA59A8">
        <w:t>Nedílnou součástí této Smlouvy jsou přílohy:</w:t>
      </w:r>
      <w:bookmarkEnd w:id="4"/>
    </w:p>
    <w:p w14:paraId="2C6C84EB" w14:textId="71978AA3" w:rsidR="005966B2" w:rsidRPr="00604CFD" w:rsidRDefault="005966B2" w:rsidP="005966B2">
      <w:pPr>
        <w:pStyle w:val="Odstavec3"/>
      </w:pPr>
      <w:r w:rsidRPr="00632837">
        <w:rPr>
          <w:rFonts w:cs="Arial"/>
          <w:color w:val="000000"/>
        </w:rPr>
        <w:t xml:space="preserve">příloha č. </w:t>
      </w:r>
      <w:r>
        <w:rPr>
          <w:rFonts w:cs="Arial"/>
          <w:color w:val="000000"/>
        </w:rPr>
        <w:t>1</w:t>
      </w:r>
      <w:r w:rsidRPr="00632837">
        <w:rPr>
          <w:rFonts w:cs="Arial"/>
          <w:color w:val="000000"/>
        </w:rPr>
        <w:t xml:space="preserve"> </w:t>
      </w:r>
      <w:r w:rsidR="000D48E3">
        <w:rPr>
          <w:rFonts w:cs="Arial"/>
          <w:color w:val="000000"/>
        </w:rPr>
        <w:t>H</w:t>
      </w:r>
      <w:r w:rsidRPr="00632837">
        <w:rPr>
          <w:rFonts w:cs="Arial"/>
          <w:color w:val="000000"/>
        </w:rPr>
        <w:t xml:space="preserve">armonogram plnění </w:t>
      </w:r>
      <w:r w:rsidRPr="00632837">
        <w:t xml:space="preserve">(stane se součástí Smlouvy po odsouhlasení </w:t>
      </w:r>
      <w:r w:rsidR="000D48E3">
        <w:t>O</w:t>
      </w:r>
      <w:r w:rsidRPr="00632837">
        <w:t>bjednatelem</w:t>
      </w:r>
      <w:r w:rsidR="000D48E3">
        <w:t xml:space="preserve"> před </w:t>
      </w:r>
      <w:r w:rsidR="009A6876">
        <w:t>uzavřením smlouvy</w:t>
      </w:r>
      <w:r w:rsidRPr="00632837">
        <w:t>)</w:t>
      </w:r>
    </w:p>
    <w:p w14:paraId="5A33FC5E" w14:textId="098C1AF7" w:rsidR="005966B2" w:rsidRDefault="005966B2" w:rsidP="005966B2">
      <w:pPr>
        <w:pStyle w:val="Odstavec3"/>
      </w:pPr>
      <w:r w:rsidRPr="00DB4FBF">
        <w:t xml:space="preserve">příloha č. 2 </w:t>
      </w:r>
      <w:r w:rsidR="00AD34A4" w:rsidRPr="00DB4FBF">
        <w:t xml:space="preserve">položkový </w:t>
      </w:r>
      <w:proofErr w:type="gramStart"/>
      <w:r w:rsidR="00AD34A4" w:rsidRPr="00DB4FBF">
        <w:t xml:space="preserve">rozpočet </w:t>
      </w:r>
      <w:r w:rsidR="00AD34A4">
        <w:t>- část</w:t>
      </w:r>
      <w:proofErr w:type="gramEnd"/>
      <w:r w:rsidR="00AD34A4">
        <w:t xml:space="preserve"> Nabídky  </w:t>
      </w:r>
    </w:p>
    <w:p w14:paraId="72AA9FBC" w14:textId="6867A1DF" w:rsidR="00FC064A" w:rsidRPr="00DB4FBF" w:rsidRDefault="007E2BB1" w:rsidP="005966B2">
      <w:pPr>
        <w:pStyle w:val="Odstavec3"/>
      </w:pPr>
      <w:r>
        <w:lastRenderedPageBreak/>
        <w:t>příloha č. 3 čestné prohlášení o neexistenci střetu zájmů a pravdivosti údajů o skutečném majiteli</w:t>
      </w:r>
    </w:p>
    <w:p w14:paraId="1765898D" w14:textId="77777777" w:rsidR="005966B2" w:rsidRPr="00BA59A8" w:rsidRDefault="005966B2" w:rsidP="005966B2">
      <w:pPr>
        <w:pStyle w:val="Odstavec2"/>
      </w:pPr>
      <w:r>
        <w:t>Tato Smlouva byla</w:t>
      </w:r>
      <w:r w:rsidRPr="00BA59A8">
        <w:t xml:space="preserve"> </w:t>
      </w:r>
      <w:r>
        <w:t>S</w:t>
      </w:r>
      <w:r w:rsidRPr="00BA59A8">
        <w:t>mluvními stranami podepsána v</w:t>
      </w:r>
      <w:r>
        <w:t>e</w:t>
      </w:r>
      <w:r w:rsidRPr="00BA59A8">
        <w:t xml:space="preserve"> </w:t>
      </w:r>
      <w:r>
        <w:t>čtyřech</w:t>
      </w:r>
      <w:r w:rsidRPr="00A4593C">
        <w:t xml:space="preserve"> vyhotoveních, z nichž </w:t>
      </w:r>
      <w:r>
        <w:t>2 (dvě) vyhotovení obdrží Objednatel a 2 (dvě) vyhotovení obdrží</w:t>
      </w:r>
      <w:r w:rsidRPr="00A4593C">
        <w:t xml:space="preserve"> </w:t>
      </w:r>
      <w:r>
        <w:t>Zhotovitel</w:t>
      </w:r>
      <w:r w:rsidRPr="00A4593C">
        <w:t>. Nedílnou součástí každého vyhotovení jsou všechny přílohy uvedené v této Smlouvě. 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14:paraId="2D5AB32D" w14:textId="3DB163D8" w:rsidR="005966B2" w:rsidRDefault="005966B2" w:rsidP="005966B2">
      <w:pPr>
        <w:pStyle w:val="Odstavec2"/>
      </w:pPr>
      <w:r w:rsidRPr="002E0183">
        <w:t xml:space="preserve">Tato Smlouva nabývá platnosti </w:t>
      </w:r>
      <w:r>
        <w:t xml:space="preserve">a účinnosti </w:t>
      </w:r>
      <w:r w:rsidRPr="002E0183">
        <w:t>dnem jejího podpisu oběma Smluvními stranami</w:t>
      </w:r>
      <w:r>
        <w:t xml:space="preserve">, nestanoví-li obecně závazný právní předpis jinak. V této souvislosti Zhotovitel prohlašuje a souhlasí se zveřejněním Smlouvy v souladu s podmínkami zákona </w:t>
      </w:r>
      <w:r w:rsidR="004F6D8D">
        <w:t xml:space="preserve">o </w:t>
      </w:r>
      <w:r>
        <w:rPr>
          <w:b/>
        </w:rPr>
        <w:t>r</w:t>
      </w:r>
      <w:r w:rsidRPr="00972936">
        <w:rPr>
          <w:bCs/>
        </w:rPr>
        <w:t>egistru smluv</w:t>
      </w:r>
      <w:r>
        <w:t xml:space="preserve">. </w:t>
      </w:r>
      <w:r w:rsidRPr="00D76C80">
        <w:t xml:space="preserve">Pro případ, že tato Smlouva podléhá uveřejnění v registru smluv dle zákona </w:t>
      </w:r>
      <w:r>
        <w:t>o registru smluv, S</w:t>
      </w:r>
      <w:r w:rsidRPr="00D76C80">
        <w:t xml:space="preserve">mluvní strany si sjednávají, že uveřejnění této Smlouvy včetně jejich případných dodatků v registru smluv zajistí </w:t>
      </w:r>
      <w:r>
        <w:t xml:space="preserve">Objednatel </w:t>
      </w:r>
      <w:r w:rsidRPr="00D76C80">
        <w:t xml:space="preserve">v souladu se zákonem o registru smluv. V případě, že Smlouva nebude v registru smluv ze strany </w:t>
      </w:r>
      <w:r>
        <w:t>Objednatele</w:t>
      </w:r>
      <w:r w:rsidRPr="00D76C80">
        <w:t xml:space="preserve"> uveřejněna ve lhůtě a ve formátu dle zákona o registru smluv,</w:t>
      </w:r>
      <w:r>
        <w:t xml:space="preserve"> Zhotovitel </w:t>
      </w:r>
      <w:r w:rsidRPr="00D76C80">
        <w:t>vyzve písemně</w:t>
      </w:r>
      <w:r>
        <w:t xml:space="preserve"> Objednatele </w:t>
      </w:r>
      <w:r w:rsidRPr="00D76C80">
        <w:t>emailovou zprávou odeslanou na ceproas@ceproas.cz ke zjednání nápravy.</w:t>
      </w:r>
      <w:r>
        <w:t xml:space="preserve"> Zhotovitel </w:t>
      </w:r>
      <w:r w:rsidRPr="00D76C80">
        <w:t>se tímto vzdává možnosti</w:t>
      </w:r>
      <w:r>
        <w:t xml:space="preserve"> sám </w:t>
      </w:r>
      <w:r w:rsidRPr="00D76C80">
        <w:t xml:space="preserve">ve smyslu ustanovení § 5 zákona o registru smluv uveřejnit Smlouvu v registru smluv či již uveřejněnou Smlouvu opravit. V případě porušení zákazu uveřejnění či opravy Smlouvy v registru smluv ze strany </w:t>
      </w:r>
      <w:r>
        <w:t xml:space="preserve">Zhotovitele je Objednatel </w:t>
      </w:r>
      <w:r w:rsidRPr="00D76C80">
        <w:t xml:space="preserve">oprávněn požadovat po </w:t>
      </w:r>
      <w:r>
        <w:t>Zhotoviteli</w:t>
      </w:r>
      <w:r w:rsidRPr="00D76C80">
        <w:t xml:space="preserve"> zaplacení smluvní pokuty ve výši </w:t>
      </w:r>
      <w:r>
        <w:t xml:space="preserve">10 000,- Kč, </w:t>
      </w:r>
      <w:r w:rsidRPr="00D76C80">
        <w:t>která je splatná do 15 dnů ode dne do</w:t>
      </w:r>
      <w:r>
        <w:t>ručení výzvy k jejímu zaplacení Zhotoviteli</w:t>
      </w:r>
      <w:r w:rsidRPr="00D76C80">
        <w:t>.</w:t>
      </w:r>
    </w:p>
    <w:p w14:paraId="0B988DBB" w14:textId="77777777" w:rsidR="005966B2" w:rsidRPr="000E6248" w:rsidRDefault="005966B2" w:rsidP="005966B2">
      <w:pPr>
        <w:pStyle w:val="Odstavec2"/>
      </w:pPr>
      <w:r w:rsidRPr="000E6248">
        <w:t xml:space="preserve">Smluvní strany vedeny dobrou vírou v nabytí účinnosti </w:t>
      </w:r>
      <w:r>
        <w:t>Smlouvy</w:t>
      </w:r>
      <w:r w:rsidRPr="000E6248">
        <w:t xml:space="preserve"> se dohodly, že poskytnou-li si s odkazem na </w:t>
      </w:r>
      <w:r>
        <w:t>Smlouvu</w:t>
      </w:r>
      <w:r w:rsidRPr="000E6248">
        <w:t xml:space="preserve"> od okamžiku jeho platnosti do okamžiku jeho účinnosti jakékoliv vzájemné plnění odpovídající předmětu </w:t>
      </w:r>
      <w:r>
        <w:t>Smlouvy</w:t>
      </w:r>
      <w:r w:rsidRPr="000E6248">
        <w:t>, pak se na toto plnění uplatní podmín</w:t>
      </w:r>
      <w:r>
        <w:t>ky, zejména práva a povinnosti S</w:t>
      </w:r>
      <w:r w:rsidRPr="000E6248">
        <w:t xml:space="preserve">mluvních stran, stanovené </w:t>
      </w:r>
      <w:r>
        <w:t>Smlouvou</w:t>
      </w:r>
      <w:r w:rsidRPr="000E6248">
        <w:t>.  Toto ujednání se vztahuje výlučně na plnění poskytn</w:t>
      </w:r>
      <w:r>
        <w:t>uté s výslovným odkazem na tuto</w:t>
      </w:r>
      <w:r w:rsidRPr="000E6248">
        <w:t xml:space="preserve"> </w:t>
      </w:r>
      <w:r>
        <w:t>Smlouva</w:t>
      </w:r>
      <w:r w:rsidRPr="000E6248">
        <w:t xml:space="preserve"> a/nebo, je-li bez jakýchkoliv pochybností zřejmé, že je takové plnění poskytováno smluvní </w:t>
      </w:r>
      <w:r>
        <w:t>stranou na základě této</w:t>
      </w:r>
      <w:r w:rsidRPr="000E6248">
        <w:t xml:space="preserve"> </w:t>
      </w:r>
      <w:r>
        <w:t>Smlouvy</w:t>
      </w:r>
      <w:r w:rsidRPr="000E6248">
        <w:t xml:space="preserve">. </w:t>
      </w:r>
    </w:p>
    <w:p w14:paraId="7682043D" w14:textId="77777777" w:rsidR="005966B2" w:rsidRDefault="005966B2" w:rsidP="005966B2">
      <w:pPr>
        <w:pStyle w:val="Odstavec2"/>
      </w:pPr>
      <w:r w:rsidRPr="001265C5">
        <w:t xml:space="preserve">Smluvní strany si dále sjednaly, že obsah Smlouvy je dále určen ustanoveními </w:t>
      </w:r>
      <w:r w:rsidRPr="001265C5">
        <w:rPr>
          <w:b/>
        </w:rPr>
        <w:t>Všeobecných obchodních podmínek (</w:t>
      </w:r>
      <w:r w:rsidRPr="00CA30A7">
        <w:t xml:space="preserve">dále a výše také jen </w:t>
      </w:r>
      <w:r w:rsidRPr="001265C5">
        <w:rPr>
          <w:b/>
        </w:rPr>
        <w:t>„VOP“)</w:t>
      </w:r>
      <w:r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74E99909" w14:textId="595030F4" w:rsidR="005966B2" w:rsidRDefault="005966B2" w:rsidP="005966B2">
      <w:pPr>
        <w:pStyle w:val="Odstavec3"/>
      </w:pPr>
      <w:r>
        <w:t xml:space="preserve">VOP jsou uveřejněna na adrese </w:t>
      </w:r>
      <w:hyperlink r:id="rId14" w:history="1">
        <w:r w:rsidR="004F6D8D" w:rsidRPr="003956DF">
          <w:rPr>
            <w:rStyle w:val="Hypertextovodkaz"/>
          </w:rPr>
          <w:t>https://www.ceproas.cz/public/files/userfiles/vyberova_rizeni/VOP_M_2020-08-01.pdf</w:t>
        </w:r>
      </w:hyperlink>
      <w:r w:rsidR="004F6D8D">
        <w:t xml:space="preserve"> </w:t>
      </w:r>
    </w:p>
    <w:p w14:paraId="40A0D84B" w14:textId="77777777" w:rsidR="005966B2" w:rsidRDefault="005966B2" w:rsidP="005966B2">
      <w:pPr>
        <w:pStyle w:val="Odstavec2"/>
      </w:pPr>
      <w:r w:rsidRPr="00272BCB">
        <w:t>Nedílnou součástí Smlouvy jsou podmínky uvedené v „</w:t>
      </w:r>
      <w:r w:rsidRPr="00BE565A">
        <w:t>Registr</w:t>
      </w:r>
      <w:r>
        <w:t xml:space="preserve"> vymezující seznam povinností souvisejících s bezpečností a ochranou zdraví při práci, ochranou před požárem a ochranou životního prostředí při plnění Smlouvy na </w:t>
      </w:r>
      <w:r w:rsidRPr="00850959">
        <w:t>pracovištích Objednatele, které jsou stanoveny obecně závazným právními předpisy a/nebo vnitřním předpisem Objednatele.</w:t>
      </w:r>
      <w:r>
        <w:t xml:space="preserve"> </w:t>
      </w:r>
      <w:r w:rsidRPr="00655C3C">
        <w:t>V případě</w:t>
      </w:r>
      <w:r>
        <w:t xml:space="preserve"> rozdílu mezi ustanovením v Registru</w:t>
      </w:r>
      <w:r w:rsidRPr="00655C3C">
        <w:t xml:space="preserve"> a ustanoveními v této Smlouvě, mají přednost ustanovení v této Smlouvě</w:t>
      </w:r>
      <w:r>
        <w:t xml:space="preserve">. </w:t>
      </w:r>
    </w:p>
    <w:p w14:paraId="75968FFB" w14:textId="7472F886" w:rsidR="005966B2" w:rsidRDefault="005966B2" w:rsidP="005966B2">
      <w:pPr>
        <w:pStyle w:val="Odstavec2"/>
      </w:pPr>
      <w:r w:rsidRPr="00683A3F">
        <w:t>Registr je uveřejněn na internetových stránkách</w:t>
      </w:r>
      <w:r>
        <w:t xml:space="preserve"> </w:t>
      </w:r>
      <w:hyperlink r:id="rId15" w:history="1">
        <w:r w:rsidR="007E2BB1" w:rsidRPr="007E2BB1">
          <w:rPr>
            <w:rStyle w:val="Hypertextovodkaz"/>
          </w:rPr>
          <w:t>https://www.ceproas.cz/public/files/userfiles/dokumenty/Registr_bezpecnostnich_pozadavku_2020-02-01.pdf</w:t>
        </w:r>
      </w:hyperlink>
    </w:p>
    <w:p w14:paraId="2C1E8F1D" w14:textId="77777777" w:rsidR="005966B2" w:rsidRDefault="005966B2" w:rsidP="005966B2">
      <w:pPr>
        <w:pStyle w:val="Odstavec2"/>
      </w:pPr>
      <w:r w:rsidRPr="00A72C17">
        <w:t xml:space="preserve">Objednatel je oprávněn aktualizovat Registr, a to i v průběhu realizace </w:t>
      </w:r>
      <w:r>
        <w:t>D</w:t>
      </w:r>
      <w:r w:rsidRPr="00A72C17">
        <w:t>íla. O každé takové změně je Objednatel povinen Zhotovitele písemně informovat. Písemná podmínka je splněna i tehdy, je-li dané oznámení učiněno emailem s odkazem na platné znění Registru.</w:t>
      </w:r>
    </w:p>
    <w:p w14:paraId="2B6519FD" w14:textId="04EF26E7" w:rsidR="005966B2" w:rsidRDefault="005966B2" w:rsidP="005966B2">
      <w:pPr>
        <w:pStyle w:val="Odstavec2"/>
      </w:pPr>
      <w:r w:rsidRPr="00846F9D">
        <w:t>V případě porušení povinností stanovených v Registru je Objednatel oprávněn ukládat Zhotoviteli nápravná opatření, včetně přerušení prací, a udělit sankce stanovené v Registru.</w:t>
      </w:r>
      <w:r>
        <w:t xml:space="preserve"> </w:t>
      </w:r>
    </w:p>
    <w:p w14:paraId="40848ADD" w14:textId="77777777" w:rsidR="007E2BB1" w:rsidRDefault="007E2BB1" w:rsidP="007E2BB1">
      <w:pPr>
        <w:pStyle w:val="Odstavec2"/>
      </w:pPr>
      <w:r>
        <w:t>Zhotovitel prohlašuje, že se seznámil s VOP s Registrem a právům a povinnostem v nich obsažených porozuměl.</w:t>
      </w:r>
    </w:p>
    <w:p w14:paraId="65B416DA" w14:textId="77777777" w:rsidR="007E2BB1" w:rsidRDefault="007E2BB1" w:rsidP="007E2BB1">
      <w:pPr>
        <w:pStyle w:val="Odstavec2"/>
        <w:numPr>
          <w:ilvl w:val="0"/>
          <w:numId w:val="0"/>
        </w:numPr>
        <w:ind w:left="709"/>
      </w:pPr>
    </w:p>
    <w:p w14:paraId="60A2B934" w14:textId="77777777" w:rsidR="005966B2" w:rsidRDefault="005966B2" w:rsidP="005966B2">
      <w:pPr>
        <w:pStyle w:val="Odstavec2"/>
        <w:numPr>
          <w:ilvl w:val="0"/>
          <w:numId w:val="0"/>
        </w:numPr>
        <w:ind w:left="709"/>
      </w:pPr>
    </w:p>
    <w:p w14:paraId="5DA7E5DE" w14:textId="77777777" w:rsidR="005966B2" w:rsidRDefault="005966B2" w:rsidP="005966B2">
      <w:r w:rsidRPr="0021315A">
        <w:rPr>
          <w:b/>
        </w:rPr>
        <w:lastRenderedPageBreak/>
        <w:t>Za Objednatele</w:t>
      </w:r>
      <w:r>
        <w:rPr>
          <w:b/>
        </w:rPr>
        <w:t xml:space="preserve"> </w:t>
      </w:r>
      <w:r>
        <w:t>ČEPRO, a.s.</w:t>
      </w:r>
      <w:r>
        <w:tab/>
      </w:r>
      <w:r w:rsidRPr="0021315A">
        <w:rPr>
          <w:b/>
        </w:rPr>
        <w:tab/>
      </w:r>
      <w:r>
        <w:tab/>
      </w:r>
      <w:r>
        <w:tab/>
      </w:r>
      <w:r>
        <w:tab/>
      </w:r>
      <w:r>
        <w:tab/>
      </w:r>
      <w:r>
        <w:tab/>
      </w:r>
      <w:r>
        <w:tab/>
      </w:r>
      <w:r>
        <w:tab/>
      </w:r>
      <w:r w:rsidRPr="0021315A">
        <w:rPr>
          <w:b/>
        </w:rPr>
        <w:t>Za Zhotovitele</w:t>
      </w:r>
      <w:r>
        <w:rPr>
          <w:b/>
        </w:rPr>
        <w:t xml:space="preserve"> </w:t>
      </w:r>
      <w:r w:rsidRPr="00C333C0">
        <w:rPr>
          <w:rFonts w:cs="Arial"/>
          <w:highlight w:val="yellow"/>
        </w:rPr>
        <w:t>[bude doplněno].</w:t>
      </w:r>
    </w:p>
    <w:p w14:paraId="0D2A57A8" w14:textId="77777777" w:rsidR="005966B2" w:rsidRDefault="005966B2" w:rsidP="005966B2">
      <w:r>
        <w:t>V Praze dne …………</w:t>
      </w:r>
      <w:proofErr w:type="gramStart"/>
      <w:r>
        <w:t>…….</w:t>
      </w:r>
      <w:proofErr w:type="gramEnd"/>
      <w:r>
        <w:t>.</w:t>
      </w:r>
      <w:r>
        <w:tab/>
      </w:r>
      <w:r>
        <w:tab/>
      </w:r>
      <w:r>
        <w:tab/>
      </w:r>
      <w:r>
        <w:tab/>
      </w:r>
      <w:r>
        <w:tab/>
      </w:r>
      <w:r>
        <w:tab/>
      </w:r>
      <w:r>
        <w:tab/>
      </w:r>
      <w:r>
        <w:tab/>
      </w:r>
      <w:r>
        <w:tab/>
      </w:r>
      <w:r>
        <w:tab/>
        <w:t>V ………………… dne…………….</w:t>
      </w:r>
    </w:p>
    <w:p w14:paraId="2C7191FD" w14:textId="77777777" w:rsidR="005966B2" w:rsidRPr="007C130D" w:rsidRDefault="005966B2" w:rsidP="005966B2">
      <w:pPr>
        <w:pStyle w:val="Odstavec2"/>
        <w:numPr>
          <w:ilvl w:val="0"/>
          <w:numId w:val="0"/>
        </w:numPr>
        <w:ind w:left="567" w:hanging="567"/>
        <w:rPr>
          <w:rStyle w:val="tsubjname"/>
        </w:rPr>
      </w:pPr>
      <w:r>
        <w:tab/>
      </w:r>
      <w:r>
        <w:tab/>
      </w:r>
      <w:r>
        <w:tab/>
      </w:r>
      <w:r>
        <w:tab/>
      </w:r>
      <w:r>
        <w:tab/>
      </w:r>
      <w:r>
        <w:tab/>
      </w:r>
      <w:r>
        <w:tab/>
      </w:r>
      <w:r>
        <w:tab/>
      </w:r>
      <w:r>
        <w:tab/>
      </w:r>
      <w:r>
        <w:tab/>
      </w:r>
      <w:r>
        <w:tab/>
      </w:r>
      <w:r>
        <w:tab/>
      </w:r>
      <w:r>
        <w:tab/>
      </w:r>
    </w:p>
    <w:p w14:paraId="1BFA551A" w14:textId="77777777" w:rsidR="005966B2" w:rsidRDefault="005966B2" w:rsidP="005966B2"/>
    <w:p w14:paraId="6D9F9724" w14:textId="77777777" w:rsidR="005966B2" w:rsidRDefault="005966B2" w:rsidP="005966B2">
      <w:r>
        <w:t>……………………………</w:t>
      </w:r>
      <w:r>
        <w:tab/>
      </w:r>
      <w:r>
        <w:tab/>
      </w:r>
      <w:r>
        <w:tab/>
      </w:r>
      <w:r>
        <w:tab/>
      </w:r>
      <w:r>
        <w:tab/>
      </w:r>
      <w:r>
        <w:tab/>
      </w:r>
      <w:r>
        <w:tab/>
      </w:r>
      <w:r>
        <w:tab/>
      </w:r>
      <w:r>
        <w:tab/>
      </w:r>
      <w:r>
        <w:tab/>
      </w:r>
      <w:r>
        <w:tab/>
        <w:t>…………………………..</w:t>
      </w:r>
    </w:p>
    <w:p w14:paraId="1E7631F9" w14:textId="77777777" w:rsidR="005966B2" w:rsidRDefault="005966B2" w:rsidP="005966B2">
      <w:pPr>
        <w:spacing w:after="0"/>
      </w:pPr>
      <w:r>
        <w:t xml:space="preserve">Mgr. Jan Duspěva </w:t>
      </w:r>
      <w:r>
        <w:tab/>
      </w:r>
      <w:r>
        <w:tab/>
      </w:r>
      <w:r>
        <w:tab/>
      </w:r>
      <w:r>
        <w:tab/>
      </w:r>
      <w:r>
        <w:tab/>
      </w:r>
      <w:r>
        <w:tab/>
      </w:r>
      <w:r>
        <w:tab/>
      </w:r>
      <w:r>
        <w:tab/>
      </w:r>
      <w:r>
        <w:tab/>
      </w:r>
      <w:r>
        <w:tab/>
      </w:r>
      <w:r>
        <w:tab/>
      </w:r>
      <w:r>
        <w:tab/>
      </w:r>
      <w:r>
        <w:tab/>
      </w:r>
      <w:r w:rsidRPr="00C333C0">
        <w:rPr>
          <w:rFonts w:cs="Arial"/>
          <w:highlight w:val="yellow"/>
        </w:rPr>
        <w:t>[bude doplněno].</w:t>
      </w:r>
    </w:p>
    <w:p w14:paraId="3767D488" w14:textId="77777777" w:rsidR="005966B2" w:rsidRDefault="005966B2" w:rsidP="005966B2">
      <w:r>
        <w:t>předseda představenstva</w:t>
      </w:r>
      <w:r>
        <w:tab/>
      </w:r>
      <w:r>
        <w:tab/>
      </w:r>
      <w:r>
        <w:tab/>
      </w:r>
      <w:r>
        <w:tab/>
      </w:r>
      <w:r>
        <w:tab/>
      </w:r>
      <w:r>
        <w:tab/>
      </w:r>
      <w:r>
        <w:tab/>
      </w:r>
      <w:r>
        <w:tab/>
      </w:r>
      <w:r>
        <w:tab/>
      </w:r>
      <w:r>
        <w:tab/>
      </w:r>
      <w:r>
        <w:tab/>
      </w:r>
    </w:p>
    <w:p w14:paraId="25512C4A" w14:textId="77777777" w:rsidR="005966B2" w:rsidRDefault="005966B2" w:rsidP="005966B2"/>
    <w:p w14:paraId="361CE647" w14:textId="77777777" w:rsidR="005966B2" w:rsidRDefault="005966B2" w:rsidP="005966B2"/>
    <w:p w14:paraId="0DBB1201" w14:textId="77777777" w:rsidR="005966B2" w:rsidRDefault="005966B2" w:rsidP="005966B2">
      <w:r>
        <w:t>……………………………</w:t>
      </w:r>
      <w:r>
        <w:tab/>
      </w:r>
    </w:p>
    <w:p w14:paraId="5CAE6C87" w14:textId="77777777" w:rsidR="005966B2" w:rsidRDefault="005966B2" w:rsidP="005966B2">
      <w:pPr>
        <w:spacing w:after="0"/>
      </w:pPr>
      <w:r>
        <w:t>Ing. František Todt</w:t>
      </w:r>
      <w:r>
        <w:tab/>
      </w:r>
    </w:p>
    <w:p w14:paraId="2A8671C7" w14:textId="77777777" w:rsidR="005966B2" w:rsidRDefault="005966B2" w:rsidP="005966B2">
      <w:r>
        <w:t>člen představenstva</w:t>
      </w:r>
    </w:p>
    <w:p w14:paraId="185F0D48" w14:textId="77777777" w:rsidR="0021315A" w:rsidRPr="0021315A" w:rsidRDefault="0021315A" w:rsidP="00487F9B"/>
    <w:sectPr w:rsidR="0021315A" w:rsidRPr="0021315A" w:rsidSect="0096691A">
      <w:headerReference w:type="default" r:id="rId16"/>
      <w:footerReference w:type="default" r:id="rId17"/>
      <w:pgSz w:w="11906" w:h="16838"/>
      <w:pgMar w:top="1418" w:right="1134" w:bottom="1418" w:left="1418" w:header="709"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466A9" w14:textId="77777777" w:rsidR="00D9045D" w:rsidRDefault="00D9045D">
      <w:r>
        <w:separator/>
      </w:r>
    </w:p>
  </w:endnote>
  <w:endnote w:type="continuationSeparator" w:id="0">
    <w:p w14:paraId="6E5FDF0E" w14:textId="77777777" w:rsidR="00D9045D" w:rsidRDefault="00D9045D">
      <w:r>
        <w:continuationSeparator/>
      </w:r>
    </w:p>
  </w:endnote>
  <w:endnote w:type="continuationNotice" w:id="1">
    <w:p w14:paraId="7F8950BF" w14:textId="77777777" w:rsidR="00D9045D" w:rsidRDefault="00D9045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F6E98" w14:textId="77777777" w:rsidR="00E5416D" w:rsidRDefault="00E5416D">
    <w:pPr>
      <w:pStyle w:val="Zpat"/>
    </w:pPr>
    <w:r>
      <w:rPr>
        <w:noProof/>
        <w:sz w:val="20"/>
      </w:rPr>
      <mc:AlternateContent>
        <mc:Choice Requires="wps">
          <w:drawing>
            <wp:anchor distT="0" distB="0" distL="114300" distR="114300" simplePos="0" relativeHeight="251657728" behindDoc="0" locked="0" layoutInCell="1" allowOverlap="1" wp14:anchorId="0C8DA34A" wp14:editId="30BE1750">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85D22F"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"/>
          </w:pict>
        </mc:Fallback>
      </mc:AlternateContent>
    </w:r>
  </w:p>
  <w:p w14:paraId="08829EA1" w14:textId="75C42BD0" w:rsidR="00E5416D" w:rsidRDefault="00E5416D">
    <w:pPr>
      <w:pStyle w:val="Zpat"/>
    </w:pPr>
    <w:r>
      <w:t>SOD V 2014 02 10</w:t>
    </w:r>
    <w:r>
      <w:tab/>
    </w:r>
    <w:r>
      <w:tab/>
      <w:t xml:space="preserve">strana </w:t>
    </w:r>
    <w:r>
      <w:rPr>
        <w:rStyle w:val="slostrnky"/>
      </w:rPr>
      <w:fldChar w:fldCharType="begin"/>
    </w:r>
    <w:r>
      <w:rPr>
        <w:rStyle w:val="slostrnky"/>
      </w:rPr>
      <w:instrText xml:space="preserve"> PAGE </w:instrText>
    </w:r>
    <w:r>
      <w:rPr>
        <w:rStyle w:val="slostrnky"/>
      </w:rPr>
      <w:fldChar w:fldCharType="separate"/>
    </w:r>
    <w:r w:rsidR="007971DD">
      <w:rPr>
        <w:rStyle w:val="slostrnky"/>
        <w:noProof/>
      </w:rPr>
      <w:t>3</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7971DD">
      <w:rPr>
        <w:rStyle w:val="slostrnky"/>
        <w:noProof/>
      </w:rPr>
      <w:t>13</w:t>
    </w:r>
    <w:r>
      <w:rPr>
        <w:rStyle w:val="slostrnky"/>
      </w:rPr>
      <w:fldChar w:fldCharType="end"/>
    </w:r>
  </w:p>
  <w:p w14:paraId="160C3F10" w14:textId="77777777" w:rsidR="00E5416D" w:rsidRDefault="00E541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97FC4" w14:textId="77777777" w:rsidR="00D9045D" w:rsidRDefault="00D9045D">
      <w:r>
        <w:separator/>
      </w:r>
    </w:p>
  </w:footnote>
  <w:footnote w:type="continuationSeparator" w:id="0">
    <w:p w14:paraId="5AD97CF6" w14:textId="77777777" w:rsidR="00D9045D" w:rsidRDefault="00D9045D">
      <w:r>
        <w:continuationSeparator/>
      </w:r>
    </w:p>
  </w:footnote>
  <w:footnote w:type="continuationNotice" w:id="1">
    <w:p w14:paraId="45E4A234" w14:textId="77777777" w:rsidR="00D9045D" w:rsidRDefault="00D9045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004D2" w14:textId="77777777" w:rsidR="00E73AD4" w:rsidRDefault="00E73AD4" w:rsidP="00E73AD4">
    <w:pPr>
      <w:pStyle w:val="Zhlav"/>
    </w:pPr>
    <w:r>
      <w:t>Číslo smlouvy:</w:t>
    </w:r>
  </w:p>
  <w:p w14:paraId="68D7C634" w14:textId="79B51E7E" w:rsidR="00E5416D" w:rsidRDefault="00E73AD4" w:rsidP="00E73AD4">
    <w:pPr>
      <w:pStyle w:val="Zhlav"/>
    </w:pPr>
    <w:r>
      <w:t xml:space="preserve">Číslo </w:t>
    </w:r>
    <w:r w:rsidR="00803659">
      <w:t>ZŘ</w:t>
    </w:r>
    <w:r>
      <w:t xml:space="preserve">: </w:t>
    </w:r>
    <w:r w:rsidR="005C5747">
      <w:t>071/22/OCN</w:t>
    </w:r>
    <w:r w:rsidR="00E5416D">
      <w:tab/>
    </w:r>
    <w:r w:rsidR="00E541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2E4F4470"/>
    <w:multiLevelType w:val="multilevel"/>
    <w:tmpl w:val="1520C9C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b w:val="0"/>
      </w:rPr>
    </w:lvl>
    <w:lvl w:ilvl="3">
      <w:start w:val="1"/>
      <w:numFmt w:val="lowerLetter"/>
      <w:lvlText w:val="%4)"/>
      <w:lvlJc w:val="left"/>
      <w:rPr>
        <w:rFonts w:hint="default"/>
        <w:color w:val="auto"/>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CA6059"/>
    <w:multiLevelType w:val="hybridMultilevel"/>
    <w:tmpl w:val="106AEE1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2E850FF"/>
    <w:multiLevelType w:val="multilevel"/>
    <w:tmpl w:val="6DBEAE40"/>
    <w:lvl w:ilvl="0">
      <w:start w:val="1"/>
      <w:numFmt w:val="lowerLetter"/>
      <w:pStyle w:val="Odrky-psmena"/>
      <w:lvlText w:val="%1)"/>
      <w:lvlJc w:val="left"/>
      <w:pPr>
        <w:tabs>
          <w:tab w:val="num" w:pos="720"/>
        </w:tabs>
        <w:ind w:left="720" w:hanging="360"/>
      </w:pPr>
      <w:rPr>
        <w:rFonts w:cs="Times New Roman"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cs="Times New Roman" w:hint="default"/>
      </w:rPr>
    </w:lvl>
    <w:lvl w:ilvl="3">
      <w:start w:val="1"/>
      <w:numFmt w:val="none"/>
      <w:lvlText w:val=""/>
      <w:lvlJc w:val="left"/>
      <w:pPr>
        <w:tabs>
          <w:tab w:val="num" w:pos="1800"/>
        </w:tabs>
        <w:ind w:left="1800" w:hanging="360"/>
      </w:pPr>
      <w:rPr>
        <w:rFonts w:cs="Times New Roman" w:hint="default"/>
      </w:rPr>
    </w:lvl>
    <w:lvl w:ilvl="4">
      <w:start w:val="1"/>
      <w:numFmt w:val="none"/>
      <w:lvlText w:val=""/>
      <w:lvlJc w:val="left"/>
      <w:pPr>
        <w:tabs>
          <w:tab w:val="num" w:pos="2160"/>
        </w:tabs>
        <w:ind w:left="2160" w:hanging="360"/>
      </w:pPr>
      <w:rPr>
        <w:rFonts w:cs="Times New Roman" w:hint="default"/>
      </w:rPr>
    </w:lvl>
    <w:lvl w:ilvl="5">
      <w:start w:val="1"/>
      <w:numFmt w:val="none"/>
      <w:lvlText w:val=""/>
      <w:lvlJc w:val="left"/>
      <w:pPr>
        <w:tabs>
          <w:tab w:val="num" w:pos="2520"/>
        </w:tabs>
        <w:ind w:left="2520" w:hanging="360"/>
      </w:pPr>
      <w:rPr>
        <w:rFonts w:cs="Times New Roman" w:hint="default"/>
      </w:rPr>
    </w:lvl>
    <w:lvl w:ilvl="6">
      <w:start w:val="1"/>
      <w:numFmt w:val="none"/>
      <w:lvlText w:val=""/>
      <w:lvlJc w:val="left"/>
      <w:pPr>
        <w:tabs>
          <w:tab w:val="num" w:pos="2880"/>
        </w:tabs>
        <w:ind w:left="2880" w:hanging="360"/>
      </w:pPr>
      <w:rPr>
        <w:rFonts w:cs="Times New Roman" w:hint="default"/>
      </w:rPr>
    </w:lvl>
    <w:lvl w:ilvl="7">
      <w:start w:val="1"/>
      <w:numFmt w:val="none"/>
      <w:lvlText w:val=""/>
      <w:lvlJc w:val="left"/>
      <w:pPr>
        <w:tabs>
          <w:tab w:val="num" w:pos="3240"/>
        </w:tabs>
        <w:ind w:left="3240" w:hanging="360"/>
      </w:pPr>
      <w:rPr>
        <w:rFonts w:cs="Times New Roman" w:hint="default"/>
      </w:rPr>
    </w:lvl>
    <w:lvl w:ilvl="8">
      <w:start w:val="1"/>
      <w:numFmt w:val="none"/>
      <w:lvlText w:val="%9"/>
      <w:lvlJc w:val="left"/>
      <w:pPr>
        <w:tabs>
          <w:tab w:val="num" w:pos="3600"/>
        </w:tabs>
        <w:ind w:left="3600" w:hanging="360"/>
      </w:pPr>
      <w:rPr>
        <w:rFonts w:cs="Times New Roman" w:hint="default"/>
      </w:rPr>
    </w:lvl>
  </w:abstractNum>
  <w:abstractNum w:abstractNumId="9" w15:restartNumberingAfterBreak="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0"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6504202F"/>
    <w:multiLevelType w:val="multilevel"/>
    <w:tmpl w:val="D3169A3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648"/>
        </w:tabs>
        <w:ind w:left="1418"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3"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abstractNumId w:val="12"/>
  </w:num>
  <w:num w:numId="2">
    <w:abstractNumId w:val="9"/>
  </w:num>
  <w:num w:numId="3">
    <w:abstractNumId w:val="5"/>
  </w:num>
  <w:num w:numId="4">
    <w:abstractNumId w:val="4"/>
  </w:num>
  <w:num w:numId="5">
    <w:abstractNumId w:val="7"/>
  </w:num>
  <w:num w:numId="6">
    <w:abstractNumId w:val="13"/>
  </w:num>
  <w:num w:numId="7">
    <w:abstractNumId w:val="10"/>
  </w:num>
  <w:num w:numId="8">
    <w:abstractNumId w:val="2"/>
  </w:num>
  <w:num w:numId="9">
    <w:abstractNumId w:val="0"/>
  </w:num>
  <w:num w:numId="10">
    <w:abstractNumId w:val="1"/>
  </w:num>
  <w:num w:numId="11">
    <w:abstractNumId w:val="11"/>
  </w:num>
  <w:num w:numId="12">
    <w:abstractNumId w:val="8"/>
  </w:num>
  <w:num w:numId="13">
    <w:abstractNumId w:val="6"/>
  </w:num>
  <w:num w:numId="14">
    <w:abstractNumId w:val="12"/>
    <w:lvlOverride w:ilvl="0">
      <w:startOverride w:val="1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284"/>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717"/>
    <w:rsid w:val="00007F65"/>
    <w:rsid w:val="00034E9F"/>
    <w:rsid w:val="00042434"/>
    <w:rsid w:val="000737DF"/>
    <w:rsid w:val="00073A4F"/>
    <w:rsid w:val="00084D5C"/>
    <w:rsid w:val="000C2347"/>
    <w:rsid w:val="000C3F90"/>
    <w:rsid w:val="000C65D6"/>
    <w:rsid w:val="000D19D8"/>
    <w:rsid w:val="000D48E3"/>
    <w:rsid w:val="000E4CD9"/>
    <w:rsid w:val="000F1218"/>
    <w:rsid w:val="001141C8"/>
    <w:rsid w:val="00131FA5"/>
    <w:rsid w:val="00146356"/>
    <w:rsid w:val="001465FD"/>
    <w:rsid w:val="00155223"/>
    <w:rsid w:val="00157BF2"/>
    <w:rsid w:val="00161EEC"/>
    <w:rsid w:val="0016479F"/>
    <w:rsid w:val="00165FC8"/>
    <w:rsid w:val="001845AF"/>
    <w:rsid w:val="001A7E94"/>
    <w:rsid w:val="001B3673"/>
    <w:rsid w:val="001B41C4"/>
    <w:rsid w:val="001D0588"/>
    <w:rsid w:val="001E1062"/>
    <w:rsid w:val="001E406E"/>
    <w:rsid w:val="001F0318"/>
    <w:rsid w:val="001F5776"/>
    <w:rsid w:val="00204984"/>
    <w:rsid w:val="002069F1"/>
    <w:rsid w:val="0021315A"/>
    <w:rsid w:val="00215780"/>
    <w:rsid w:val="00216448"/>
    <w:rsid w:val="002207AD"/>
    <w:rsid w:val="00225234"/>
    <w:rsid w:val="002258CE"/>
    <w:rsid w:val="0023229B"/>
    <w:rsid w:val="002416F2"/>
    <w:rsid w:val="00245CA9"/>
    <w:rsid w:val="002525FB"/>
    <w:rsid w:val="0025331E"/>
    <w:rsid w:val="00280022"/>
    <w:rsid w:val="00291124"/>
    <w:rsid w:val="002B2FCC"/>
    <w:rsid w:val="002D56ED"/>
    <w:rsid w:val="002F6183"/>
    <w:rsid w:val="00305FBF"/>
    <w:rsid w:val="00307871"/>
    <w:rsid w:val="00317031"/>
    <w:rsid w:val="0031724E"/>
    <w:rsid w:val="00327247"/>
    <w:rsid w:val="00330B96"/>
    <w:rsid w:val="00334F4D"/>
    <w:rsid w:val="0033761E"/>
    <w:rsid w:val="003437DC"/>
    <w:rsid w:val="00363594"/>
    <w:rsid w:val="0036442A"/>
    <w:rsid w:val="003B5C06"/>
    <w:rsid w:val="003C0DED"/>
    <w:rsid w:val="003D36C7"/>
    <w:rsid w:val="003F018E"/>
    <w:rsid w:val="003F0C04"/>
    <w:rsid w:val="003F629A"/>
    <w:rsid w:val="004025F7"/>
    <w:rsid w:val="00413330"/>
    <w:rsid w:val="004204ED"/>
    <w:rsid w:val="004460D5"/>
    <w:rsid w:val="00456B9F"/>
    <w:rsid w:val="00457773"/>
    <w:rsid w:val="00460BED"/>
    <w:rsid w:val="00462FB7"/>
    <w:rsid w:val="00473211"/>
    <w:rsid w:val="004778C7"/>
    <w:rsid w:val="00481B1D"/>
    <w:rsid w:val="00487F9B"/>
    <w:rsid w:val="004902AE"/>
    <w:rsid w:val="0049438A"/>
    <w:rsid w:val="00495228"/>
    <w:rsid w:val="004B0C17"/>
    <w:rsid w:val="004B1CBE"/>
    <w:rsid w:val="004C7146"/>
    <w:rsid w:val="004D4C46"/>
    <w:rsid w:val="004D6CCC"/>
    <w:rsid w:val="004F11B0"/>
    <w:rsid w:val="004F5000"/>
    <w:rsid w:val="004F6D8D"/>
    <w:rsid w:val="00500AA5"/>
    <w:rsid w:val="00513330"/>
    <w:rsid w:val="005208A5"/>
    <w:rsid w:val="00521FE0"/>
    <w:rsid w:val="00532B17"/>
    <w:rsid w:val="00532DE3"/>
    <w:rsid w:val="00542430"/>
    <w:rsid w:val="00546161"/>
    <w:rsid w:val="00552113"/>
    <w:rsid w:val="005555DE"/>
    <w:rsid w:val="005574C3"/>
    <w:rsid w:val="00574F5E"/>
    <w:rsid w:val="00584168"/>
    <w:rsid w:val="00586932"/>
    <w:rsid w:val="00594965"/>
    <w:rsid w:val="00594CB2"/>
    <w:rsid w:val="005966B2"/>
    <w:rsid w:val="005A6940"/>
    <w:rsid w:val="005C5747"/>
    <w:rsid w:val="005C5D01"/>
    <w:rsid w:val="005D249A"/>
    <w:rsid w:val="005D5132"/>
    <w:rsid w:val="00601C77"/>
    <w:rsid w:val="00623589"/>
    <w:rsid w:val="00633433"/>
    <w:rsid w:val="00635D66"/>
    <w:rsid w:val="006413A9"/>
    <w:rsid w:val="00646D96"/>
    <w:rsid w:val="00655C3C"/>
    <w:rsid w:val="00655EFF"/>
    <w:rsid w:val="0066767C"/>
    <w:rsid w:val="006718AC"/>
    <w:rsid w:val="00683650"/>
    <w:rsid w:val="006857A4"/>
    <w:rsid w:val="0069387E"/>
    <w:rsid w:val="006E101D"/>
    <w:rsid w:val="007040D2"/>
    <w:rsid w:val="0072030B"/>
    <w:rsid w:val="00720AAF"/>
    <w:rsid w:val="00721C8A"/>
    <w:rsid w:val="007240F7"/>
    <w:rsid w:val="00753493"/>
    <w:rsid w:val="00765567"/>
    <w:rsid w:val="0076575F"/>
    <w:rsid w:val="007815F8"/>
    <w:rsid w:val="00783140"/>
    <w:rsid w:val="0078785F"/>
    <w:rsid w:val="007971DD"/>
    <w:rsid w:val="007A5330"/>
    <w:rsid w:val="007B0C02"/>
    <w:rsid w:val="007B1761"/>
    <w:rsid w:val="007C056C"/>
    <w:rsid w:val="007E2BB1"/>
    <w:rsid w:val="007F0039"/>
    <w:rsid w:val="007F3FC6"/>
    <w:rsid w:val="00803659"/>
    <w:rsid w:val="00807A4E"/>
    <w:rsid w:val="00815D37"/>
    <w:rsid w:val="00815F0F"/>
    <w:rsid w:val="00834B18"/>
    <w:rsid w:val="00842CE1"/>
    <w:rsid w:val="008468AA"/>
    <w:rsid w:val="00846EDE"/>
    <w:rsid w:val="00860B9C"/>
    <w:rsid w:val="008625D5"/>
    <w:rsid w:val="00867FFE"/>
    <w:rsid w:val="0087128C"/>
    <w:rsid w:val="0088007C"/>
    <w:rsid w:val="00897AFD"/>
    <w:rsid w:val="008B37E4"/>
    <w:rsid w:val="008B6194"/>
    <w:rsid w:val="008C2A47"/>
    <w:rsid w:val="008D63D0"/>
    <w:rsid w:val="008D7571"/>
    <w:rsid w:val="008F5DEF"/>
    <w:rsid w:val="008F65DC"/>
    <w:rsid w:val="00903D6E"/>
    <w:rsid w:val="00903DA4"/>
    <w:rsid w:val="009129ED"/>
    <w:rsid w:val="00916927"/>
    <w:rsid w:val="009178B4"/>
    <w:rsid w:val="00924DB6"/>
    <w:rsid w:val="00942717"/>
    <w:rsid w:val="00960A06"/>
    <w:rsid w:val="0096195B"/>
    <w:rsid w:val="0096572C"/>
    <w:rsid w:val="0096691A"/>
    <w:rsid w:val="00972936"/>
    <w:rsid w:val="0098546F"/>
    <w:rsid w:val="00991AE6"/>
    <w:rsid w:val="009A20B0"/>
    <w:rsid w:val="009A6876"/>
    <w:rsid w:val="009A7537"/>
    <w:rsid w:val="009E4585"/>
    <w:rsid w:val="009F3C21"/>
    <w:rsid w:val="009F78B4"/>
    <w:rsid w:val="00A03DCC"/>
    <w:rsid w:val="00A120E4"/>
    <w:rsid w:val="00A1382E"/>
    <w:rsid w:val="00A17821"/>
    <w:rsid w:val="00A17834"/>
    <w:rsid w:val="00A17875"/>
    <w:rsid w:val="00A25EEF"/>
    <w:rsid w:val="00A270B2"/>
    <w:rsid w:val="00A40968"/>
    <w:rsid w:val="00A81B12"/>
    <w:rsid w:val="00A822B5"/>
    <w:rsid w:val="00A966F3"/>
    <w:rsid w:val="00A97CDD"/>
    <w:rsid w:val="00AA5CD6"/>
    <w:rsid w:val="00AA78A3"/>
    <w:rsid w:val="00AB3D6D"/>
    <w:rsid w:val="00AD34A4"/>
    <w:rsid w:val="00AD38C0"/>
    <w:rsid w:val="00AD5884"/>
    <w:rsid w:val="00AE3C03"/>
    <w:rsid w:val="00AE3CC7"/>
    <w:rsid w:val="00AF11FD"/>
    <w:rsid w:val="00AF5B43"/>
    <w:rsid w:val="00AF6507"/>
    <w:rsid w:val="00AF68B0"/>
    <w:rsid w:val="00B20BE0"/>
    <w:rsid w:val="00B442A9"/>
    <w:rsid w:val="00B45DF0"/>
    <w:rsid w:val="00B545EB"/>
    <w:rsid w:val="00B61EBD"/>
    <w:rsid w:val="00B76A5F"/>
    <w:rsid w:val="00B96459"/>
    <w:rsid w:val="00BA59A8"/>
    <w:rsid w:val="00BA62D9"/>
    <w:rsid w:val="00BB2D66"/>
    <w:rsid w:val="00BC4493"/>
    <w:rsid w:val="00BD7E1E"/>
    <w:rsid w:val="00BE2E82"/>
    <w:rsid w:val="00C079B0"/>
    <w:rsid w:val="00C16BAE"/>
    <w:rsid w:val="00C30D59"/>
    <w:rsid w:val="00C608B1"/>
    <w:rsid w:val="00C73609"/>
    <w:rsid w:val="00C8361D"/>
    <w:rsid w:val="00C91B4B"/>
    <w:rsid w:val="00C962BE"/>
    <w:rsid w:val="00C96ECD"/>
    <w:rsid w:val="00CA626D"/>
    <w:rsid w:val="00CB26DC"/>
    <w:rsid w:val="00CB7BCE"/>
    <w:rsid w:val="00CC2F4F"/>
    <w:rsid w:val="00CC540C"/>
    <w:rsid w:val="00CC6B74"/>
    <w:rsid w:val="00CD1BFE"/>
    <w:rsid w:val="00CD337C"/>
    <w:rsid w:val="00CD3892"/>
    <w:rsid w:val="00CD75CF"/>
    <w:rsid w:val="00CE127F"/>
    <w:rsid w:val="00CF0DC8"/>
    <w:rsid w:val="00CF3ED5"/>
    <w:rsid w:val="00D03C48"/>
    <w:rsid w:val="00D17CE0"/>
    <w:rsid w:val="00D22DC5"/>
    <w:rsid w:val="00D26969"/>
    <w:rsid w:val="00D42E87"/>
    <w:rsid w:val="00D51852"/>
    <w:rsid w:val="00D57E7B"/>
    <w:rsid w:val="00D63036"/>
    <w:rsid w:val="00D733FD"/>
    <w:rsid w:val="00D9045D"/>
    <w:rsid w:val="00D929C7"/>
    <w:rsid w:val="00DC7E35"/>
    <w:rsid w:val="00DD55E4"/>
    <w:rsid w:val="00DD57F1"/>
    <w:rsid w:val="00DD6392"/>
    <w:rsid w:val="00E00091"/>
    <w:rsid w:val="00E02D73"/>
    <w:rsid w:val="00E051E3"/>
    <w:rsid w:val="00E16D6E"/>
    <w:rsid w:val="00E2373A"/>
    <w:rsid w:val="00E23B11"/>
    <w:rsid w:val="00E279BC"/>
    <w:rsid w:val="00E322F9"/>
    <w:rsid w:val="00E52A30"/>
    <w:rsid w:val="00E5416D"/>
    <w:rsid w:val="00E5727B"/>
    <w:rsid w:val="00E62244"/>
    <w:rsid w:val="00E66C0B"/>
    <w:rsid w:val="00E720CB"/>
    <w:rsid w:val="00E73AD4"/>
    <w:rsid w:val="00E7464B"/>
    <w:rsid w:val="00E852B7"/>
    <w:rsid w:val="00E9384A"/>
    <w:rsid w:val="00E93ACD"/>
    <w:rsid w:val="00E94438"/>
    <w:rsid w:val="00E971C4"/>
    <w:rsid w:val="00EA0733"/>
    <w:rsid w:val="00EC066C"/>
    <w:rsid w:val="00ED0093"/>
    <w:rsid w:val="00ED015C"/>
    <w:rsid w:val="00ED4DD2"/>
    <w:rsid w:val="00EF7C45"/>
    <w:rsid w:val="00F007AC"/>
    <w:rsid w:val="00F04219"/>
    <w:rsid w:val="00F25478"/>
    <w:rsid w:val="00F31F44"/>
    <w:rsid w:val="00F75179"/>
    <w:rsid w:val="00FC064A"/>
    <w:rsid w:val="00FC188C"/>
    <w:rsid w:val="00FC250A"/>
    <w:rsid w:val="00FD658D"/>
    <w:rsid w:val="00FE53D6"/>
    <w:rsid w:val="00FF2876"/>
    <w:rsid w:val="00FF7B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3FBC12"/>
  <w15:docId w15:val="{098E14C3-5D9F-4012-BD5A-9B99F8338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qFormat/>
    <w:rsid w:val="00F25478"/>
    <w:pPr>
      <w:spacing w:before="240" w:after="60"/>
      <w:jc w:val="left"/>
      <w:outlineLvl w:val="7"/>
    </w:pPr>
    <w:rPr>
      <w:rFonts w:ascii="Times New Roman" w:hAnsi="Times New Roman"/>
      <w:i/>
      <w:i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6413A9"/>
    <w:pPr>
      <w:tabs>
        <w:tab w:val="center" w:pos="4536"/>
        <w:tab w:val="right" w:pos="9072"/>
      </w:tabs>
    </w:pPr>
    <w:rPr>
      <w:sz w:val="16"/>
    </w:rPr>
  </w:style>
  <w:style w:type="paragraph" w:customStyle="1" w:styleId="Odstavec2">
    <w:name w:val="Odstavec2"/>
    <w:basedOn w:val="Normln"/>
    <w:qFormat/>
    <w:rsid w:val="000D19D8"/>
    <w:pPr>
      <w:numPr>
        <w:ilvl w:val="1"/>
        <w:numId w:val="1"/>
      </w:numPr>
      <w:tabs>
        <w:tab w:val="left" w:pos="567"/>
      </w:tabs>
    </w:pPr>
    <w:rPr>
      <w:szCs w:val="20"/>
    </w:rPr>
  </w:style>
  <w:style w:type="paragraph" w:customStyle="1" w:styleId="Odstavec3">
    <w:name w:val="Odstavec3"/>
    <w:basedOn w:val="Odstavec2"/>
    <w:qFormat/>
    <w:rsid w:val="000D19D8"/>
    <w:pPr>
      <w:numPr>
        <w:ilvl w:val="2"/>
      </w:numPr>
      <w:tabs>
        <w:tab w:val="clear" w:pos="567"/>
        <w:tab w:val="clear" w:pos="1648"/>
        <w:tab w:val="left" w:pos="1134"/>
        <w:tab w:val="num" w:pos="1364"/>
      </w:tabs>
      <w:ind w:left="1134"/>
    </w:pPr>
  </w:style>
  <w:style w:type="paragraph" w:customStyle="1" w:styleId="lnek">
    <w:name w:val="Článek"/>
    <w:basedOn w:val="Normln"/>
    <w:next w:val="Normln"/>
    <w:qFormat/>
    <w:rsid w:val="000D19D8"/>
    <w:pPr>
      <w:numPr>
        <w:numId w:val="1"/>
      </w:numPr>
      <w:spacing w:before="600"/>
      <w:jc w:val="center"/>
    </w:pPr>
    <w:rPr>
      <w:b/>
      <w:bCs/>
      <w:sz w:val="24"/>
      <w:szCs w:val="20"/>
    </w:rPr>
  </w:style>
  <w:style w:type="paragraph" w:styleId="Zpat">
    <w:name w:val="footer"/>
    <w:basedOn w:val="Normln"/>
    <w:link w:val="ZpatChar"/>
    <w:rsid w:val="006413A9"/>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3"/>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nadpis">
    <w:name w:val="Subtitle"/>
    <w:basedOn w:val="Normln"/>
    <w:next w:val="Normln"/>
    <w:link w:val="Podnadpis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nadpisChar">
    <w:name w:val="Podnadpis Char"/>
    <w:basedOn w:val="Standardnpsmoodstavce"/>
    <w:link w:val="Podnadpis"/>
    <w:uiPriority w:val="11"/>
    <w:rsid w:val="00DD57F1"/>
    <w:rPr>
      <w:rFonts w:ascii="Cambria" w:hAnsi="Cambria"/>
      <w:i/>
      <w:iCs/>
      <w:color w:val="4F81BD"/>
      <w:spacing w:val="15"/>
      <w:sz w:val="24"/>
      <w:szCs w:val="24"/>
    </w:rPr>
  </w:style>
  <w:style w:type="character" w:styleId="Hypertextovodkaz">
    <w:name w:val="Hyperlink"/>
    <w:basedOn w:val="Standardnpsmoodstavce"/>
    <w:unhideWhenUsed/>
    <w:rsid w:val="00E00091"/>
    <w:rPr>
      <w:color w:val="0000FF" w:themeColor="hyperlink"/>
      <w:u w:val="single"/>
    </w:rPr>
  </w:style>
  <w:style w:type="paragraph" w:customStyle="1" w:styleId="02-ODST-2">
    <w:name w:val="02-ODST-2"/>
    <w:basedOn w:val="Normln"/>
    <w:link w:val="02-ODST-2Char"/>
    <w:qFormat/>
    <w:rsid w:val="00942717"/>
    <w:pPr>
      <w:tabs>
        <w:tab w:val="left" w:pos="567"/>
        <w:tab w:val="num" w:pos="1080"/>
      </w:tabs>
      <w:spacing w:before="120" w:after="0"/>
      <w:ind w:left="567" w:hanging="567"/>
    </w:pPr>
    <w:rPr>
      <w:szCs w:val="20"/>
    </w:rPr>
  </w:style>
  <w:style w:type="paragraph" w:styleId="Zkladntext2">
    <w:name w:val="Body Text 2"/>
    <w:basedOn w:val="Normln"/>
    <w:link w:val="Zkladntext2Char"/>
    <w:rsid w:val="00157BF2"/>
    <w:pPr>
      <w:spacing w:after="0"/>
      <w:ind w:left="425" w:hanging="425"/>
    </w:pPr>
    <w:rPr>
      <w:b/>
      <w:sz w:val="22"/>
      <w:szCs w:val="20"/>
    </w:rPr>
  </w:style>
  <w:style w:type="character" w:customStyle="1" w:styleId="Zkladntext2Char">
    <w:name w:val="Základní text 2 Char"/>
    <w:basedOn w:val="Standardnpsmoodstavce"/>
    <w:link w:val="Zkladntext2"/>
    <w:rsid w:val="00157BF2"/>
    <w:rPr>
      <w:rFonts w:ascii="Arial" w:hAnsi="Arial"/>
      <w:b/>
      <w:sz w:val="22"/>
    </w:rPr>
  </w:style>
  <w:style w:type="paragraph" w:customStyle="1" w:styleId="01-L">
    <w:name w:val="01-ČL."/>
    <w:basedOn w:val="Normln"/>
    <w:next w:val="Normln"/>
    <w:qFormat/>
    <w:rsid w:val="00500AA5"/>
    <w:pPr>
      <w:spacing w:before="600" w:after="0"/>
      <w:ind w:left="18" w:hanging="454"/>
      <w:jc w:val="center"/>
    </w:pPr>
    <w:rPr>
      <w:b/>
      <w:bCs/>
      <w:sz w:val="24"/>
      <w:szCs w:val="20"/>
    </w:rPr>
  </w:style>
  <w:style w:type="character" w:customStyle="1" w:styleId="02-ODST-2Char">
    <w:name w:val="02-ODST-2 Char"/>
    <w:basedOn w:val="Standardnpsmoodstavce"/>
    <w:link w:val="02-ODST-2"/>
    <w:rsid w:val="00500AA5"/>
    <w:rPr>
      <w:rFonts w:ascii="Arial" w:hAnsi="Arial"/>
    </w:rPr>
  </w:style>
  <w:style w:type="character" w:styleId="Sledovanodkaz">
    <w:name w:val="FollowedHyperlink"/>
    <w:basedOn w:val="Standardnpsmoodstavce"/>
    <w:uiPriority w:val="99"/>
    <w:semiHidden/>
    <w:unhideWhenUsed/>
    <w:rsid w:val="00481B1D"/>
    <w:rPr>
      <w:color w:val="800080" w:themeColor="followedHyperlink"/>
      <w:u w:val="single"/>
    </w:rPr>
  </w:style>
  <w:style w:type="character" w:customStyle="1" w:styleId="ZhlavChar">
    <w:name w:val="Záhlaví Char"/>
    <w:basedOn w:val="Standardnpsmoodstavce"/>
    <w:link w:val="Zhlav"/>
    <w:rsid w:val="00CE127F"/>
    <w:rPr>
      <w:rFonts w:ascii="Arial" w:hAnsi="Arial"/>
      <w:sz w:val="16"/>
      <w:szCs w:val="24"/>
    </w:rPr>
  </w:style>
  <w:style w:type="character" w:customStyle="1" w:styleId="ZpatChar">
    <w:name w:val="Zápatí Char"/>
    <w:basedOn w:val="Standardnpsmoodstavce"/>
    <w:link w:val="Zpat"/>
    <w:rsid w:val="00CE127F"/>
    <w:rPr>
      <w:rFonts w:ascii="Arial" w:hAnsi="Arial"/>
      <w:sz w:val="16"/>
      <w:szCs w:val="24"/>
    </w:rPr>
  </w:style>
  <w:style w:type="paragraph" w:styleId="Revize">
    <w:name w:val="Revision"/>
    <w:hidden/>
    <w:uiPriority w:val="99"/>
    <w:semiHidden/>
    <w:rsid w:val="00CC6B74"/>
    <w:rPr>
      <w:rFonts w:ascii="Arial" w:hAnsi="Arial"/>
      <w:szCs w:val="24"/>
    </w:rPr>
  </w:style>
  <w:style w:type="character" w:customStyle="1" w:styleId="OdstavecseseznamemChar">
    <w:name w:val="Odstavec se seznamem Char"/>
    <w:basedOn w:val="Standardnpsmoodstavce"/>
    <w:link w:val="Odstavecseseznamem"/>
    <w:uiPriority w:val="34"/>
    <w:rsid w:val="00E73AD4"/>
    <w:rPr>
      <w:rFonts w:ascii="Calibri" w:hAnsi="Calibri"/>
      <w:sz w:val="22"/>
      <w:szCs w:val="22"/>
    </w:rPr>
  </w:style>
  <w:style w:type="character" w:customStyle="1" w:styleId="tsubjname">
    <w:name w:val="tsubjname"/>
    <w:basedOn w:val="Standardnpsmoodstavce"/>
    <w:rsid w:val="005966B2"/>
  </w:style>
  <w:style w:type="character" w:customStyle="1" w:styleId="Nadpis8Char">
    <w:name w:val="Nadpis 8 Char"/>
    <w:basedOn w:val="Standardnpsmoodstavce"/>
    <w:link w:val="Nadpis8"/>
    <w:rsid w:val="00F25478"/>
    <w:rPr>
      <w:i/>
      <w:iCs/>
      <w:sz w:val="24"/>
      <w:szCs w:val="24"/>
    </w:rPr>
  </w:style>
  <w:style w:type="paragraph" w:customStyle="1" w:styleId="Odrky-psmena">
    <w:name w:val="Odrážky - písmena"/>
    <w:basedOn w:val="Normln"/>
    <w:rsid w:val="00F25478"/>
    <w:pPr>
      <w:numPr>
        <w:numId w:val="12"/>
      </w:numPr>
      <w:spacing w:after="0"/>
    </w:pPr>
    <w:rPr>
      <w:szCs w:val="20"/>
    </w:rPr>
  </w:style>
  <w:style w:type="paragraph" w:customStyle="1" w:styleId="Odrky2rove">
    <w:name w:val="Odrážky 2 úroveň"/>
    <w:basedOn w:val="Normln"/>
    <w:rsid w:val="00F25478"/>
    <w:pPr>
      <w:numPr>
        <w:ilvl w:val="1"/>
        <w:numId w:val="12"/>
      </w:numPr>
      <w:spacing w:after="0"/>
    </w:pPr>
    <w:rPr>
      <w:szCs w:val="20"/>
    </w:rPr>
  </w:style>
  <w:style w:type="character" w:styleId="Nevyeenzmnka">
    <w:name w:val="Unresolved Mention"/>
    <w:basedOn w:val="Standardnpsmoodstavce"/>
    <w:uiPriority w:val="99"/>
    <w:semiHidden/>
    <w:unhideWhenUsed/>
    <w:rsid w:val="00B61EBD"/>
    <w:rPr>
      <w:color w:val="605E5C"/>
      <w:shd w:val="clear" w:color="auto" w:fill="E1DFDD"/>
    </w:rPr>
  </w:style>
  <w:style w:type="paragraph" w:styleId="Zkladntext">
    <w:name w:val="Body Text"/>
    <w:basedOn w:val="Normln"/>
    <w:link w:val="ZkladntextChar"/>
    <w:uiPriority w:val="99"/>
    <w:semiHidden/>
    <w:unhideWhenUsed/>
    <w:rsid w:val="00E16D6E"/>
  </w:style>
  <w:style w:type="character" w:customStyle="1" w:styleId="ZkladntextChar">
    <w:name w:val="Základní text Char"/>
    <w:basedOn w:val="Standardnpsmoodstavce"/>
    <w:link w:val="Zkladntext"/>
    <w:uiPriority w:val="99"/>
    <w:semiHidden/>
    <w:rsid w:val="00E16D6E"/>
    <w:rPr>
      <w:rFonts w:ascii="Arial" w:hAnsi="Arial"/>
      <w:szCs w:val="24"/>
    </w:rPr>
  </w:style>
  <w:style w:type="paragraph" w:customStyle="1" w:styleId="05-ODST-3">
    <w:name w:val="05-ODST-3"/>
    <w:basedOn w:val="02-ODST-2"/>
    <w:qFormat/>
    <w:rsid w:val="000C3F90"/>
    <w:pPr>
      <w:tabs>
        <w:tab w:val="clear" w:pos="567"/>
        <w:tab w:val="clear" w:pos="1080"/>
        <w:tab w:val="left" w:pos="1134"/>
        <w:tab w:val="num" w:pos="1506"/>
      </w:tabs>
      <w:ind w:left="1276" w:hanging="850"/>
    </w:pPr>
  </w:style>
  <w:style w:type="paragraph" w:customStyle="1" w:styleId="10-ODST-3">
    <w:name w:val="10-ODST-3"/>
    <w:basedOn w:val="05-ODST-3"/>
    <w:qFormat/>
    <w:rsid w:val="000C3F90"/>
    <w:pPr>
      <w:tabs>
        <w:tab w:val="clear" w:pos="1506"/>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67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lip.fojtik@ceproas.cz" TargetMode="External"/><Relationship Id="rId13" Type="http://schemas.openxmlformats.org/officeDocument/2006/relationships/hyperlink" Target="http://www.ceproas.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vyberova-rizen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oas.cz" TargetMode="External"/><Relationship Id="rId5" Type="http://schemas.openxmlformats.org/officeDocument/2006/relationships/webSettings" Target="webSettings.xml"/><Relationship Id="rId15" Type="http://schemas.openxmlformats.org/officeDocument/2006/relationships/hyperlink" Target="https://www.ceproas.cz/public/files/userfiles/dokumenty/Registr_bezpecnostnich_pozadavku_2020-02-01.pdf" TargetMode="External"/><Relationship Id="rId10" Type="http://schemas.openxmlformats.org/officeDocument/2006/relationships/hyperlink" Target="mailto:filip.fojtik@ceproas.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ilip.fojtik@ceproas.cz" TargetMode="External"/><Relationship Id="rId14" Type="http://schemas.openxmlformats.org/officeDocument/2006/relationships/hyperlink" Target="https://www.ceproas.cz/public/files/userfiles/vyberova_rizeni/VOP_M_2020-08-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dlakf\Documents\Bodl&#225;k\&#250;koly%20v%20&#250;kolovn&#237;ku%20od%2001012017\vzorov&#225;%20SOD\SOD-V-2014-02-10.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527B2-6B40-4D41-9BF2-23DC4211D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SOD-V-2014-02-10.dotm</Template>
  <TotalTime>20</TotalTime>
  <Pages>1</Pages>
  <Words>7275</Words>
  <Characters>42928</Characters>
  <Application>Microsoft Office Word</Application>
  <DocSecurity>0</DocSecurity>
  <Lines>357</Lines>
  <Paragraphs>100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Unipetrol</Company>
  <LinksUpToDate>false</LinksUpToDate>
  <CharactersWithSpaces>50103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Ševecová Ivana</cp:lastModifiedBy>
  <cp:revision>10</cp:revision>
  <cp:lastPrinted>2022-04-21T09:08:00Z</cp:lastPrinted>
  <dcterms:created xsi:type="dcterms:W3CDTF">2022-04-12T08:43:00Z</dcterms:created>
  <dcterms:modified xsi:type="dcterms:W3CDTF">2022-04-27T11:02:00Z</dcterms:modified>
</cp:coreProperties>
</file>