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ADE09" w14:textId="4AC46158" w:rsidR="00E33057" w:rsidRDefault="00120B4C" w:rsidP="003619A2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  <w:t xml:space="preserve">Příloha č. </w:t>
      </w:r>
      <w:r w:rsidR="00043290">
        <w:rPr>
          <w:b/>
          <w:noProof/>
          <w:sz w:val="28"/>
          <w:szCs w:val="28"/>
        </w:rPr>
        <w:t>7</w:t>
      </w:r>
    </w:p>
    <w:p w14:paraId="5E34BD89" w14:textId="77777777" w:rsidR="00120B4C" w:rsidRDefault="00120B4C" w:rsidP="003619A2">
      <w:pPr>
        <w:jc w:val="center"/>
        <w:rPr>
          <w:b/>
          <w:noProof/>
          <w:sz w:val="28"/>
          <w:szCs w:val="28"/>
        </w:rPr>
      </w:pPr>
    </w:p>
    <w:p w14:paraId="28580870" w14:textId="03EB1AE8" w:rsidR="00B73D16" w:rsidRPr="001761AC" w:rsidRDefault="001761AC" w:rsidP="001761AC">
      <w:pPr>
        <w:jc w:val="center"/>
        <w:rPr>
          <w:rFonts w:ascii="Franklin Gothic Book" w:hAnsi="Franklin Gothic Book"/>
          <w:b/>
          <w:sz w:val="36"/>
          <w:szCs w:val="36"/>
        </w:rPr>
      </w:pPr>
      <w:r w:rsidRPr="001761AC">
        <w:rPr>
          <w:rFonts w:ascii="Franklin Gothic Book" w:hAnsi="Franklin Gothic Book"/>
          <w:b/>
          <w:noProof/>
          <w:sz w:val="36"/>
          <w:szCs w:val="36"/>
        </w:rPr>
        <w:t xml:space="preserve">Základní </w:t>
      </w:r>
      <w:r w:rsidR="00657A84" w:rsidRPr="001761AC">
        <w:rPr>
          <w:rFonts w:ascii="Franklin Gothic Book" w:hAnsi="Franklin Gothic Book"/>
          <w:b/>
          <w:sz w:val="36"/>
          <w:szCs w:val="36"/>
        </w:rPr>
        <w:t>seznam</w:t>
      </w:r>
      <w:r w:rsidRPr="001761AC">
        <w:rPr>
          <w:rFonts w:ascii="Franklin Gothic Book" w:hAnsi="Franklin Gothic Book"/>
          <w:b/>
          <w:sz w:val="36"/>
          <w:szCs w:val="36"/>
        </w:rPr>
        <w:t xml:space="preserve"> </w:t>
      </w:r>
      <w:r w:rsidR="00B73D16" w:rsidRPr="001761AC">
        <w:rPr>
          <w:rFonts w:ascii="Franklin Gothic Book" w:hAnsi="Franklin Gothic Book"/>
          <w:b/>
          <w:sz w:val="36"/>
          <w:szCs w:val="36"/>
        </w:rPr>
        <w:t>náhradních dílů</w:t>
      </w:r>
    </w:p>
    <w:p w14:paraId="54487818" w14:textId="77777777" w:rsidR="00B73D16" w:rsidRPr="001761AC" w:rsidRDefault="00B73D16" w:rsidP="001761AC">
      <w:pPr>
        <w:jc w:val="center"/>
        <w:rPr>
          <w:rFonts w:ascii="Franklin Gothic Book" w:hAnsi="Franklin Gothic Book"/>
          <w:sz w:val="36"/>
          <w:szCs w:val="36"/>
        </w:rPr>
      </w:pPr>
    </w:p>
    <w:p w14:paraId="7B340E87" w14:textId="77777777" w:rsidR="008F548A" w:rsidRDefault="008F548A" w:rsidP="00B73D16">
      <w:pPr>
        <w:spacing w:after="120"/>
        <w:rPr>
          <w:rFonts w:ascii="Franklin Gothic Book" w:hAnsi="Franklin Gothic Book"/>
          <w:sz w:val="24"/>
        </w:rPr>
      </w:pPr>
    </w:p>
    <w:p w14:paraId="171E3AC5" w14:textId="77777777" w:rsidR="00B73D16" w:rsidRPr="007F0039" w:rsidRDefault="00B73D16" w:rsidP="00B73D16">
      <w:pPr>
        <w:spacing w:after="120"/>
        <w:rPr>
          <w:rFonts w:ascii="Franklin Gothic Book" w:hAnsi="Franklin Gothic Book"/>
          <w:sz w:val="24"/>
        </w:rPr>
      </w:pPr>
      <w:r w:rsidRPr="007F0039">
        <w:rPr>
          <w:rFonts w:ascii="Franklin Gothic Book" w:hAnsi="Franklin Gothic Book"/>
          <w:sz w:val="24"/>
        </w:rPr>
        <w:t>Měřič</w:t>
      </w:r>
      <w:r w:rsidR="00571F1F">
        <w:rPr>
          <w:rFonts w:ascii="Franklin Gothic Book" w:hAnsi="Franklin Gothic Book"/>
          <w:sz w:val="24"/>
        </w:rPr>
        <w:t xml:space="preserve"> – ADAST, TATSUNO, WAYNE</w:t>
      </w:r>
    </w:p>
    <w:p w14:paraId="7DC1566E" w14:textId="77777777" w:rsidR="00571F1F" w:rsidRDefault="00B73D16" w:rsidP="00571F1F">
      <w:pPr>
        <w:spacing w:after="120"/>
        <w:rPr>
          <w:rFonts w:ascii="Franklin Gothic Book" w:hAnsi="Franklin Gothic Book"/>
          <w:sz w:val="24"/>
        </w:rPr>
      </w:pPr>
      <w:r w:rsidRPr="007F0039">
        <w:rPr>
          <w:rFonts w:ascii="Franklin Gothic Book" w:hAnsi="Franklin Gothic Book"/>
          <w:sz w:val="24"/>
        </w:rPr>
        <w:t>Čerpadlo</w:t>
      </w:r>
      <w:r w:rsidR="00571F1F">
        <w:rPr>
          <w:rFonts w:ascii="Franklin Gothic Book" w:hAnsi="Franklin Gothic Book"/>
          <w:sz w:val="24"/>
        </w:rPr>
        <w:t xml:space="preserve"> - ADAST, TATSUNO, WAYNE</w:t>
      </w:r>
    </w:p>
    <w:p w14:paraId="7D1DA302" w14:textId="77777777" w:rsidR="00571F1F" w:rsidRPr="007F0039" w:rsidRDefault="00571F1F" w:rsidP="00571F1F">
      <w:pPr>
        <w:spacing w:after="120"/>
        <w:rPr>
          <w:rFonts w:ascii="Franklin Gothic Book" w:hAnsi="Franklin Gothic Book"/>
          <w:sz w:val="24"/>
        </w:rPr>
      </w:pPr>
      <w:r>
        <w:rPr>
          <w:rFonts w:ascii="Franklin Gothic Book" w:hAnsi="Franklin Gothic Book"/>
          <w:sz w:val="24"/>
        </w:rPr>
        <w:t>Sada oprav</w:t>
      </w:r>
      <w:r w:rsidR="004B0E36">
        <w:rPr>
          <w:rFonts w:ascii="Franklin Gothic Book" w:hAnsi="Franklin Gothic Book"/>
          <w:sz w:val="24"/>
        </w:rPr>
        <w:t>y</w:t>
      </w:r>
      <w:r>
        <w:rPr>
          <w:rFonts w:ascii="Franklin Gothic Book" w:hAnsi="Franklin Gothic Book"/>
          <w:sz w:val="24"/>
        </w:rPr>
        <w:t xml:space="preserve"> monobloku – ADAST,</w:t>
      </w:r>
    </w:p>
    <w:p w14:paraId="7503770A" w14:textId="77777777" w:rsidR="00B73D16" w:rsidRPr="007F0039" w:rsidRDefault="00B73D16" w:rsidP="00B73D16">
      <w:pPr>
        <w:spacing w:after="120"/>
        <w:rPr>
          <w:rFonts w:ascii="Franklin Gothic Book" w:hAnsi="Franklin Gothic Book"/>
          <w:sz w:val="24"/>
        </w:rPr>
      </w:pPr>
      <w:r w:rsidRPr="007F0039">
        <w:rPr>
          <w:rFonts w:ascii="Franklin Gothic Book" w:hAnsi="Franklin Gothic Book"/>
          <w:sz w:val="24"/>
        </w:rPr>
        <w:t>Pistole NM</w:t>
      </w:r>
      <w:r w:rsidR="00571F1F">
        <w:rPr>
          <w:rFonts w:ascii="Franklin Gothic Book" w:hAnsi="Franklin Gothic Book"/>
          <w:sz w:val="24"/>
        </w:rPr>
        <w:t xml:space="preserve"> - ELAFLEX</w:t>
      </w:r>
    </w:p>
    <w:p w14:paraId="20FAA974" w14:textId="77777777" w:rsidR="00571F1F" w:rsidRPr="007F0039" w:rsidRDefault="00B73D16" w:rsidP="00571F1F">
      <w:pPr>
        <w:spacing w:after="120"/>
        <w:rPr>
          <w:rFonts w:ascii="Franklin Gothic Book" w:hAnsi="Franklin Gothic Book"/>
          <w:sz w:val="24"/>
        </w:rPr>
      </w:pPr>
      <w:r w:rsidRPr="007F0039">
        <w:rPr>
          <w:rFonts w:ascii="Franklin Gothic Book" w:hAnsi="Franklin Gothic Book"/>
          <w:sz w:val="24"/>
        </w:rPr>
        <w:t>Pistole BA</w:t>
      </w:r>
      <w:r w:rsidR="00571F1F">
        <w:rPr>
          <w:rFonts w:ascii="Franklin Gothic Book" w:hAnsi="Franklin Gothic Book"/>
          <w:sz w:val="24"/>
        </w:rPr>
        <w:t xml:space="preserve"> - ELAFLEX</w:t>
      </w:r>
    </w:p>
    <w:p w14:paraId="4B43937E" w14:textId="77777777" w:rsidR="00571F1F" w:rsidRPr="007F0039" w:rsidRDefault="00B73D16" w:rsidP="00571F1F">
      <w:pPr>
        <w:spacing w:after="120"/>
        <w:rPr>
          <w:rFonts w:ascii="Franklin Gothic Book" w:hAnsi="Franklin Gothic Book"/>
          <w:sz w:val="24"/>
        </w:rPr>
      </w:pPr>
      <w:r w:rsidRPr="007F0039">
        <w:rPr>
          <w:rFonts w:ascii="Franklin Gothic Book" w:hAnsi="Franklin Gothic Book"/>
          <w:sz w:val="24"/>
        </w:rPr>
        <w:t>1 m hadice NM</w:t>
      </w:r>
      <w:r w:rsidR="00571F1F">
        <w:rPr>
          <w:rFonts w:ascii="Franklin Gothic Book" w:hAnsi="Franklin Gothic Book"/>
          <w:sz w:val="24"/>
        </w:rPr>
        <w:t xml:space="preserve"> -</w:t>
      </w:r>
      <w:r w:rsidR="00571F1F" w:rsidRPr="00571F1F">
        <w:rPr>
          <w:rFonts w:ascii="Franklin Gothic Book" w:hAnsi="Franklin Gothic Book"/>
          <w:sz w:val="24"/>
        </w:rPr>
        <w:t xml:space="preserve"> </w:t>
      </w:r>
      <w:r w:rsidR="00571F1F">
        <w:rPr>
          <w:rFonts w:ascii="Franklin Gothic Book" w:hAnsi="Franklin Gothic Book"/>
          <w:sz w:val="24"/>
        </w:rPr>
        <w:t>ELAFLEX</w:t>
      </w:r>
    </w:p>
    <w:p w14:paraId="7A7E2621" w14:textId="77777777" w:rsidR="00B73D16" w:rsidRPr="007F0039" w:rsidRDefault="00B73D16" w:rsidP="00B73D16">
      <w:pPr>
        <w:spacing w:after="120"/>
        <w:rPr>
          <w:rFonts w:ascii="Franklin Gothic Book" w:hAnsi="Franklin Gothic Book"/>
          <w:sz w:val="24"/>
        </w:rPr>
      </w:pPr>
      <w:r w:rsidRPr="007F0039">
        <w:rPr>
          <w:rFonts w:ascii="Franklin Gothic Book" w:hAnsi="Franklin Gothic Book"/>
          <w:sz w:val="24"/>
        </w:rPr>
        <w:t>1 m hadice BA</w:t>
      </w:r>
      <w:r w:rsidR="00571F1F">
        <w:rPr>
          <w:rFonts w:ascii="Franklin Gothic Book" w:hAnsi="Franklin Gothic Book"/>
          <w:sz w:val="24"/>
        </w:rPr>
        <w:t xml:space="preserve"> -</w:t>
      </w:r>
      <w:r w:rsidR="00571F1F" w:rsidRPr="00571F1F">
        <w:rPr>
          <w:rFonts w:ascii="Franklin Gothic Book" w:hAnsi="Franklin Gothic Book"/>
          <w:sz w:val="24"/>
        </w:rPr>
        <w:t xml:space="preserve"> </w:t>
      </w:r>
      <w:r w:rsidR="00571F1F">
        <w:rPr>
          <w:rFonts w:ascii="Franklin Gothic Book" w:hAnsi="Franklin Gothic Book"/>
          <w:sz w:val="24"/>
        </w:rPr>
        <w:t>ELAFLEX</w:t>
      </w:r>
    </w:p>
    <w:p w14:paraId="5489CCA1" w14:textId="77777777" w:rsidR="00B73D16" w:rsidRPr="007F0039" w:rsidRDefault="00B73D16" w:rsidP="00B73D16">
      <w:pPr>
        <w:spacing w:after="120"/>
        <w:rPr>
          <w:rFonts w:ascii="Franklin Gothic Book" w:hAnsi="Franklin Gothic Book"/>
          <w:sz w:val="24"/>
        </w:rPr>
      </w:pPr>
      <w:r w:rsidRPr="007F0039">
        <w:rPr>
          <w:rFonts w:ascii="Franklin Gothic Book" w:hAnsi="Franklin Gothic Book"/>
          <w:sz w:val="24"/>
        </w:rPr>
        <w:t>Antidetonační pojistka  50, 80, koncová, rohová</w:t>
      </w:r>
      <w:r w:rsidR="00571F1F">
        <w:rPr>
          <w:rFonts w:ascii="Franklin Gothic Book" w:hAnsi="Franklin Gothic Book"/>
          <w:sz w:val="24"/>
        </w:rPr>
        <w:t xml:space="preserve"> – ADAST </w:t>
      </w:r>
    </w:p>
    <w:p w14:paraId="457C1414" w14:textId="77777777" w:rsidR="00B73D16" w:rsidRPr="007F0039" w:rsidRDefault="00B73D16" w:rsidP="00B73D16">
      <w:pPr>
        <w:spacing w:after="120"/>
        <w:rPr>
          <w:rFonts w:ascii="Franklin Gothic Book" w:hAnsi="Franklin Gothic Book"/>
          <w:sz w:val="24"/>
        </w:rPr>
      </w:pPr>
      <w:r w:rsidRPr="007F0039">
        <w:rPr>
          <w:rFonts w:ascii="Franklin Gothic Book" w:hAnsi="Franklin Gothic Book"/>
          <w:sz w:val="24"/>
        </w:rPr>
        <w:t>Procesorová deska</w:t>
      </w:r>
      <w:r w:rsidR="00571F1F">
        <w:rPr>
          <w:rFonts w:ascii="Franklin Gothic Book" w:hAnsi="Franklin Gothic Book"/>
          <w:sz w:val="24"/>
        </w:rPr>
        <w:t xml:space="preserve"> - TATSUNO</w:t>
      </w:r>
    </w:p>
    <w:p w14:paraId="441B2A11" w14:textId="77777777" w:rsidR="00B73D16" w:rsidRDefault="00B73D16" w:rsidP="00B73D16">
      <w:pPr>
        <w:spacing w:after="120"/>
        <w:rPr>
          <w:rFonts w:ascii="Franklin Gothic Book" w:hAnsi="Franklin Gothic Book"/>
          <w:sz w:val="24"/>
        </w:rPr>
      </w:pPr>
      <w:r w:rsidRPr="007F0039">
        <w:rPr>
          <w:rFonts w:ascii="Franklin Gothic Book" w:hAnsi="Franklin Gothic Book"/>
          <w:sz w:val="24"/>
        </w:rPr>
        <w:t>Zdrojová deska</w:t>
      </w:r>
      <w:r w:rsidR="00571F1F">
        <w:rPr>
          <w:rFonts w:ascii="Franklin Gothic Book" w:hAnsi="Franklin Gothic Book"/>
          <w:sz w:val="24"/>
        </w:rPr>
        <w:t xml:space="preserve"> – TATSUNO</w:t>
      </w:r>
    </w:p>
    <w:p w14:paraId="6129B01B" w14:textId="77777777" w:rsidR="00571F1F" w:rsidRPr="007F0039" w:rsidRDefault="00571F1F" w:rsidP="00B73D16">
      <w:pPr>
        <w:spacing w:after="120"/>
        <w:rPr>
          <w:rFonts w:ascii="Franklin Gothic Book" w:hAnsi="Franklin Gothic Book"/>
          <w:sz w:val="24"/>
        </w:rPr>
      </w:pPr>
      <w:r>
        <w:rPr>
          <w:rFonts w:ascii="Franklin Gothic Book" w:hAnsi="Franklin Gothic Book"/>
          <w:sz w:val="24"/>
        </w:rPr>
        <w:t>Počítadlo ADP - ADAST</w:t>
      </w:r>
    </w:p>
    <w:p w14:paraId="1755E529" w14:textId="77777777" w:rsidR="00B73D16" w:rsidRPr="007F0039" w:rsidRDefault="00B73D16" w:rsidP="00B73D16">
      <w:pPr>
        <w:spacing w:after="120"/>
        <w:rPr>
          <w:rFonts w:ascii="Franklin Gothic Book" w:hAnsi="Franklin Gothic Book"/>
          <w:sz w:val="24"/>
        </w:rPr>
      </w:pPr>
      <w:r w:rsidRPr="007F0039">
        <w:rPr>
          <w:rFonts w:ascii="Franklin Gothic Book" w:hAnsi="Franklin Gothic Book"/>
          <w:sz w:val="24"/>
        </w:rPr>
        <w:t>Vakuová pumpa</w:t>
      </w:r>
      <w:r w:rsidR="00571F1F">
        <w:rPr>
          <w:rFonts w:ascii="Franklin Gothic Book" w:hAnsi="Franklin Gothic Book"/>
          <w:sz w:val="24"/>
        </w:rPr>
        <w:t xml:space="preserve"> - ASF</w:t>
      </w:r>
    </w:p>
    <w:p w14:paraId="55451835" w14:textId="77777777" w:rsidR="00B73D16" w:rsidRPr="007F0039" w:rsidRDefault="00B73D16" w:rsidP="00B73D16">
      <w:pPr>
        <w:spacing w:after="120"/>
        <w:rPr>
          <w:rFonts w:ascii="Franklin Gothic Book" w:hAnsi="Franklin Gothic Book"/>
          <w:sz w:val="24"/>
        </w:rPr>
      </w:pPr>
      <w:r w:rsidRPr="007F0039">
        <w:rPr>
          <w:rFonts w:ascii="Franklin Gothic Book" w:hAnsi="Franklin Gothic Book"/>
          <w:sz w:val="24"/>
        </w:rPr>
        <w:t>Elektromagnetický ventil</w:t>
      </w:r>
      <w:r w:rsidR="00571F1F">
        <w:rPr>
          <w:rFonts w:ascii="Franklin Gothic Book" w:hAnsi="Franklin Gothic Book"/>
          <w:sz w:val="24"/>
        </w:rPr>
        <w:t xml:space="preserve"> - ASF</w:t>
      </w:r>
    </w:p>
    <w:p w14:paraId="56BE7993" w14:textId="77777777" w:rsidR="00B73D16" w:rsidRPr="007F0039" w:rsidRDefault="00B73D16" w:rsidP="00B73D16">
      <w:pPr>
        <w:spacing w:after="120"/>
        <w:rPr>
          <w:rFonts w:ascii="Franklin Gothic Book" w:hAnsi="Franklin Gothic Book"/>
          <w:sz w:val="24"/>
        </w:rPr>
      </w:pPr>
      <w:r w:rsidRPr="007F0039">
        <w:rPr>
          <w:rFonts w:ascii="Franklin Gothic Book" w:hAnsi="Franklin Gothic Book"/>
          <w:sz w:val="24"/>
        </w:rPr>
        <w:t>Display</w:t>
      </w:r>
      <w:r w:rsidR="00571F1F">
        <w:rPr>
          <w:rFonts w:ascii="Franklin Gothic Book" w:hAnsi="Franklin Gothic Book"/>
          <w:sz w:val="24"/>
        </w:rPr>
        <w:t xml:space="preserve"> – ADAST, TATSUNO</w:t>
      </w:r>
    </w:p>
    <w:p w14:paraId="644AF1D0" w14:textId="77777777" w:rsidR="00B73D16" w:rsidRPr="007F0039" w:rsidRDefault="00B73D16" w:rsidP="00B73D16">
      <w:pPr>
        <w:spacing w:after="120"/>
        <w:rPr>
          <w:rFonts w:ascii="Franklin Gothic Book" w:hAnsi="Franklin Gothic Book"/>
          <w:sz w:val="24"/>
        </w:rPr>
      </w:pPr>
      <w:r w:rsidRPr="007F0039">
        <w:rPr>
          <w:rFonts w:ascii="Franklin Gothic Book" w:hAnsi="Franklin Gothic Book"/>
          <w:sz w:val="24"/>
        </w:rPr>
        <w:t>Kompletní segment do totemu</w:t>
      </w:r>
      <w:r w:rsidR="00571F1F">
        <w:rPr>
          <w:rFonts w:ascii="Franklin Gothic Book" w:hAnsi="Franklin Gothic Book"/>
          <w:sz w:val="24"/>
        </w:rPr>
        <w:t xml:space="preserve"> - GEMA</w:t>
      </w:r>
    </w:p>
    <w:p w14:paraId="2A2BAA9B" w14:textId="77777777" w:rsidR="00B73D16" w:rsidRPr="007F0039" w:rsidRDefault="00B73D16" w:rsidP="00B73D16">
      <w:pPr>
        <w:spacing w:after="120"/>
        <w:rPr>
          <w:rFonts w:ascii="Franklin Gothic Book" w:hAnsi="Franklin Gothic Book"/>
          <w:sz w:val="24"/>
        </w:rPr>
      </w:pPr>
      <w:r w:rsidRPr="007F0039">
        <w:rPr>
          <w:rFonts w:ascii="Franklin Gothic Book" w:hAnsi="Franklin Gothic Book"/>
          <w:sz w:val="24"/>
        </w:rPr>
        <w:t>Dveře stojanu</w:t>
      </w:r>
      <w:r w:rsidR="00571F1F">
        <w:rPr>
          <w:rFonts w:ascii="Franklin Gothic Book" w:hAnsi="Franklin Gothic Book"/>
          <w:sz w:val="24"/>
        </w:rPr>
        <w:t xml:space="preserve"> – ADAST, TATSUNO</w:t>
      </w:r>
    </w:p>
    <w:p w14:paraId="683CC151" w14:textId="77777777" w:rsidR="00B73D16" w:rsidRPr="007F0039" w:rsidRDefault="00B73D16" w:rsidP="00B73D16">
      <w:pPr>
        <w:spacing w:after="120"/>
        <w:rPr>
          <w:rFonts w:ascii="Franklin Gothic Book" w:hAnsi="Franklin Gothic Book"/>
          <w:sz w:val="24"/>
        </w:rPr>
      </w:pPr>
      <w:r w:rsidRPr="007F0039">
        <w:rPr>
          <w:rFonts w:ascii="Franklin Gothic Book" w:hAnsi="Franklin Gothic Book"/>
          <w:sz w:val="24"/>
        </w:rPr>
        <w:t>Střecha stojanu</w:t>
      </w:r>
      <w:r w:rsidR="00571F1F">
        <w:rPr>
          <w:rFonts w:ascii="Franklin Gothic Book" w:hAnsi="Franklin Gothic Book"/>
          <w:sz w:val="24"/>
        </w:rPr>
        <w:t xml:space="preserve"> - ADAST, TATSUNO</w:t>
      </w:r>
    </w:p>
    <w:p w14:paraId="7DD1256D" w14:textId="77777777" w:rsidR="00571F1F" w:rsidRDefault="00B73D16" w:rsidP="00571F1F">
      <w:pPr>
        <w:spacing w:after="120"/>
        <w:rPr>
          <w:rFonts w:ascii="Franklin Gothic Book" w:hAnsi="Franklin Gothic Book"/>
          <w:sz w:val="24"/>
        </w:rPr>
      </w:pPr>
      <w:r w:rsidRPr="007F0039">
        <w:rPr>
          <w:rFonts w:ascii="Franklin Gothic Book" w:hAnsi="Franklin Gothic Book"/>
          <w:sz w:val="24"/>
        </w:rPr>
        <w:t>Zadní velké víko stojanu</w:t>
      </w:r>
      <w:r w:rsidR="00571F1F">
        <w:rPr>
          <w:rFonts w:ascii="Franklin Gothic Book" w:hAnsi="Franklin Gothic Book"/>
          <w:sz w:val="24"/>
        </w:rPr>
        <w:t xml:space="preserve"> - ADAST, TATSUNO</w:t>
      </w:r>
    </w:p>
    <w:p w14:paraId="5B95C11B" w14:textId="77777777" w:rsidR="00571F1F" w:rsidRPr="007F0039" w:rsidRDefault="00571F1F" w:rsidP="00571F1F">
      <w:pPr>
        <w:spacing w:after="120"/>
        <w:rPr>
          <w:rFonts w:ascii="Franklin Gothic Book" w:hAnsi="Franklin Gothic Book"/>
          <w:sz w:val="24"/>
        </w:rPr>
      </w:pPr>
      <w:r>
        <w:rPr>
          <w:rFonts w:ascii="Franklin Gothic Book" w:hAnsi="Franklin Gothic Book"/>
          <w:sz w:val="24"/>
        </w:rPr>
        <w:t>Kompresor</w:t>
      </w:r>
      <w:r w:rsidR="00D31240">
        <w:rPr>
          <w:rFonts w:ascii="Franklin Gothic Book" w:hAnsi="Franklin Gothic Book"/>
          <w:sz w:val="24"/>
        </w:rPr>
        <w:t xml:space="preserve"> </w:t>
      </w:r>
      <w:r>
        <w:rPr>
          <w:rFonts w:ascii="Franklin Gothic Book" w:hAnsi="Franklin Gothic Book"/>
          <w:sz w:val="24"/>
        </w:rPr>
        <w:t>ORLÍK</w:t>
      </w:r>
      <w:r w:rsidR="00D31240">
        <w:rPr>
          <w:rFonts w:ascii="Franklin Gothic Book" w:hAnsi="Franklin Gothic Book"/>
          <w:sz w:val="24"/>
        </w:rPr>
        <w:t xml:space="preserve"> - bez vzdušníku </w:t>
      </w:r>
    </w:p>
    <w:p w14:paraId="1B1E020D" w14:textId="77777777" w:rsidR="00B73D16" w:rsidRPr="007F0039" w:rsidRDefault="00B73D16" w:rsidP="00B73D16">
      <w:pPr>
        <w:spacing w:after="120"/>
        <w:rPr>
          <w:rFonts w:ascii="Franklin Gothic Book" w:hAnsi="Franklin Gothic Book"/>
          <w:sz w:val="24"/>
        </w:rPr>
      </w:pPr>
    </w:p>
    <w:p w14:paraId="69416D02" w14:textId="77777777" w:rsidR="00B73D16" w:rsidRPr="007F0039" w:rsidRDefault="00B73D16" w:rsidP="00B73D16">
      <w:pPr>
        <w:spacing w:after="120"/>
        <w:rPr>
          <w:rFonts w:ascii="Franklin Gothic Book" w:hAnsi="Franklin Gothic Book"/>
          <w:sz w:val="24"/>
        </w:rPr>
      </w:pPr>
    </w:p>
    <w:p w14:paraId="0DFFE016" w14:textId="77777777" w:rsidR="00B73D16" w:rsidRPr="007F0039" w:rsidRDefault="00B73D16" w:rsidP="00B73D16">
      <w:pPr>
        <w:spacing w:after="120"/>
        <w:rPr>
          <w:rFonts w:ascii="Franklin Gothic Book" w:hAnsi="Franklin Gothic Book"/>
          <w:sz w:val="24"/>
        </w:rPr>
      </w:pPr>
    </w:p>
    <w:p w14:paraId="2C447739" w14:textId="77777777" w:rsidR="004A3A5C" w:rsidRPr="00CC67F9" w:rsidRDefault="00D4109E" w:rsidP="00B73D16">
      <w:pPr>
        <w:rPr>
          <w:b/>
        </w:rPr>
      </w:pPr>
      <w:r>
        <w:rPr>
          <w:b/>
          <w:noProof/>
          <w:sz w:val="28"/>
          <w:szCs w:val="28"/>
        </w:rPr>
        <w:t xml:space="preserve"> </w:t>
      </w:r>
      <w:bookmarkStart w:id="0" w:name="_Toc263143227"/>
      <w:bookmarkStart w:id="1" w:name="_Ref334607958"/>
      <w:bookmarkStart w:id="2" w:name="_Toc273535867"/>
    </w:p>
    <w:bookmarkEnd w:id="0"/>
    <w:bookmarkEnd w:id="1"/>
    <w:bookmarkEnd w:id="2"/>
    <w:p w14:paraId="599E8745" w14:textId="77777777" w:rsidR="00EE642B" w:rsidRDefault="00EE642B" w:rsidP="00523727">
      <w:pPr>
        <w:pStyle w:val="02-ODST-2"/>
        <w:numPr>
          <w:ilvl w:val="0"/>
          <w:numId w:val="0"/>
        </w:numPr>
        <w:ind w:left="567"/>
      </w:pPr>
    </w:p>
    <w:sectPr w:rsidR="00EE642B" w:rsidSect="00403D5D">
      <w:headerReference w:type="default" r:id="rId8"/>
      <w:footerReference w:type="default" r:id="rId9"/>
      <w:pgSz w:w="11906" w:h="16838"/>
      <w:pgMar w:top="1702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49697" w14:textId="77777777" w:rsidR="00324DB3" w:rsidRDefault="00324DB3">
      <w:r>
        <w:separator/>
      </w:r>
    </w:p>
  </w:endnote>
  <w:endnote w:type="continuationSeparator" w:id="0">
    <w:p w14:paraId="094F5F56" w14:textId="77777777" w:rsidR="00324DB3" w:rsidRDefault="00324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29BDD" w14:textId="77777777" w:rsidR="001E2919" w:rsidRDefault="001E2919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DB6C09D" wp14:editId="57081183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20CE8B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"/>
          </w:pict>
        </mc:Fallback>
      </mc:AlternateContent>
    </w:r>
  </w:p>
  <w:p w14:paraId="76925848" w14:textId="77777777" w:rsidR="001E2919" w:rsidRDefault="001E2919">
    <w:pPr>
      <w:pStyle w:val="Zpat"/>
    </w:pP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D31240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D31240">
      <w:rPr>
        <w:rStyle w:val="slostrnky"/>
        <w:noProof/>
      </w:rPr>
      <w:t>1</w:t>
    </w:r>
    <w:r>
      <w:rPr>
        <w:rStyle w:val="slostrnky"/>
      </w:rPr>
      <w:fldChar w:fldCharType="end"/>
    </w:r>
  </w:p>
  <w:p w14:paraId="6751AAAE" w14:textId="77777777" w:rsidR="001E2919" w:rsidRDefault="001E29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60BB6" w14:textId="77777777" w:rsidR="00324DB3" w:rsidRDefault="00324DB3">
      <w:r>
        <w:separator/>
      </w:r>
    </w:p>
  </w:footnote>
  <w:footnote w:type="continuationSeparator" w:id="0">
    <w:p w14:paraId="2B9FC6AD" w14:textId="77777777" w:rsidR="00324DB3" w:rsidRDefault="00324D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29200" w14:textId="77777777" w:rsidR="001E2919" w:rsidRDefault="001E2919">
    <w:pPr>
      <w:pStyle w:val="Zhlav"/>
    </w:pPr>
    <w:r>
      <w:rPr>
        <w:noProof/>
      </w:rPr>
      <w:drawing>
        <wp:anchor distT="0" distB="0" distL="114300" distR="114300" simplePos="0" relativeHeight="251659776" behindDoc="0" locked="0" layoutInCell="1" allowOverlap="1" wp14:anchorId="18855137" wp14:editId="4D897768">
          <wp:simplePos x="0" y="0"/>
          <wp:positionH relativeFrom="column">
            <wp:posOffset>1685763</wp:posOffset>
          </wp:positionH>
          <wp:positionV relativeFrom="paragraph">
            <wp:posOffset>-148590</wp:posOffset>
          </wp:positionV>
          <wp:extent cx="2857500" cy="560705"/>
          <wp:effectExtent l="0" t="0" r="0" b="0"/>
          <wp:wrapNone/>
          <wp:docPr id="3" name="obrázek 2" descr="CEPRO EuroOil_spojena l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EPRO EuroOil_spojena l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A3880"/>
    <w:multiLevelType w:val="hybridMultilevel"/>
    <w:tmpl w:val="F7FC1808"/>
    <w:lvl w:ilvl="0" w:tplc="040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128D6237"/>
    <w:multiLevelType w:val="hybridMultilevel"/>
    <w:tmpl w:val="383CCC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526A4"/>
    <w:multiLevelType w:val="hybridMultilevel"/>
    <w:tmpl w:val="51B629CE"/>
    <w:lvl w:ilvl="0" w:tplc="34B8BF24">
      <w:start w:val="1"/>
      <w:numFmt w:val="bullet"/>
      <w:pStyle w:val="Odrky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7194684"/>
    <w:multiLevelType w:val="hybridMultilevel"/>
    <w:tmpl w:val="CCCE850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55E79"/>
    <w:multiLevelType w:val="hybridMultilevel"/>
    <w:tmpl w:val="213679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9B69D2"/>
    <w:multiLevelType w:val="multilevel"/>
    <w:tmpl w:val="583C78F2"/>
    <w:lvl w:ilvl="0">
      <w:start w:val="1"/>
      <w:numFmt w:val="decimal"/>
      <w:pStyle w:val="Nadpis1"/>
      <w:suff w:val="space"/>
      <w:lvlText w:val="%1."/>
      <w:lvlJc w:val="left"/>
      <w:pPr>
        <w:ind w:left="15" w:firstLine="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50"/>
        </w:tabs>
        <w:ind w:left="550" w:hanging="550"/>
      </w:pPr>
      <w:rPr>
        <w:rFonts w:hint="default"/>
      </w:rPr>
    </w:lvl>
    <w:lvl w:ilvl="2">
      <w:start w:val="1"/>
      <w:numFmt w:val="decimal"/>
      <w:pStyle w:val="Odstavec3"/>
      <w:lvlText w:val="%1.%2.%3."/>
      <w:lvlJc w:val="left"/>
      <w:pPr>
        <w:tabs>
          <w:tab w:val="num" w:pos="767"/>
        </w:tabs>
        <w:ind w:left="7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2"/>
        </w:tabs>
        <w:ind w:left="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57"/>
        </w:tabs>
        <w:ind w:left="115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72"/>
        </w:tabs>
        <w:ind w:left="117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47"/>
        </w:tabs>
        <w:ind w:left="154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2"/>
        </w:tabs>
        <w:ind w:left="15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37"/>
        </w:tabs>
        <w:ind w:left="1937" w:hanging="1800"/>
      </w:pPr>
      <w:rPr>
        <w:rFonts w:hint="default"/>
      </w:rPr>
    </w:lvl>
  </w:abstractNum>
  <w:abstractNum w:abstractNumId="6" w15:restartNumberingAfterBreak="0">
    <w:nsid w:val="21B30C11"/>
    <w:multiLevelType w:val="hybridMultilevel"/>
    <w:tmpl w:val="111009A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9A07EF"/>
    <w:multiLevelType w:val="hybridMultilevel"/>
    <w:tmpl w:val="3886D174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14F63EB"/>
    <w:multiLevelType w:val="hybridMultilevel"/>
    <w:tmpl w:val="E0244A1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CD50A6"/>
    <w:multiLevelType w:val="hybridMultilevel"/>
    <w:tmpl w:val="86B42F2C"/>
    <w:lvl w:ilvl="0" w:tplc="48707F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E70907"/>
    <w:multiLevelType w:val="hybridMultilevel"/>
    <w:tmpl w:val="03AAC988"/>
    <w:lvl w:ilvl="0" w:tplc="0405000B">
      <w:start w:val="1"/>
      <w:numFmt w:val="bullet"/>
      <w:lvlText w:val=""/>
      <w:lvlJc w:val="left"/>
      <w:pPr>
        <w:ind w:left="190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62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4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6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8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0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2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4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69" w:hanging="360"/>
      </w:pPr>
      <w:rPr>
        <w:rFonts w:ascii="Wingdings" w:hAnsi="Wingdings" w:hint="default"/>
      </w:rPr>
    </w:lvl>
  </w:abstractNum>
  <w:abstractNum w:abstractNumId="11" w15:restartNumberingAfterBreak="0">
    <w:nsid w:val="37AE3E65"/>
    <w:multiLevelType w:val="hybridMultilevel"/>
    <w:tmpl w:val="F72CDCC0"/>
    <w:lvl w:ilvl="0" w:tplc="0405000B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4217AE"/>
    <w:multiLevelType w:val="hybridMultilevel"/>
    <w:tmpl w:val="6CE85F5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A94782"/>
    <w:multiLevelType w:val="hybridMultilevel"/>
    <w:tmpl w:val="6114A336"/>
    <w:lvl w:ilvl="0" w:tplc="040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 w15:restartNumberingAfterBreak="0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537A2F18"/>
    <w:multiLevelType w:val="hybridMultilevel"/>
    <w:tmpl w:val="E0082CC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3B4FA1"/>
    <w:multiLevelType w:val="hybridMultilevel"/>
    <w:tmpl w:val="61489732"/>
    <w:lvl w:ilvl="0" w:tplc="DED8B7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9" w15:restartNumberingAfterBreak="0">
    <w:nsid w:val="6504202F"/>
    <w:multiLevelType w:val="multilevel"/>
    <w:tmpl w:val="15969A60"/>
    <w:lvl w:ilvl="0">
      <w:start w:val="1"/>
      <w:numFmt w:val="ordinal"/>
      <w:pStyle w:val="01-L"/>
      <w:suff w:val="space"/>
      <w:lvlText w:val="Čl. %1"/>
      <w:lvlJc w:val="left"/>
      <w:pPr>
        <w:ind w:left="3573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  <w:b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789"/>
        </w:tabs>
        <w:ind w:left="1559" w:hanging="850"/>
      </w:pPr>
      <w:rPr>
        <w:rFonts w:hint="default"/>
        <w:b w:val="0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0" w15:restartNumberingAfterBreak="0">
    <w:nsid w:val="67310103"/>
    <w:multiLevelType w:val="hybridMultilevel"/>
    <w:tmpl w:val="1E7A7BD0"/>
    <w:lvl w:ilvl="0" w:tplc="040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bodu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decimal"/>
      <w:pStyle w:val="ZKON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pStyle w:val="Textpsmene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22" w15:restartNumberingAfterBreak="0">
    <w:nsid w:val="763E0890"/>
    <w:multiLevelType w:val="hybridMultilevel"/>
    <w:tmpl w:val="E1FAE7A4"/>
    <w:lvl w:ilvl="0" w:tplc="04050003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2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9" w:hanging="360"/>
      </w:pPr>
      <w:rPr>
        <w:rFonts w:ascii="Wingdings" w:hAnsi="Wingdings" w:hint="default"/>
      </w:rPr>
    </w:lvl>
  </w:abstractNum>
  <w:abstractNum w:abstractNumId="23" w15:restartNumberingAfterBreak="0">
    <w:nsid w:val="7CB05100"/>
    <w:multiLevelType w:val="hybridMultilevel"/>
    <w:tmpl w:val="531A9C80"/>
    <w:lvl w:ilvl="0" w:tplc="040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7D3B1B79"/>
    <w:multiLevelType w:val="hybridMultilevel"/>
    <w:tmpl w:val="A4446414"/>
    <w:lvl w:ilvl="0" w:tplc="2D66F0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533163"/>
    <w:multiLevelType w:val="hybridMultilevel"/>
    <w:tmpl w:val="BE1A6D4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4439543">
    <w:abstractNumId w:val="12"/>
  </w:num>
  <w:num w:numId="2" w16cid:durableId="235745243">
    <w:abstractNumId w:val="18"/>
  </w:num>
  <w:num w:numId="3" w16cid:durableId="1047947589">
    <w:abstractNumId w:val="19"/>
  </w:num>
  <w:num w:numId="4" w16cid:durableId="861747649">
    <w:abstractNumId w:val="5"/>
  </w:num>
  <w:num w:numId="5" w16cid:durableId="958490569">
    <w:abstractNumId w:val="15"/>
  </w:num>
  <w:num w:numId="6" w16cid:durableId="8622101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95638">
    <w:abstractNumId w:val="21"/>
  </w:num>
  <w:num w:numId="8" w16cid:durableId="881402366">
    <w:abstractNumId w:val="9"/>
  </w:num>
  <w:num w:numId="9" w16cid:durableId="507865848">
    <w:abstractNumId w:val="2"/>
  </w:num>
  <w:num w:numId="10" w16cid:durableId="1462259956">
    <w:abstractNumId w:val="17"/>
  </w:num>
  <w:num w:numId="11" w16cid:durableId="893812087">
    <w:abstractNumId w:val="0"/>
  </w:num>
  <w:num w:numId="12" w16cid:durableId="99305665">
    <w:abstractNumId w:val="10"/>
  </w:num>
  <w:num w:numId="13" w16cid:durableId="1270697084">
    <w:abstractNumId w:val="14"/>
  </w:num>
  <w:num w:numId="14" w16cid:durableId="2061711251">
    <w:abstractNumId w:val="4"/>
  </w:num>
  <w:num w:numId="15" w16cid:durableId="193925364">
    <w:abstractNumId w:val="23"/>
  </w:num>
  <w:num w:numId="16" w16cid:durableId="1059091612">
    <w:abstractNumId w:val="13"/>
  </w:num>
  <w:num w:numId="17" w16cid:durableId="32847747">
    <w:abstractNumId w:val="1"/>
  </w:num>
  <w:num w:numId="18" w16cid:durableId="284626876">
    <w:abstractNumId w:val="16"/>
  </w:num>
  <w:num w:numId="19" w16cid:durableId="1327511250">
    <w:abstractNumId w:val="8"/>
  </w:num>
  <w:num w:numId="20" w16cid:durableId="1947544432">
    <w:abstractNumId w:val="6"/>
  </w:num>
  <w:num w:numId="21" w16cid:durableId="1856723589">
    <w:abstractNumId w:val="7"/>
  </w:num>
  <w:num w:numId="22" w16cid:durableId="1218779089">
    <w:abstractNumId w:val="20"/>
  </w:num>
  <w:num w:numId="23" w16cid:durableId="909776858">
    <w:abstractNumId w:val="3"/>
  </w:num>
  <w:num w:numId="24" w16cid:durableId="25451556">
    <w:abstractNumId w:val="11"/>
  </w:num>
  <w:num w:numId="25" w16cid:durableId="2082024647">
    <w:abstractNumId w:val="24"/>
  </w:num>
  <w:num w:numId="26" w16cid:durableId="1852641346">
    <w:abstractNumId w:val="22"/>
  </w:num>
  <w:num w:numId="27" w16cid:durableId="846873238">
    <w:abstractNumId w:val="25"/>
  </w:num>
  <w:num w:numId="28" w16cid:durableId="1390574842">
    <w:abstractNumId w:val="18"/>
    <w:lvlOverride w:ilvl="0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SortMethod w:val="0000"/>
  <w:defaultTabStop w:val="284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411"/>
    <w:rsid w:val="00003963"/>
    <w:rsid w:val="00004421"/>
    <w:rsid w:val="000047D6"/>
    <w:rsid w:val="00007CE1"/>
    <w:rsid w:val="000112D3"/>
    <w:rsid w:val="000126F2"/>
    <w:rsid w:val="00012C52"/>
    <w:rsid w:val="00021621"/>
    <w:rsid w:val="00021B86"/>
    <w:rsid w:val="00043290"/>
    <w:rsid w:val="0005086B"/>
    <w:rsid w:val="00053CBF"/>
    <w:rsid w:val="000619AF"/>
    <w:rsid w:val="00061AD9"/>
    <w:rsid w:val="00064115"/>
    <w:rsid w:val="00064F7B"/>
    <w:rsid w:val="00065F80"/>
    <w:rsid w:val="0006724A"/>
    <w:rsid w:val="00070FF1"/>
    <w:rsid w:val="00070FFC"/>
    <w:rsid w:val="00071B04"/>
    <w:rsid w:val="00073AA6"/>
    <w:rsid w:val="00074602"/>
    <w:rsid w:val="00075F6E"/>
    <w:rsid w:val="000801CE"/>
    <w:rsid w:val="00082D0E"/>
    <w:rsid w:val="00084721"/>
    <w:rsid w:val="00087904"/>
    <w:rsid w:val="00091F6C"/>
    <w:rsid w:val="00096C69"/>
    <w:rsid w:val="00096E1D"/>
    <w:rsid w:val="000A002D"/>
    <w:rsid w:val="000A0DAA"/>
    <w:rsid w:val="000A0E5B"/>
    <w:rsid w:val="000A23E7"/>
    <w:rsid w:val="000A4858"/>
    <w:rsid w:val="000A6D07"/>
    <w:rsid w:val="000A7F59"/>
    <w:rsid w:val="000B00DE"/>
    <w:rsid w:val="000B021F"/>
    <w:rsid w:val="000B52BC"/>
    <w:rsid w:val="000C2A3D"/>
    <w:rsid w:val="000C3064"/>
    <w:rsid w:val="000C7D7C"/>
    <w:rsid w:val="000C7E40"/>
    <w:rsid w:val="000D19D8"/>
    <w:rsid w:val="000D5A72"/>
    <w:rsid w:val="000D640B"/>
    <w:rsid w:val="000D7C60"/>
    <w:rsid w:val="000E0096"/>
    <w:rsid w:val="000E04E9"/>
    <w:rsid w:val="000E0863"/>
    <w:rsid w:val="000E621C"/>
    <w:rsid w:val="000E6FFB"/>
    <w:rsid w:val="000F0508"/>
    <w:rsid w:val="000F42B0"/>
    <w:rsid w:val="001053C9"/>
    <w:rsid w:val="0011023C"/>
    <w:rsid w:val="00110EBF"/>
    <w:rsid w:val="00117E25"/>
    <w:rsid w:val="00120B4C"/>
    <w:rsid w:val="0012140A"/>
    <w:rsid w:val="00130A56"/>
    <w:rsid w:val="001317C7"/>
    <w:rsid w:val="0013301E"/>
    <w:rsid w:val="00133126"/>
    <w:rsid w:val="001356C3"/>
    <w:rsid w:val="00136641"/>
    <w:rsid w:val="0013672D"/>
    <w:rsid w:val="00143D68"/>
    <w:rsid w:val="001519C0"/>
    <w:rsid w:val="00157C7B"/>
    <w:rsid w:val="0016094E"/>
    <w:rsid w:val="001655E6"/>
    <w:rsid w:val="001761AC"/>
    <w:rsid w:val="00183C19"/>
    <w:rsid w:val="001843E8"/>
    <w:rsid w:val="00185D5D"/>
    <w:rsid w:val="00187B91"/>
    <w:rsid w:val="00187FF4"/>
    <w:rsid w:val="001904BD"/>
    <w:rsid w:val="00190550"/>
    <w:rsid w:val="00195861"/>
    <w:rsid w:val="001975FD"/>
    <w:rsid w:val="001A0FBC"/>
    <w:rsid w:val="001A138A"/>
    <w:rsid w:val="001B1A97"/>
    <w:rsid w:val="001B2A65"/>
    <w:rsid w:val="001B349F"/>
    <w:rsid w:val="001B45CC"/>
    <w:rsid w:val="001C080B"/>
    <w:rsid w:val="001C3786"/>
    <w:rsid w:val="001C48C5"/>
    <w:rsid w:val="001D59CD"/>
    <w:rsid w:val="001D5B3C"/>
    <w:rsid w:val="001D5FCD"/>
    <w:rsid w:val="001E2653"/>
    <w:rsid w:val="001E2919"/>
    <w:rsid w:val="001E2D87"/>
    <w:rsid w:val="001E434F"/>
    <w:rsid w:val="001F02A4"/>
    <w:rsid w:val="001F1CF2"/>
    <w:rsid w:val="001F32E0"/>
    <w:rsid w:val="001F33F8"/>
    <w:rsid w:val="001F66E4"/>
    <w:rsid w:val="001F7EA3"/>
    <w:rsid w:val="00205625"/>
    <w:rsid w:val="002063DC"/>
    <w:rsid w:val="00207C57"/>
    <w:rsid w:val="002101CF"/>
    <w:rsid w:val="00213465"/>
    <w:rsid w:val="00215599"/>
    <w:rsid w:val="0021642E"/>
    <w:rsid w:val="00220BED"/>
    <w:rsid w:val="002222D7"/>
    <w:rsid w:val="00222689"/>
    <w:rsid w:val="002229EF"/>
    <w:rsid w:val="00225234"/>
    <w:rsid w:val="00231D7B"/>
    <w:rsid w:val="002342EB"/>
    <w:rsid w:val="0023650E"/>
    <w:rsid w:val="00236A2C"/>
    <w:rsid w:val="0023700B"/>
    <w:rsid w:val="00240687"/>
    <w:rsid w:val="002426D4"/>
    <w:rsid w:val="0024344B"/>
    <w:rsid w:val="0025498C"/>
    <w:rsid w:val="002567A9"/>
    <w:rsid w:val="00257CAD"/>
    <w:rsid w:val="00260C22"/>
    <w:rsid w:val="00263A00"/>
    <w:rsid w:val="002641A3"/>
    <w:rsid w:val="002718BE"/>
    <w:rsid w:val="00272352"/>
    <w:rsid w:val="00277194"/>
    <w:rsid w:val="002813F9"/>
    <w:rsid w:val="00282537"/>
    <w:rsid w:val="002828CC"/>
    <w:rsid w:val="002866C3"/>
    <w:rsid w:val="00286BD0"/>
    <w:rsid w:val="00287681"/>
    <w:rsid w:val="00287789"/>
    <w:rsid w:val="002879EE"/>
    <w:rsid w:val="0029056B"/>
    <w:rsid w:val="002928D9"/>
    <w:rsid w:val="002A0305"/>
    <w:rsid w:val="002A06D2"/>
    <w:rsid w:val="002A1D2E"/>
    <w:rsid w:val="002A2DCF"/>
    <w:rsid w:val="002A65B9"/>
    <w:rsid w:val="002B1E9C"/>
    <w:rsid w:val="002B2EF9"/>
    <w:rsid w:val="002B5A68"/>
    <w:rsid w:val="002B5AC8"/>
    <w:rsid w:val="002B79F2"/>
    <w:rsid w:val="002B7FB8"/>
    <w:rsid w:val="002C0734"/>
    <w:rsid w:val="002C09C3"/>
    <w:rsid w:val="002C2096"/>
    <w:rsid w:val="002C314C"/>
    <w:rsid w:val="002D3F94"/>
    <w:rsid w:val="002D7C86"/>
    <w:rsid w:val="002E3D96"/>
    <w:rsid w:val="002E6591"/>
    <w:rsid w:val="002F50E4"/>
    <w:rsid w:val="0030237E"/>
    <w:rsid w:val="003042D8"/>
    <w:rsid w:val="00306C19"/>
    <w:rsid w:val="00312F6D"/>
    <w:rsid w:val="003134A0"/>
    <w:rsid w:val="003153C0"/>
    <w:rsid w:val="003156E0"/>
    <w:rsid w:val="00316209"/>
    <w:rsid w:val="00316437"/>
    <w:rsid w:val="00316D5A"/>
    <w:rsid w:val="00324D75"/>
    <w:rsid w:val="00324DB3"/>
    <w:rsid w:val="0032678F"/>
    <w:rsid w:val="003318F1"/>
    <w:rsid w:val="0033325B"/>
    <w:rsid w:val="00333DFF"/>
    <w:rsid w:val="00336DFD"/>
    <w:rsid w:val="00341D8D"/>
    <w:rsid w:val="00345ADB"/>
    <w:rsid w:val="003467A6"/>
    <w:rsid w:val="00352863"/>
    <w:rsid w:val="00353261"/>
    <w:rsid w:val="003536A3"/>
    <w:rsid w:val="00353F8D"/>
    <w:rsid w:val="0035626F"/>
    <w:rsid w:val="003610A9"/>
    <w:rsid w:val="003619A2"/>
    <w:rsid w:val="003621D4"/>
    <w:rsid w:val="00362E84"/>
    <w:rsid w:val="00363594"/>
    <w:rsid w:val="00375363"/>
    <w:rsid w:val="00375A4F"/>
    <w:rsid w:val="003868B8"/>
    <w:rsid w:val="00390346"/>
    <w:rsid w:val="00391693"/>
    <w:rsid w:val="00393734"/>
    <w:rsid w:val="00393B48"/>
    <w:rsid w:val="00393EC1"/>
    <w:rsid w:val="003A6319"/>
    <w:rsid w:val="003A6496"/>
    <w:rsid w:val="003A6C1E"/>
    <w:rsid w:val="003A790B"/>
    <w:rsid w:val="003B26C8"/>
    <w:rsid w:val="003B480C"/>
    <w:rsid w:val="003B5362"/>
    <w:rsid w:val="003B749D"/>
    <w:rsid w:val="003C0791"/>
    <w:rsid w:val="003C2989"/>
    <w:rsid w:val="003C640C"/>
    <w:rsid w:val="003D0297"/>
    <w:rsid w:val="003D1F80"/>
    <w:rsid w:val="003D219A"/>
    <w:rsid w:val="003D2F8A"/>
    <w:rsid w:val="003D3E1B"/>
    <w:rsid w:val="003D46ED"/>
    <w:rsid w:val="003D4FC5"/>
    <w:rsid w:val="003D76CC"/>
    <w:rsid w:val="003E28C8"/>
    <w:rsid w:val="003E61E4"/>
    <w:rsid w:val="003F40C2"/>
    <w:rsid w:val="003F4B6C"/>
    <w:rsid w:val="003F6953"/>
    <w:rsid w:val="00400555"/>
    <w:rsid w:val="004021D7"/>
    <w:rsid w:val="00403D5D"/>
    <w:rsid w:val="00407F83"/>
    <w:rsid w:val="004105ED"/>
    <w:rsid w:val="004131A1"/>
    <w:rsid w:val="0041518C"/>
    <w:rsid w:val="004257EF"/>
    <w:rsid w:val="00426D8D"/>
    <w:rsid w:val="00430AFC"/>
    <w:rsid w:val="004311A4"/>
    <w:rsid w:val="00431A7A"/>
    <w:rsid w:val="00434061"/>
    <w:rsid w:val="00436512"/>
    <w:rsid w:val="00436E49"/>
    <w:rsid w:val="00441A73"/>
    <w:rsid w:val="00447F7F"/>
    <w:rsid w:val="004517CD"/>
    <w:rsid w:val="00452526"/>
    <w:rsid w:val="004526A8"/>
    <w:rsid w:val="004536B8"/>
    <w:rsid w:val="00453EA2"/>
    <w:rsid w:val="00455BE6"/>
    <w:rsid w:val="00457456"/>
    <w:rsid w:val="00475958"/>
    <w:rsid w:val="00476D37"/>
    <w:rsid w:val="00481724"/>
    <w:rsid w:val="00482252"/>
    <w:rsid w:val="0048472C"/>
    <w:rsid w:val="00490AB1"/>
    <w:rsid w:val="00493951"/>
    <w:rsid w:val="004A012A"/>
    <w:rsid w:val="004A0B76"/>
    <w:rsid w:val="004A1820"/>
    <w:rsid w:val="004A3A5C"/>
    <w:rsid w:val="004B0A61"/>
    <w:rsid w:val="004B0E36"/>
    <w:rsid w:val="004B3C41"/>
    <w:rsid w:val="004B7D62"/>
    <w:rsid w:val="004B7FB7"/>
    <w:rsid w:val="004C0F4E"/>
    <w:rsid w:val="004C1BAB"/>
    <w:rsid w:val="004C3A44"/>
    <w:rsid w:val="004C46CB"/>
    <w:rsid w:val="004C4B8F"/>
    <w:rsid w:val="004C66E9"/>
    <w:rsid w:val="004C7722"/>
    <w:rsid w:val="004C7E07"/>
    <w:rsid w:val="004D0C82"/>
    <w:rsid w:val="004D1A48"/>
    <w:rsid w:val="004D289C"/>
    <w:rsid w:val="004D791D"/>
    <w:rsid w:val="004E0E07"/>
    <w:rsid w:val="004E4B2E"/>
    <w:rsid w:val="004E65D5"/>
    <w:rsid w:val="004F039E"/>
    <w:rsid w:val="004F05DD"/>
    <w:rsid w:val="004F5000"/>
    <w:rsid w:val="00501E94"/>
    <w:rsid w:val="0050252C"/>
    <w:rsid w:val="00503680"/>
    <w:rsid w:val="00510DF3"/>
    <w:rsid w:val="0051139F"/>
    <w:rsid w:val="00512BEF"/>
    <w:rsid w:val="00514D21"/>
    <w:rsid w:val="0052049C"/>
    <w:rsid w:val="00520A24"/>
    <w:rsid w:val="00523727"/>
    <w:rsid w:val="00525332"/>
    <w:rsid w:val="00525DC1"/>
    <w:rsid w:val="00526CEB"/>
    <w:rsid w:val="00527021"/>
    <w:rsid w:val="00533B18"/>
    <w:rsid w:val="00535E22"/>
    <w:rsid w:val="005361C0"/>
    <w:rsid w:val="00536FC2"/>
    <w:rsid w:val="00541E5F"/>
    <w:rsid w:val="005433C8"/>
    <w:rsid w:val="00552884"/>
    <w:rsid w:val="00552A23"/>
    <w:rsid w:val="005535A0"/>
    <w:rsid w:val="00555011"/>
    <w:rsid w:val="00557A57"/>
    <w:rsid w:val="00560855"/>
    <w:rsid w:val="005614CA"/>
    <w:rsid w:val="00567909"/>
    <w:rsid w:val="00571F1F"/>
    <w:rsid w:val="00584106"/>
    <w:rsid w:val="00587E7C"/>
    <w:rsid w:val="005913CA"/>
    <w:rsid w:val="005924E3"/>
    <w:rsid w:val="005979D7"/>
    <w:rsid w:val="005A0395"/>
    <w:rsid w:val="005A1A38"/>
    <w:rsid w:val="005A7436"/>
    <w:rsid w:val="005B417E"/>
    <w:rsid w:val="005B55E9"/>
    <w:rsid w:val="005C52E8"/>
    <w:rsid w:val="005C7203"/>
    <w:rsid w:val="005D0CE1"/>
    <w:rsid w:val="005D3324"/>
    <w:rsid w:val="005D6421"/>
    <w:rsid w:val="005E2FF1"/>
    <w:rsid w:val="005E38B0"/>
    <w:rsid w:val="005E6515"/>
    <w:rsid w:val="005F017E"/>
    <w:rsid w:val="005F3271"/>
    <w:rsid w:val="005F4468"/>
    <w:rsid w:val="005F5AC4"/>
    <w:rsid w:val="005F68D0"/>
    <w:rsid w:val="00605E89"/>
    <w:rsid w:val="006062F6"/>
    <w:rsid w:val="0060701D"/>
    <w:rsid w:val="00612E0D"/>
    <w:rsid w:val="006151D0"/>
    <w:rsid w:val="006156A0"/>
    <w:rsid w:val="0061712A"/>
    <w:rsid w:val="0062153B"/>
    <w:rsid w:val="00621FE2"/>
    <w:rsid w:val="00623EDB"/>
    <w:rsid w:val="00627F71"/>
    <w:rsid w:val="00631FDE"/>
    <w:rsid w:val="00634A9D"/>
    <w:rsid w:val="00635D66"/>
    <w:rsid w:val="006403E3"/>
    <w:rsid w:val="00643D14"/>
    <w:rsid w:val="006468BE"/>
    <w:rsid w:val="00652194"/>
    <w:rsid w:val="00652266"/>
    <w:rsid w:val="006545F4"/>
    <w:rsid w:val="00656D03"/>
    <w:rsid w:val="00657A84"/>
    <w:rsid w:val="00664878"/>
    <w:rsid w:val="00665102"/>
    <w:rsid w:val="00667F54"/>
    <w:rsid w:val="00670235"/>
    <w:rsid w:val="00671218"/>
    <w:rsid w:val="00671B15"/>
    <w:rsid w:val="006736EA"/>
    <w:rsid w:val="00673802"/>
    <w:rsid w:val="00674B6F"/>
    <w:rsid w:val="00674BD4"/>
    <w:rsid w:val="00675B48"/>
    <w:rsid w:val="00685648"/>
    <w:rsid w:val="00690329"/>
    <w:rsid w:val="00691F95"/>
    <w:rsid w:val="00695670"/>
    <w:rsid w:val="00695BA6"/>
    <w:rsid w:val="0069629B"/>
    <w:rsid w:val="006A4325"/>
    <w:rsid w:val="006A497A"/>
    <w:rsid w:val="006A4C5B"/>
    <w:rsid w:val="006A7A19"/>
    <w:rsid w:val="006C055B"/>
    <w:rsid w:val="006C271D"/>
    <w:rsid w:val="006D0A7D"/>
    <w:rsid w:val="006D0B1C"/>
    <w:rsid w:val="006D14B1"/>
    <w:rsid w:val="006D1B0E"/>
    <w:rsid w:val="006D3367"/>
    <w:rsid w:val="006D69A8"/>
    <w:rsid w:val="006D723C"/>
    <w:rsid w:val="006E29B4"/>
    <w:rsid w:val="006E2FAC"/>
    <w:rsid w:val="006E3664"/>
    <w:rsid w:val="006E4BA9"/>
    <w:rsid w:val="006E561E"/>
    <w:rsid w:val="006E72BC"/>
    <w:rsid w:val="006E7813"/>
    <w:rsid w:val="006F3367"/>
    <w:rsid w:val="006F7350"/>
    <w:rsid w:val="00700440"/>
    <w:rsid w:val="00701F04"/>
    <w:rsid w:val="0070379C"/>
    <w:rsid w:val="00704EAD"/>
    <w:rsid w:val="00705B59"/>
    <w:rsid w:val="007069B5"/>
    <w:rsid w:val="0070780B"/>
    <w:rsid w:val="00714A5C"/>
    <w:rsid w:val="00717575"/>
    <w:rsid w:val="0072046F"/>
    <w:rsid w:val="00722476"/>
    <w:rsid w:val="00724C1E"/>
    <w:rsid w:val="00726AD9"/>
    <w:rsid w:val="00730B4E"/>
    <w:rsid w:val="00735BF4"/>
    <w:rsid w:val="00736D60"/>
    <w:rsid w:val="00746F85"/>
    <w:rsid w:val="007504E0"/>
    <w:rsid w:val="00754567"/>
    <w:rsid w:val="0076495A"/>
    <w:rsid w:val="0076580D"/>
    <w:rsid w:val="007704C4"/>
    <w:rsid w:val="00773643"/>
    <w:rsid w:val="0077566C"/>
    <w:rsid w:val="007769B4"/>
    <w:rsid w:val="00777558"/>
    <w:rsid w:val="00785C89"/>
    <w:rsid w:val="0079150B"/>
    <w:rsid w:val="00795433"/>
    <w:rsid w:val="00796DF6"/>
    <w:rsid w:val="0079793A"/>
    <w:rsid w:val="00797D13"/>
    <w:rsid w:val="007A3366"/>
    <w:rsid w:val="007A3857"/>
    <w:rsid w:val="007B027B"/>
    <w:rsid w:val="007B1C0B"/>
    <w:rsid w:val="007B1F74"/>
    <w:rsid w:val="007B2C90"/>
    <w:rsid w:val="007B677B"/>
    <w:rsid w:val="007C17C4"/>
    <w:rsid w:val="007C1847"/>
    <w:rsid w:val="007C7B6F"/>
    <w:rsid w:val="007D11BD"/>
    <w:rsid w:val="007D4457"/>
    <w:rsid w:val="007D6EC6"/>
    <w:rsid w:val="007E0A1E"/>
    <w:rsid w:val="007E0F70"/>
    <w:rsid w:val="007E21E0"/>
    <w:rsid w:val="007E43AB"/>
    <w:rsid w:val="007E441B"/>
    <w:rsid w:val="007E4568"/>
    <w:rsid w:val="007F0259"/>
    <w:rsid w:val="007F3495"/>
    <w:rsid w:val="007F44D7"/>
    <w:rsid w:val="007F584D"/>
    <w:rsid w:val="007F67DE"/>
    <w:rsid w:val="007F79CE"/>
    <w:rsid w:val="00802797"/>
    <w:rsid w:val="0080455F"/>
    <w:rsid w:val="00810DBE"/>
    <w:rsid w:val="0081546D"/>
    <w:rsid w:val="0081773A"/>
    <w:rsid w:val="0081784B"/>
    <w:rsid w:val="0081787A"/>
    <w:rsid w:val="008206D5"/>
    <w:rsid w:val="008206E7"/>
    <w:rsid w:val="008216D6"/>
    <w:rsid w:val="00823206"/>
    <w:rsid w:val="0082598C"/>
    <w:rsid w:val="00836612"/>
    <w:rsid w:val="00837A1D"/>
    <w:rsid w:val="00841A84"/>
    <w:rsid w:val="00847658"/>
    <w:rsid w:val="00847FD0"/>
    <w:rsid w:val="008537B8"/>
    <w:rsid w:val="00853849"/>
    <w:rsid w:val="00853B98"/>
    <w:rsid w:val="00857049"/>
    <w:rsid w:val="00862758"/>
    <w:rsid w:val="00862B0C"/>
    <w:rsid w:val="008637AF"/>
    <w:rsid w:val="00863E89"/>
    <w:rsid w:val="0086472C"/>
    <w:rsid w:val="00866889"/>
    <w:rsid w:val="008733AE"/>
    <w:rsid w:val="00875408"/>
    <w:rsid w:val="00880206"/>
    <w:rsid w:val="008846B7"/>
    <w:rsid w:val="00886CE6"/>
    <w:rsid w:val="00887C8F"/>
    <w:rsid w:val="00891187"/>
    <w:rsid w:val="00891440"/>
    <w:rsid w:val="008929D5"/>
    <w:rsid w:val="008937A9"/>
    <w:rsid w:val="00893C21"/>
    <w:rsid w:val="00896689"/>
    <w:rsid w:val="00896DFF"/>
    <w:rsid w:val="008A2BDA"/>
    <w:rsid w:val="008A361D"/>
    <w:rsid w:val="008A391D"/>
    <w:rsid w:val="008A3E74"/>
    <w:rsid w:val="008A4A1D"/>
    <w:rsid w:val="008A7806"/>
    <w:rsid w:val="008B0007"/>
    <w:rsid w:val="008B12EA"/>
    <w:rsid w:val="008B6F18"/>
    <w:rsid w:val="008C3BBC"/>
    <w:rsid w:val="008C3DDB"/>
    <w:rsid w:val="008C4533"/>
    <w:rsid w:val="008C4894"/>
    <w:rsid w:val="008D0054"/>
    <w:rsid w:val="008D3534"/>
    <w:rsid w:val="008E0BE6"/>
    <w:rsid w:val="008E0C70"/>
    <w:rsid w:val="008E349F"/>
    <w:rsid w:val="008E6FC8"/>
    <w:rsid w:val="008F07D2"/>
    <w:rsid w:val="008F181F"/>
    <w:rsid w:val="008F2649"/>
    <w:rsid w:val="008F2E72"/>
    <w:rsid w:val="008F548A"/>
    <w:rsid w:val="00900161"/>
    <w:rsid w:val="009077DB"/>
    <w:rsid w:val="00907EEE"/>
    <w:rsid w:val="009102CB"/>
    <w:rsid w:val="00910C0F"/>
    <w:rsid w:val="00910E0D"/>
    <w:rsid w:val="00911A7F"/>
    <w:rsid w:val="00911C6B"/>
    <w:rsid w:val="00912C60"/>
    <w:rsid w:val="00912F78"/>
    <w:rsid w:val="009170E3"/>
    <w:rsid w:val="00922204"/>
    <w:rsid w:val="009245AC"/>
    <w:rsid w:val="0092509A"/>
    <w:rsid w:val="0092603E"/>
    <w:rsid w:val="0092672A"/>
    <w:rsid w:val="00927EE3"/>
    <w:rsid w:val="00930A22"/>
    <w:rsid w:val="00932051"/>
    <w:rsid w:val="00932606"/>
    <w:rsid w:val="009402D2"/>
    <w:rsid w:val="00941B0D"/>
    <w:rsid w:val="00943591"/>
    <w:rsid w:val="0094677A"/>
    <w:rsid w:val="009468B6"/>
    <w:rsid w:val="00947DD4"/>
    <w:rsid w:val="00950DE6"/>
    <w:rsid w:val="00951A9F"/>
    <w:rsid w:val="00951C56"/>
    <w:rsid w:val="00952D58"/>
    <w:rsid w:val="00953974"/>
    <w:rsid w:val="009545AC"/>
    <w:rsid w:val="009554F3"/>
    <w:rsid w:val="00956249"/>
    <w:rsid w:val="00957EA1"/>
    <w:rsid w:val="00963E2F"/>
    <w:rsid w:val="00964EA4"/>
    <w:rsid w:val="00966B2E"/>
    <w:rsid w:val="0096748B"/>
    <w:rsid w:val="00967D14"/>
    <w:rsid w:val="009733CD"/>
    <w:rsid w:val="009746F0"/>
    <w:rsid w:val="009808CE"/>
    <w:rsid w:val="00984EC2"/>
    <w:rsid w:val="00984ED8"/>
    <w:rsid w:val="00985512"/>
    <w:rsid w:val="00985514"/>
    <w:rsid w:val="00990D92"/>
    <w:rsid w:val="00992005"/>
    <w:rsid w:val="009921A0"/>
    <w:rsid w:val="009A18A5"/>
    <w:rsid w:val="009A2567"/>
    <w:rsid w:val="009A419B"/>
    <w:rsid w:val="009A5137"/>
    <w:rsid w:val="009B06C5"/>
    <w:rsid w:val="009B358D"/>
    <w:rsid w:val="009B4B18"/>
    <w:rsid w:val="009B5EE3"/>
    <w:rsid w:val="009B757C"/>
    <w:rsid w:val="009C2B2F"/>
    <w:rsid w:val="009C3513"/>
    <w:rsid w:val="009C425C"/>
    <w:rsid w:val="009C4973"/>
    <w:rsid w:val="009D153C"/>
    <w:rsid w:val="009D3C40"/>
    <w:rsid w:val="009D4C00"/>
    <w:rsid w:val="009E1E75"/>
    <w:rsid w:val="009E5E97"/>
    <w:rsid w:val="009E6A69"/>
    <w:rsid w:val="009E7BD9"/>
    <w:rsid w:val="009F3956"/>
    <w:rsid w:val="009F6EE3"/>
    <w:rsid w:val="009F7AF9"/>
    <w:rsid w:val="00A00BF0"/>
    <w:rsid w:val="00A050FE"/>
    <w:rsid w:val="00A0522F"/>
    <w:rsid w:val="00A06AAC"/>
    <w:rsid w:val="00A10194"/>
    <w:rsid w:val="00A10C69"/>
    <w:rsid w:val="00A11856"/>
    <w:rsid w:val="00A11946"/>
    <w:rsid w:val="00A11B60"/>
    <w:rsid w:val="00A1390D"/>
    <w:rsid w:val="00A15CF8"/>
    <w:rsid w:val="00A237EB"/>
    <w:rsid w:val="00A23C08"/>
    <w:rsid w:val="00A24048"/>
    <w:rsid w:val="00A27CF7"/>
    <w:rsid w:val="00A32830"/>
    <w:rsid w:val="00A341AC"/>
    <w:rsid w:val="00A37AC1"/>
    <w:rsid w:val="00A413CC"/>
    <w:rsid w:val="00A41FA9"/>
    <w:rsid w:val="00A478E0"/>
    <w:rsid w:val="00A51D8B"/>
    <w:rsid w:val="00A52403"/>
    <w:rsid w:val="00A52667"/>
    <w:rsid w:val="00A55C18"/>
    <w:rsid w:val="00A66838"/>
    <w:rsid w:val="00A672BD"/>
    <w:rsid w:val="00A72892"/>
    <w:rsid w:val="00A743A8"/>
    <w:rsid w:val="00A7544D"/>
    <w:rsid w:val="00A76CEE"/>
    <w:rsid w:val="00A77A4C"/>
    <w:rsid w:val="00A77FB8"/>
    <w:rsid w:val="00A858DC"/>
    <w:rsid w:val="00A85EE5"/>
    <w:rsid w:val="00A8783E"/>
    <w:rsid w:val="00A90671"/>
    <w:rsid w:val="00A90FB6"/>
    <w:rsid w:val="00A960C7"/>
    <w:rsid w:val="00AA1796"/>
    <w:rsid w:val="00AA2DC2"/>
    <w:rsid w:val="00AA517D"/>
    <w:rsid w:val="00AA5E50"/>
    <w:rsid w:val="00AA7AB5"/>
    <w:rsid w:val="00AB3EDF"/>
    <w:rsid w:val="00AB5E50"/>
    <w:rsid w:val="00AB71A4"/>
    <w:rsid w:val="00AB722A"/>
    <w:rsid w:val="00AC4B33"/>
    <w:rsid w:val="00AC5591"/>
    <w:rsid w:val="00AC5D82"/>
    <w:rsid w:val="00AD1383"/>
    <w:rsid w:val="00AD153F"/>
    <w:rsid w:val="00AD314B"/>
    <w:rsid w:val="00AD3F31"/>
    <w:rsid w:val="00AD4245"/>
    <w:rsid w:val="00AE5B9C"/>
    <w:rsid w:val="00AE6713"/>
    <w:rsid w:val="00AE698A"/>
    <w:rsid w:val="00AF0712"/>
    <w:rsid w:val="00AF23D4"/>
    <w:rsid w:val="00AF26B7"/>
    <w:rsid w:val="00AF296F"/>
    <w:rsid w:val="00AF37EF"/>
    <w:rsid w:val="00AF6E96"/>
    <w:rsid w:val="00B03404"/>
    <w:rsid w:val="00B03EFD"/>
    <w:rsid w:val="00B065D5"/>
    <w:rsid w:val="00B07963"/>
    <w:rsid w:val="00B07C01"/>
    <w:rsid w:val="00B1375A"/>
    <w:rsid w:val="00B14786"/>
    <w:rsid w:val="00B14991"/>
    <w:rsid w:val="00B154D9"/>
    <w:rsid w:val="00B22FF1"/>
    <w:rsid w:val="00B24866"/>
    <w:rsid w:val="00B252A8"/>
    <w:rsid w:val="00B26E60"/>
    <w:rsid w:val="00B31DE8"/>
    <w:rsid w:val="00B32595"/>
    <w:rsid w:val="00B3558C"/>
    <w:rsid w:val="00B357BB"/>
    <w:rsid w:val="00B35D09"/>
    <w:rsid w:val="00B41229"/>
    <w:rsid w:val="00B43DA6"/>
    <w:rsid w:val="00B4468A"/>
    <w:rsid w:val="00B454C8"/>
    <w:rsid w:val="00B45AFF"/>
    <w:rsid w:val="00B46390"/>
    <w:rsid w:val="00B47316"/>
    <w:rsid w:val="00B47D3A"/>
    <w:rsid w:val="00B579A4"/>
    <w:rsid w:val="00B62AFF"/>
    <w:rsid w:val="00B6332F"/>
    <w:rsid w:val="00B63C64"/>
    <w:rsid w:val="00B65A70"/>
    <w:rsid w:val="00B6737B"/>
    <w:rsid w:val="00B7081B"/>
    <w:rsid w:val="00B724A3"/>
    <w:rsid w:val="00B73D16"/>
    <w:rsid w:val="00B773F9"/>
    <w:rsid w:val="00B77B5A"/>
    <w:rsid w:val="00B800C4"/>
    <w:rsid w:val="00B80B78"/>
    <w:rsid w:val="00B83084"/>
    <w:rsid w:val="00B83144"/>
    <w:rsid w:val="00B857F9"/>
    <w:rsid w:val="00B92771"/>
    <w:rsid w:val="00B95414"/>
    <w:rsid w:val="00B96C51"/>
    <w:rsid w:val="00BA3354"/>
    <w:rsid w:val="00BA38E5"/>
    <w:rsid w:val="00BA504A"/>
    <w:rsid w:val="00BA562E"/>
    <w:rsid w:val="00BA7387"/>
    <w:rsid w:val="00BA7886"/>
    <w:rsid w:val="00BB19AA"/>
    <w:rsid w:val="00BB4445"/>
    <w:rsid w:val="00BB7405"/>
    <w:rsid w:val="00BC1C1F"/>
    <w:rsid w:val="00BC510B"/>
    <w:rsid w:val="00BC7651"/>
    <w:rsid w:val="00BD3A90"/>
    <w:rsid w:val="00BD65E8"/>
    <w:rsid w:val="00BD6B30"/>
    <w:rsid w:val="00BE1588"/>
    <w:rsid w:val="00BE5A14"/>
    <w:rsid w:val="00BE7B85"/>
    <w:rsid w:val="00BF2055"/>
    <w:rsid w:val="00BF2B76"/>
    <w:rsid w:val="00BF6129"/>
    <w:rsid w:val="00BF6946"/>
    <w:rsid w:val="00BF754C"/>
    <w:rsid w:val="00C0158D"/>
    <w:rsid w:val="00C03FB5"/>
    <w:rsid w:val="00C047A3"/>
    <w:rsid w:val="00C04B67"/>
    <w:rsid w:val="00C0774E"/>
    <w:rsid w:val="00C10EEB"/>
    <w:rsid w:val="00C1565C"/>
    <w:rsid w:val="00C160BB"/>
    <w:rsid w:val="00C20312"/>
    <w:rsid w:val="00C20DBF"/>
    <w:rsid w:val="00C21681"/>
    <w:rsid w:val="00C21DAF"/>
    <w:rsid w:val="00C23315"/>
    <w:rsid w:val="00C32F27"/>
    <w:rsid w:val="00C372FF"/>
    <w:rsid w:val="00C460B4"/>
    <w:rsid w:val="00C518B9"/>
    <w:rsid w:val="00C5495B"/>
    <w:rsid w:val="00C55467"/>
    <w:rsid w:val="00C55AA1"/>
    <w:rsid w:val="00C60C7B"/>
    <w:rsid w:val="00C65D44"/>
    <w:rsid w:val="00C66377"/>
    <w:rsid w:val="00C70084"/>
    <w:rsid w:val="00C7066E"/>
    <w:rsid w:val="00C71C0B"/>
    <w:rsid w:val="00C71F5D"/>
    <w:rsid w:val="00C77312"/>
    <w:rsid w:val="00C810E9"/>
    <w:rsid w:val="00C813B7"/>
    <w:rsid w:val="00C82996"/>
    <w:rsid w:val="00C86A3F"/>
    <w:rsid w:val="00C9172E"/>
    <w:rsid w:val="00C940E1"/>
    <w:rsid w:val="00C97912"/>
    <w:rsid w:val="00CA1D1C"/>
    <w:rsid w:val="00CA2E0C"/>
    <w:rsid w:val="00CB031D"/>
    <w:rsid w:val="00CB737B"/>
    <w:rsid w:val="00CC0DE5"/>
    <w:rsid w:val="00CC1369"/>
    <w:rsid w:val="00CC5411"/>
    <w:rsid w:val="00CC67F9"/>
    <w:rsid w:val="00CD1363"/>
    <w:rsid w:val="00CD3767"/>
    <w:rsid w:val="00CE191C"/>
    <w:rsid w:val="00CE1BAE"/>
    <w:rsid w:val="00CE67E8"/>
    <w:rsid w:val="00CE7643"/>
    <w:rsid w:val="00CF4377"/>
    <w:rsid w:val="00CF45F3"/>
    <w:rsid w:val="00CF5AB4"/>
    <w:rsid w:val="00D055C0"/>
    <w:rsid w:val="00D10F06"/>
    <w:rsid w:val="00D11194"/>
    <w:rsid w:val="00D20B5B"/>
    <w:rsid w:val="00D214E9"/>
    <w:rsid w:val="00D242A7"/>
    <w:rsid w:val="00D2433E"/>
    <w:rsid w:val="00D24E7A"/>
    <w:rsid w:val="00D25570"/>
    <w:rsid w:val="00D2659B"/>
    <w:rsid w:val="00D26C6F"/>
    <w:rsid w:val="00D27A5C"/>
    <w:rsid w:val="00D306C1"/>
    <w:rsid w:val="00D31240"/>
    <w:rsid w:val="00D339E9"/>
    <w:rsid w:val="00D3516F"/>
    <w:rsid w:val="00D4109E"/>
    <w:rsid w:val="00D41DA8"/>
    <w:rsid w:val="00D47D6A"/>
    <w:rsid w:val="00D528D2"/>
    <w:rsid w:val="00D5291C"/>
    <w:rsid w:val="00D52B0E"/>
    <w:rsid w:val="00D52D17"/>
    <w:rsid w:val="00D56103"/>
    <w:rsid w:val="00D56175"/>
    <w:rsid w:val="00D60ABD"/>
    <w:rsid w:val="00D619B8"/>
    <w:rsid w:val="00D637DA"/>
    <w:rsid w:val="00D64DF8"/>
    <w:rsid w:val="00D6552D"/>
    <w:rsid w:val="00D6713A"/>
    <w:rsid w:val="00D7050E"/>
    <w:rsid w:val="00D709D3"/>
    <w:rsid w:val="00D72254"/>
    <w:rsid w:val="00D738D4"/>
    <w:rsid w:val="00D759F0"/>
    <w:rsid w:val="00D76A1A"/>
    <w:rsid w:val="00D7799F"/>
    <w:rsid w:val="00D8002E"/>
    <w:rsid w:val="00D8530B"/>
    <w:rsid w:val="00D91605"/>
    <w:rsid w:val="00D91DED"/>
    <w:rsid w:val="00D92C46"/>
    <w:rsid w:val="00D97172"/>
    <w:rsid w:val="00DA13A0"/>
    <w:rsid w:val="00DA19FE"/>
    <w:rsid w:val="00DA3DFF"/>
    <w:rsid w:val="00DA4159"/>
    <w:rsid w:val="00DA4339"/>
    <w:rsid w:val="00DB06C8"/>
    <w:rsid w:val="00DB13B7"/>
    <w:rsid w:val="00DB33D1"/>
    <w:rsid w:val="00DC1609"/>
    <w:rsid w:val="00DC182D"/>
    <w:rsid w:val="00DC4834"/>
    <w:rsid w:val="00DC63ED"/>
    <w:rsid w:val="00DC7379"/>
    <w:rsid w:val="00DC7524"/>
    <w:rsid w:val="00DD12F5"/>
    <w:rsid w:val="00DD5CA1"/>
    <w:rsid w:val="00DD7704"/>
    <w:rsid w:val="00DE1E51"/>
    <w:rsid w:val="00DE2D03"/>
    <w:rsid w:val="00DE77FF"/>
    <w:rsid w:val="00DE7B03"/>
    <w:rsid w:val="00DE7F5C"/>
    <w:rsid w:val="00DF009C"/>
    <w:rsid w:val="00DF04E8"/>
    <w:rsid w:val="00DF06B3"/>
    <w:rsid w:val="00DF52DC"/>
    <w:rsid w:val="00E03534"/>
    <w:rsid w:val="00E10099"/>
    <w:rsid w:val="00E10BEB"/>
    <w:rsid w:val="00E1284D"/>
    <w:rsid w:val="00E142C3"/>
    <w:rsid w:val="00E1443D"/>
    <w:rsid w:val="00E145F8"/>
    <w:rsid w:val="00E205AF"/>
    <w:rsid w:val="00E21AF0"/>
    <w:rsid w:val="00E22E4F"/>
    <w:rsid w:val="00E24476"/>
    <w:rsid w:val="00E321C6"/>
    <w:rsid w:val="00E33057"/>
    <w:rsid w:val="00E336B2"/>
    <w:rsid w:val="00E364CB"/>
    <w:rsid w:val="00E410FA"/>
    <w:rsid w:val="00E431EC"/>
    <w:rsid w:val="00E44F43"/>
    <w:rsid w:val="00E463E4"/>
    <w:rsid w:val="00E52B40"/>
    <w:rsid w:val="00E53B7C"/>
    <w:rsid w:val="00E5427C"/>
    <w:rsid w:val="00E61F6B"/>
    <w:rsid w:val="00E63A0C"/>
    <w:rsid w:val="00E64D18"/>
    <w:rsid w:val="00E70CB2"/>
    <w:rsid w:val="00E720DD"/>
    <w:rsid w:val="00E74B55"/>
    <w:rsid w:val="00E75D04"/>
    <w:rsid w:val="00E852B7"/>
    <w:rsid w:val="00E85E20"/>
    <w:rsid w:val="00E92992"/>
    <w:rsid w:val="00E958C2"/>
    <w:rsid w:val="00E966DA"/>
    <w:rsid w:val="00EA4D62"/>
    <w:rsid w:val="00EB2B43"/>
    <w:rsid w:val="00EB3387"/>
    <w:rsid w:val="00EB4E22"/>
    <w:rsid w:val="00EB658A"/>
    <w:rsid w:val="00EB6E64"/>
    <w:rsid w:val="00EB7A25"/>
    <w:rsid w:val="00EC05D1"/>
    <w:rsid w:val="00EC0C1D"/>
    <w:rsid w:val="00EC1720"/>
    <w:rsid w:val="00EC65A8"/>
    <w:rsid w:val="00EC6F48"/>
    <w:rsid w:val="00EC796B"/>
    <w:rsid w:val="00ED16FE"/>
    <w:rsid w:val="00ED6C04"/>
    <w:rsid w:val="00ED78D0"/>
    <w:rsid w:val="00EE0B0D"/>
    <w:rsid w:val="00EE43DF"/>
    <w:rsid w:val="00EE642B"/>
    <w:rsid w:val="00EE6FCA"/>
    <w:rsid w:val="00EF05EE"/>
    <w:rsid w:val="00EF2760"/>
    <w:rsid w:val="00EF5F9C"/>
    <w:rsid w:val="00F02080"/>
    <w:rsid w:val="00F03274"/>
    <w:rsid w:val="00F05D5E"/>
    <w:rsid w:val="00F06C6D"/>
    <w:rsid w:val="00F06CC4"/>
    <w:rsid w:val="00F06D84"/>
    <w:rsid w:val="00F0728B"/>
    <w:rsid w:val="00F143EB"/>
    <w:rsid w:val="00F26176"/>
    <w:rsid w:val="00F30F3F"/>
    <w:rsid w:val="00F32B76"/>
    <w:rsid w:val="00F33C7B"/>
    <w:rsid w:val="00F372E4"/>
    <w:rsid w:val="00F44493"/>
    <w:rsid w:val="00F44ECA"/>
    <w:rsid w:val="00F45E2D"/>
    <w:rsid w:val="00F470F6"/>
    <w:rsid w:val="00F56244"/>
    <w:rsid w:val="00F57879"/>
    <w:rsid w:val="00F579A2"/>
    <w:rsid w:val="00F57DB2"/>
    <w:rsid w:val="00F64B4D"/>
    <w:rsid w:val="00F70E2F"/>
    <w:rsid w:val="00F74492"/>
    <w:rsid w:val="00F76581"/>
    <w:rsid w:val="00F76FE1"/>
    <w:rsid w:val="00F826E2"/>
    <w:rsid w:val="00F8799C"/>
    <w:rsid w:val="00F87EFF"/>
    <w:rsid w:val="00F91387"/>
    <w:rsid w:val="00F93796"/>
    <w:rsid w:val="00F93B8D"/>
    <w:rsid w:val="00FA011C"/>
    <w:rsid w:val="00FA0266"/>
    <w:rsid w:val="00FA02CA"/>
    <w:rsid w:val="00FA1311"/>
    <w:rsid w:val="00FA2C78"/>
    <w:rsid w:val="00FA4895"/>
    <w:rsid w:val="00FB07B5"/>
    <w:rsid w:val="00FB0F06"/>
    <w:rsid w:val="00FB32FF"/>
    <w:rsid w:val="00FB3875"/>
    <w:rsid w:val="00FB3BF1"/>
    <w:rsid w:val="00FB6FCE"/>
    <w:rsid w:val="00FB7DE5"/>
    <w:rsid w:val="00FC103F"/>
    <w:rsid w:val="00FC6DE5"/>
    <w:rsid w:val="00FD07F0"/>
    <w:rsid w:val="00FD2115"/>
    <w:rsid w:val="00FD2408"/>
    <w:rsid w:val="00FD4B33"/>
    <w:rsid w:val="00FD4E4C"/>
    <w:rsid w:val="00FE14C4"/>
    <w:rsid w:val="00FE2AE8"/>
    <w:rsid w:val="00FE3891"/>
    <w:rsid w:val="00FE5E4E"/>
    <w:rsid w:val="00FE659F"/>
    <w:rsid w:val="00FF001D"/>
    <w:rsid w:val="00FF0BA0"/>
    <w:rsid w:val="00FF1824"/>
    <w:rsid w:val="00FF3D1A"/>
    <w:rsid w:val="00FF41BE"/>
    <w:rsid w:val="00FF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38F12A"/>
  <w15:docId w15:val="{A4968325-16B4-4FC5-9232-1FA7EA0E7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/>
    <w:lsdException w:name="Emphasis" w:locked="1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/>
    <w:lsdException w:name="Intense Quote" w:locked="1" w:uiPriority="30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/>
    <w:lsdException w:name="Intense Emphasis" w:locked="1" w:uiPriority="21"/>
    <w:lsdException w:name="Subtle Reference" w:locked="1" w:uiPriority="31"/>
    <w:lsdException w:name="Intense Reference" w:locked="1" w:uiPriority="32"/>
    <w:lsdException w:name="Book Title" w:locked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qFormat/>
    <w:locked/>
    <w:rsid w:val="00AC4B33"/>
    <w:pPr>
      <w:keepNext/>
      <w:numPr>
        <w:numId w:val="4"/>
      </w:numPr>
      <w:spacing w:before="360"/>
      <w:ind w:left="17" w:firstLine="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02-ODST-2"/>
    <w:next w:val="Normln"/>
    <w:link w:val="Nadpis2Char"/>
    <w:qFormat/>
    <w:locked/>
    <w:rsid w:val="004E0E07"/>
    <w:pPr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133126"/>
    <w:pPr>
      <w:tabs>
        <w:tab w:val="left" w:pos="567"/>
      </w:tabs>
    </w:pPr>
  </w:style>
  <w:style w:type="paragraph" w:customStyle="1" w:styleId="Odstavec30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0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ind w:left="5416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styleId="Hypertextovodkaz">
    <w:name w:val="Hyperlink"/>
    <w:basedOn w:val="Standardnpsmoodstavce"/>
    <w:uiPriority w:val="99"/>
    <w:unhideWhenUsed/>
    <w:rsid w:val="00F0728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locked/>
    <w:rsid w:val="000E621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AC4B33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4E0E07"/>
    <w:rPr>
      <w:b/>
    </w:rPr>
  </w:style>
  <w:style w:type="paragraph" w:customStyle="1" w:styleId="Odstavec3">
    <w:name w:val="Odstavec 3"/>
    <w:basedOn w:val="Normln"/>
    <w:rsid w:val="00AC4B33"/>
    <w:pPr>
      <w:numPr>
        <w:ilvl w:val="2"/>
        <w:numId w:val="4"/>
      </w:numPr>
      <w:tabs>
        <w:tab w:val="clear" w:pos="767"/>
        <w:tab w:val="num" w:pos="900"/>
      </w:tabs>
      <w:overflowPunct w:val="0"/>
      <w:autoSpaceDE w:val="0"/>
      <w:autoSpaceDN w:val="0"/>
      <w:adjustRightInd w:val="0"/>
      <w:ind w:left="900" w:hanging="868"/>
      <w:textAlignment w:val="baseline"/>
      <w:outlineLvl w:val="2"/>
    </w:pPr>
    <w:rPr>
      <w:szCs w:val="24"/>
    </w:rPr>
  </w:style>
  <w:style w:type="paragraph" w:customStyle="1" w:styleId="Odrky-psmena">
    <w:name w:val="Odrážky - písmena"/>
    <w:basedOn w:val="Normln"/>
    <w:link w:val="Odrky-psmenaCharChar"/>
    <w:rsid w:val="00BD6B30"/>
    <w:pPr>
      <w:numPr>
        <w:numId w:val="5"/>
      </w:numPr>
      <w:spacing w:before="0"/>
    </w:pPr>
  </w:style>
  <w:style w:type="paragraph" w:customStyle="1" w:styleId="Odrky2rove">
    <w:name w:val="Odrážky 2 úroveň"/>
    <w:basedOn w:val="Normln"/>
    <w:rsid w:val="00BD6B30"/>
    <w:pPr>
      <w:numPr>
        <w:ilvl w:val="1"/>
        <w:numId w:val="5"/>
      </w:numPr>
      <w:spacing w:before="0"/>
    </w:pPr>
  </w:style>
  <w:style w:type="character" w:styleId="Odkaznakoment">
    <w:name w:val="annotation reference"/>
    <w:basedOn w:val="Standardnpsmoodstavce"/>
    <w:uiPriority w:val="99"/>
    <w:semiHidden/>
    <w:unhideWhenUsed/>
    <w:rsid w:val="00C160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60BB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60B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60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60B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60BB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0BB"/>
    <w:rPr>
      <w:rFonts w:ascii="Tahoma" w:hAnsi="Tahoma" w:cs="Tahoma"/>
      <w:sz w:val="16"/>
      <w:szCs w:val="16"/>
    </w:rPr>
  </w:style>
  <w:style w:type="character" w:customStyle="1" w:styleId="Odrky-psmenaCharChar">
    <w:name w:val="Odrážky - písmena Char Char"/>
    <w:link w:val="Odrky-psmena"/>
    <w:rsid w:val="00C0158D"/>
  </w:style>
  <w:style w:type="paragraph" w:customStyle="1" w:styleId="text">
    <w:name w:val="text"/>
    <w:basedOn w:val="Normln"/>
    <w:rsid w:val="002F50E4"/>
    <w:pPr>
      <w:spacing w:before="20" w:after="60"/>
      <w:ind w:right="567"/>
    </w:pPr>
    <w:rPr>
      <w:sz w:val="22"/>
    </w:rPr>
  </w:style>
  <w:style w:type="paragraph" w:styleId="Revize">
    <w:name w:val="Revision"/>
    <w:hidden/>
    <w:uiPriority w:val="99"/>
    <w:semiHidden/>
    <w:rsid w:val="00C047A3"/>
  </w:style>
  <w:style w:type="paragraph" w:customStyle="1" w:styleId="Hlavnnadpis">
    <w:name w:val="Hlavní nadpis"/>
    <w:basedOn w:val="Obsah1"/>
    <w:rsid w:val="00857049"/>
    <w:pPr>
      <w:spacing w:before="0" w:after="0"/>
      <w:jc w:val="center"/>
    </w:pPr>
    <w:rPr>
      <w:b/>
      <w:bCs/>
      <w:sz w:val="36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857049"/>
    <w:pPr>
      <w:spacing w:after="100"/>
    </w:pPr>
  </w:style>
  <w:style w:type="character" w:customStyle="1" w:styleId="ZhlavChar">
    <w:name w:val="Záhlaví Char"/>
    <w:basedOn w:val="Standardnpsmoodstavce"/>
    <w:link w:val="Zhlav"/>
    <w:rsid w:val="009D3C40"/>
    <w:rPr>
      <w:sz w:val="16"/>
    </w:rPr>
  </w:style>
  <w:style w:type="character" w:customStyle="1" w:styleId="nowrap">
    <w:name w:val="nowrap"/>
    <w:basedOn w:val="Standardnpsmoodstavce"/>
    <w:rsid w:val="00AD4245"/>
  </w:style>
  <w:style w:type="table" w:styleId="Mkatabulky">
    <w:name w:val="Table Grid"/>
    <w:basedOn w:val="Normlntabulka"/>
    <w:uiPriority w:val="59"/>
    <w:locked/>
    <w:rsid w:val="00627F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uiPriority w:val="99"/>
    <w:qFormat/>
    <w:rsid w:val="00A06AAC"/>
    <w:pPr>
      <w:ind w:left="720"/>
      <w:contextualSpacing/>
    </w:pPr>
    <w:rPr>
      <w:sz w:val="22"/>
    </w:rPr>
  </w:style>
  <w:style w:type="paragraph" w:styleId="Prosttext">
    <w:name w:val="Plain Text"/>
    <w:basedOn w:val="Normln"/>
    <w:link w:val="ProsttextChar"/>
    <w:rsid w:val="00D20B5B"/>
    <w:pPr>
      <w:spacing w:before="0"/>
      <w:jc w:val="left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D20B5B"/>
    <w:rPr>
      <w:rFonts w:ascii="Courier New" w:hAnsi="Courier New"/>
    </w:rPr>
  </w:style>
  <w:style w:type="paragraph" w:customStyle="1" w:styleId="Textbodu">
    <w:name w:val="Text bodu"/>
    <w:basedOn w:val="Normln"/>
    <w:rsid w:val="000126F2"/>
    <w:pPr>
      <w:numPr>
        <w:ilvl w:val="6"/>
        <w:numId w:val="7"/>
      </w:numPr>
      <w:spacing w:before="0"/>
      <w:outlineLvl w:val="8"/>
    </w:pPr>
    <w:rPr>
      <w:rFonts w:ascii="Times New Roman" w:hAnsi="Times New Roman"/>
      <w:sz w:val="24"/>
      <w:szCs w:val="24"/>
    </w:rPr>
  </w:style>
  <w:style w:type="paragraph" w:customStyle="1" w:styleId="Textpsmene">
    <w:name w:val="Text písmene"/>
    <w:basedOn w:val="Normln"/>
    <w:rsid w:val="000126F2"/>
    <w:pPr>
      <w:numPr>
        <w:ilvl w:val="8"/>
        <w:numId w:val="7"/>
      </w:numPr>
      <w:spacing w:before="0"/>
      <w:outlineLvl w:val="7"/>
    </w:pPr>
    <w:rPr>
      <w:rFonts w:ascii="Times New Roman" w:hAnsi="Times New Roman"/>
      <w:sz w:val="24"/>
      <w:szCs w:val="24"/>
    </w:rPr>
  </w:style>
  <w:style w:type="paragraph" w:customStyle="1" w:styleId="ZKON">
    <w:name w:val="ZÁKON"/>
    <w:basedOn w:val="Normln"/>
    <w:next w:val="Normln"/>
    <w:rsid w:val="000126F2"/>
    <w:pPr>
      <w:keepNext/>
      <w:keepLines/>
      <w:numPr>
        <w:ilvl w:val="7"/>
        <w:numId w:val="7"/>
      </w:numPr>
      <w:tabs>
        <w:tab w:val="num" w:pos="851"/>
      </w:tabs>
      <w:spacing w:before="0"/>
      <w:ind w:left="851" w:hanging="426"/>
      <w:jc w:val="center"/>
      <w:outlineLvl w:val="0"/>
    </w:pPr>
    <w:rPr>
      <w:rFonts w:ascii="Times New Roman" w:hAnsi="Times New Roman"/>
      <w:b/>
      <w:bCs/>
      <w:caps/>
      <w:sz w:val="24"/>
      <w:szCs w:val="24"/>
    </w:rPr>
  </w:style>
  <w:style w:type="paragraph" w:customStyle="1" w:styleId="Textodstavce">
    <w:name w:val="Text odstavce"/>
    <w:basedOn w:val="Normln"/>
    <w:rsid w:val="000126F2"/>
    <w:pPr>
      <w:tabs>
        <w:tab w:val="num" w:pos="782"/>
        <w:tab w:val="left" w:pos="851"/>
      </w:tabs>
      <w:spacing w:after="120"/>
      <w:ind w:firstLine="425"/>
      <w:outlineLvl w:val="6"/>
    </w:pPr>
    <w:rPr>
      <w:rFonts w:ascii="Times New Roman" w:hAnsi="Times New Roman"/>
      <w:sz w:val="24"/>
      <w:szCs w:val="24"/>
    </w:rPr>
  </w:style>
  <w:style w:type="paragraph" w:styleId="Normlnweb">
    <w:name w:val="Normal (Web)"/>
    <w:basedOn w:val="Normln"/>
    <w:rsid w:val="000126F2"/>
    <w:pPr>
      <w:spacing w:before="100" w:beforeAutospacing="1" w:after="100" w:afterAutospacing="1"/>
      <w:jc w:val="left"/>
    </w:pPr>
    <w:rPr>
      <w:sz w:val="22"/>
      <w:szCs w:val="24"/>
    </w:rPr>
  </w:style>
  <w:style w:type="paragraph" w:customStyle="1" w:styleId="Odrky">
    <w:name w:val="Odrážky"/>
    <w:basedOn w:val="Odstavecseseznamem"/>
    <w:qFormat/>
    <w:rsid w:val="00B773F9"/>
    <w:pPr>
      <w:numPr>
        <w:numId w:val="9"/>
      </w:numPr>
      <w:ind w:left="754" w:hanging="357"/>
    </w:pPr>
  </w:style>
  <w:style w:type="paragraph" w:customStyle="1" w:styleId="Text0">
    <w:name w:val="Text"/>
    <w:basedOn w:val="Normln"/>
    <w:link w:val="TextChar"/>
    <w:qFormat/>
    <w:rsid w:val="00B773F9"/>
    <w:pPr>
      <w:tabs>
        <w:tab w:val="left" w:pos="851"/>
        <w:tab w:val="left" w:pos="1134"/>
      </w:tabs>
      <w:ind w:left="397"/>
    </w:pPr>
  </w:style>
  <w:style w:type="character" w:customStyle="1" w:styleId="TextChar">
    <w:name w:val="Text Char"/>
    <w:basedOn w:val="Standardnpsmoodstavce"/>
    <w:link w:val="Text0"/>
    <w:rsid w:val="00B773F9"/>
  </w:style>
  <w:style w:type="paragraph" w:styleId="Zkladntextodsazen">
    <w:name w:val="Body Text Indent"/>
    <w:basedOn w:val="Normln"/>
    <w:link w:val="ZkladntextodsazenChar"/>
    <w:uiPriority w:val="99"/>
    <w:rsid w:val="00CC67F9"/>
    <w:pPr>
      <w:spacing w:before="0" w:after="120"/>
      <w:ind w:left="283"/>
      <w:jc w:val="left"/>
    </w:pPr>
    <w:rPr>
      <w:rFonts w:ascii="Times New Roman" w:hAnsi="Times New Roman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CC67F9"/>
    <w:rPr>
      <w:rFonts w:ascii="Times New Roman" w:hAnsi="Times New Roman"/>
      <w:sz w:val="24"/>
      <w:szCs w:val="24"/>
    </w:rPr>
  </w:style>
  <w:style w:type="character" w:customStyle="1" w:styleId="redirecttext">
    <w:name w:val="redirecttext"/>
    <w:basedOn w:val="Standardnpsmoodstavce"/>
    <w:rsid w:val="00A90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7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253874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55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3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8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81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2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920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764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381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19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310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1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evecovai\dokumenty\V&#221;B&#282;ROV&#193;%20&#344;&#205;ZEN&#205;\V&#344;%202015\MR\048-15-OCN_RS%20Oprava%20KAO%20produktovod&#367;\ZD%202015%2002%2009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4658E-E86C-4E66-BEE7-981ED3300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 2015 02 09.dotx</Template>
  <TotalTime>2</TotalTime>
  <Pages>1</Pages>
  <Words>98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3</cp:revision>
  <cp:lastPrinted>2017-07-19T06:17:00Z</cp:lastPrinted>
  <dcterms:created xsi:type="dcterms:W3CDTF">2022-07-21T11:13:00Z</dcterms:created>
  <dcterms:modified xsi:type="dcterms:W3CDTF">2022-07-21T11:15:00Z</dcterms:modified>
</cp:coreProperties>
</file>