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D94" w:rsidRDefault="007A6D9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>č. 4 zadávací</w:t>
      </w:r>
      <w:r>
        <w:rPr>
          <w:rFonts w:cs="Arial"/>
          <w:sz w:val="20"/>
          <w:szCs w:val="20"/>
        </w:rPr>
        <w:t xml:space="preserve"> dokumentace VZ</w:t>
      </w:r>
      <w:r w:rsidR="00FF14CA">
        <w:rPr>
          <w:rFonts w:cs="Arial"/>
          <w:sz w:val="20"/>
          <w:szCs w:val="20"/>
        </w:rPr>
        <w:t xml:space="preserve"> Seznam Významných služeb</w:t>
      </w:r>
      <w:r>
        <w:rPr>
          <w:rFonts w:cs="Arial"/>
          <w:sz w:val="20"/>
          <w:szCs w:val="20"/>
        </w:rPr>
        <w:t xml:space="preserve"> s názvem „</w:t>
      </w:r>
      <w:r w:rsidR="00797B45">
        <w:rPr>
          <w:rFonts w:cs="Arial"/>
          <w:sz w:val="20"/>
          <w:szCs w:val="20"/>
        </w:rPr>
        <w:t>Rámcová dohoda – Servis technologických, bezpečnostních a měřících systémů na ČS EuroOil</w:t>
      </w:r>
      <w:r>
        <w:rPr>
          <w:rFonts w:cs="Arial"/>
          <w:sz w:val="20"/>
          <w:szCs w:val="20"/>
        </w:rPr>
        <w:t>“</w:t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</w:p>
    <w:p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jen “</w:t>
      </w:r>
      <w:r w:rsidRPr="008F4C0A">
        <w:rPr>
          <w:rFonts w:eastAsia="Arial Unicode MS"/>
          <w:b/>
          <w:lang w:val="en-US" w:eastAsia="en-US"/>
        </w:rPr>
        <w:t>dodavatel</w:t>
      </w:r>
      <w:r>
        <w:rPr>
          <w:rFonts w:eastAsia="Arial Unicode MS"/>
          <w:lang w:val="en-US" w:eastAsia="en-US"/>
        </w:rPr>
        <w:t>”), jak účastník zadávacího řízení na uzavření smlouvy/rámcové dohody o zajištění výkonu služby s názvem “</w:t>
      </w:r>
      <w:r w:rsidR="00797B45" w:rsidRPr="00797B45">
        <w:rPr>
          <w:rFonts w:cs="Arial"/>
          <w:b/>
          <w:szCs w:val="20"/>
        </w:rPr>
        <w:t>Servis technologických, bezpečnostních a měřících systémů na ČS EuroOil</w:t>
      </w:r>
      <w:r>
        <w:rPr>
          <w:rFonts w:eastAsia="Arial Unicode MS"/>
          <w:lang w:val="en-US" w:eastAsia="en-US"/>
        </w:rPr>
        <w:t xml:space="preserve">”, tímto v souladu s § 79 zákona č. 134/2016 Sb., o zadávání veřejných zakázek, čestně prohlašuje, že v zadavatelem stanoveném období poskytl významné služby profilaktické </w:t>
      </w:r>
      <w:r w:rsidR="00797B45">
        <w:rPr>
          <w:rFonts w:eastAsia="Arial Unicode MS"/>
          <w:lang w:val="en-US" w:eastAsia="en-US"/>
        </w:rPr>
        <w:t xml:space="preserve">nebo jiné </w:t>
      </w:r>
      <w:r>
        <w:rPr>
          <w:rFonts w:eastAsia="Arial Unicode MS"/>
          <w:lang w:val="en-US" w:eastAsia="en-US"/>
        </w:rPr>
        <w:t xml:space="preserve">kontroly </w:t>
      </w:r>
      <w:r w:rsidR="00797B45">
        <w:rPr>
          <w:rFonts w:cs="Arial"/>
          <w:szCs w:val="20"/>
        </w:rPr>
        <w:t>technologických, bezpečnostních a měřících systémů na ČS</w:t>
      </w:r>
      <w:r w:rsidR="00797B45">
        <w:rPr>
          <w:rFonts w:eastAsia="Arial Unicode MS"/>
          <w:lang w:val="en-US" w:eastAsia="en-US"/>
        </w:rPr>
        <w:t xml:space="preserve"> umístěných </w:t>
      </w:r>
      <w:r w:rsidR="0075540B">
        <w:rPr>
          <w:rFonts w:eastAsia="Arial Unicode MS"/>
          <w:lang w:val="en-US" w:eastAsia="en-US"/>
        </w:rPr>
        <w:t xml:space="preserve">v </w:t>
      </w:r>
      <w:r w:rsidR="00797B45">
        <w:rPr>
          <w:rFonts w:eastAsia="Arial Unicode MS"/>
          <w:lang w:val="en-US" w:eastAsia="en-US"/>
        </w:rPr>
        <w:t>blízkosti prostorů klasifikovaných jako zóna výbuchu 0 a 1. Z toho alespoň v jednom roce byl u služb</w:t>
      </w:r>
      <w:r w:rsidR="00350B08">
        <w:rPr>
          <w:rFonts w:eastAsia="Arial Unicode MS"/>
          <w:lang w:val="en-US" w:eastAsia="en-US"/>
        </w:rPr>
        <w:t xml:space="preserve"> </w:t>
      </w:r>
      <w:r w:rsidR="00797B45">
        <w:rPr>
          <w:rFonts w:eastAsia="Arial Unicode MS"/>
          <w:lang w:val="en-US" w:eastAsia="en-US"/>
        </w:rPr>
        <w:t xml:space="preserve">celkový roční objem plnění minimálně 500 000,- Kč bez DPH  </w:t>
      </w:r>
      <w:r w:rsidR="00797B45" w:rsidRPr="00797B45">
        <w:rPr>
          <w:rFonts w:eastAsia="Arial Unicode MS"/>
          <w:i/>
          <w:lang w:val="en-US" w:eastAsia="en-US"/>
        </w:rPr>
        <w:t>nebo</w:t>
      </w:r>
      <w:r w:rsidR="00797B45">
        <w:rPr>
          <w:rFonts w:eastAsia="Arial Unicode MS"/>
          <w:lang w:val="en-US" w:eastAsia="en-US"/>
        </w:rPr>
        <w:t xml:space="preserve"> servisu  </w:t>
      </w:r>
      <w:r w:rsidR="00797B45">
        <w:rPr>
          <w:rFonts w:cs="Arial"/>
          <w:szCs w:val="20"/>
        </w:rPr>
        <w:t>technologických, bezpečnostních a měřících systémů na ČS</w:t>
      </w:r>
      <w:r w:rsidR="00797B45" w:rsidRPr="00797B45">
        <w:rPr>
          <w:rFonts w:eastAsia="Arial Unicode MS"/>
          <w:lang w:val="en-US" w:eastAsia="en-US"/>
        </w:rPr>
        <w:t xml:space="preserve"> </w:t>
      </w:r>
      <w:r w:rsidR="00797B45">
        <w:rPr>
          <w:rFonts w:eastAsia="Arial Unicode MS"/>
          <w:lang w:val="en-US" w:eastAsia="en-US"/>
        </w:rPr>
        <w:t>umístěných v blízkosti prostorů klasifikovaných jako zóna výbuchu 0 a 1. Z toho alespoň v jednom roce byl u služb</w:t>
      </w:r>
      <w:r w:rsidR="00350B08">
        <w:rPr>
          <w:rFonts w:eastAsia="Arial Unicode MS"/>
          <w:lang w:val="en-US" w:eastAsia="en-US"/>
        </w:rPr>
        <w:t xml:space="preserve"> </w:t>
      </w:r>
      <w:bookmarkStart w:id="0" w:name="_GoBack"/>
      <w:bookmarkEnd w:id="0"/>
      <w:r w:rsidR="00797B45">
        <w:rPr>
          <w:rFonts w:eastAsia="Arial Unicode MS"/>
          <w:lang w:val="en-US" w:eastAsia="en-US"/>
        </w:rPr>
        <w:t xml:space="preserve">celkový roční objem plnění minimálně 500 000,- Kč bez DPH </w:t>
      </w:r>
      <w:r w:rsidR="0075540B">
        <w:rPr>
          <w:rFonts w:eastAsia="Arial Unicode MS"/>
          <w:lang w:val="en-US" w:eastAsia="en-US"/>
        </w:rPr>
        <w:t>u těchto následujících zakázek:</w:t>
      </w:r>
    </w:p>
    <w:p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:rsidTr="009E0E9E">
        <w:tc>
          <w:tcPr>
            <w:tcW w:w="110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 w:rsidR="00797B45">
              <w:rPr>
                <w:b/>
              </w:rPr>
              <w:t>služby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</w:tbl>
    <w:p w:rsidR="00F559D2" w:rsidRDefault="00F559D2"/>
    <w:p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 Místo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 xml:space="preserve">Název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 xml:space="preserve">Jméno a funkce osoby oprávněné zastupovat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 xml:space="preserve">Elektronický podpis </w:t>
      </w:r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[dopln</w:t>
      </w:r>
      <w:r w:rsidRPr="00126B2A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757" w:rsidRDefault="002C1757">
      <w:r>
        <w:separator/>
      </w:r>
    </w:p>
  </w:endnote>
  <w:endnote w:type="continuationSeparator" w:id="0">
    <w:p w:rsidR="002C1757" w:rsidRDefault="002C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757" w:rsidRDefault="002C1757">
      <w:r>
        <w:separator/>
      </w:r>
    </w:p>
  </w:footnote>
  <w:footnote w:type="continuationSeparator" w:id="0">
    <w:p w:rsidR="002C1757" w:rsidRDefault="002C1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2165C"/>
    <w:rsid w:val="000A69E8"/>
    <w:rsid w:val="000D19D8"/>
    <w:rsid w:val="000E5C6F"/>
    <w:rsid w:val="00113377"/>
    <w:rsid w:val="001250B3"/>
    <w:rsid w:val="00126B2A"/>
    <w:rsid w:val="0013416A"/>
    <w:rsid w:val="00144CF0"/>
    <w:rsid w:val="001E3473"/>
    <w:rsid w:val="00225234"/>
    <w:rsid w:val="0023700B"/>
    <w:rsid w:val="002561E4"/>
    <w:rsid w:val="00261683"/>
    <w:rsid w:val="0027633E"/>
    <w:rsid w:val="0029467B"/>
    <w:rsid w:val="002A032F"/>
    <w:rsid w:val="002A391F"/>
    <w:rsid w:val="002C1757"/>
    <w:rsid w:val="002D3F50"/>
    <w:rsid w:val="003104A1"/>
    <w:rsid w:val="00316C73"/>
    <w:rsid w:val="00350B08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4501C0"/>
    <w:rsid w:val="00483BD5"/>
    <w:rsid w:val="004B0044"/>
    <w:rsid w:val="004F5000"/>
    <w:rsid w:val="00565683"/>
    <w:rsid w:val="005F1F4F"/>
    <w:rsid w:val="005F2680"/>
    <w:rsid w:val="00627F6A"/>
    <w:rsid w:val="00635D66"/>
    <w:rsid w:val="00664477"/>
    <w:rsid w:val="006B2760"/>
    <w:rsid w:val="0071552F"/>
    <w:rsid w:val="00722A97"/>
    <w:rsid w:val="00731407"/>
    <w:rsid w:val="0075540B"/>
    <w:rsid w:val="00797B45"/>
    <w:rsid w:val="007A6D94"/>
    <w:rsid w:val="007E4568"/>
    <w:rsid w:val="00802AF5"/>
    <w:rsid w:val="00854456"/>
    <w:rsid w:val="00862FC9"/>
    <w:rsid w:val="0089483B"/>
    <w:rsid w:val="008F4C0A"/>
    <w:rsid w:val="009E0E9E"/>
    <w:rsid w:val="00A02325"/>
    <w:rsid w:val="00A156C6"/>
    <w:rsid w:val="00A22073"/>
    <w:rsid w:val="00A864C1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BD1189"/>
    <w:rsid w:val="00C16109"/>
    <w:rsid w:val="00C17134"/>
    <w:rsid w:val="00C505E1"/>
    <w:rsid w:val="00CD7D5F"/>
    <w:rsid w:val="00CF6CB8"/>
    <w:rsid w:val="00D3149D"/>
    <w:rsid w:val="00D41E8F"/>
    <w:rsid w:val="00D45007"/>
    <w:rsid w:val="00D46318"/>
    <w:rsid w:val="00D72F5B"/>
    <w:rsid w:val="00D8425A"/>
    <w:rsid w:val="00E232FC"/>
    <w:rsid w:val="00E852B7"/>
    <w:rsid w:val="00F20154"/>
    <w:rsid w:val="00F559D2"/>
    <w:rsid w:val="00F65C2F"/>
    <w:rsid w:val="00F66B46"/>
    <w:rsid w:val="00FB64B3"/>
    <w:rsid w:val="00FB7F64"/>
    <w:rsid w:val="00FE158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D8E47-D473-4B61-BFDF-511AF1365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6</cp:revision>
  <cp:lastPrinted>2021-03-03T09:32:00Z</cp:lastPrinted>
  <dcterms:created xsi:type="dcterms:W3CDTF">2021-03-03T09:06:00Z</dcterms:created>
  <dcterms:modified xsi:type="dcterms:W3CDTF">2021-03-03T09:50:00Z</dcterms:modified>
</cp:coreProperties>
</file>