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6870A0" w:rsidRDefault="00EE2882" w:rsidP="006870A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evid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č. </w:t>
      </w:r>
      <w:r w:rsidR="007F22F2">
        <w:rPr>
          <w:rFonts w:ascii="Arial" w:hAnsi="Arial" w:cs="Arial"/>
          <w:b/>
          <w:sz w:val="20"/>
          <w:szCs w:val="20"/>
        </w:rPr>
        <w:t>183</w:t>
      </w:r>
      <w:bookmarkStart w:id="0" w:name="_GoBack"/>
      <w:bookmarkEnd w:id="0"/>
      <w:r w:rsidR="00D751B6" w:rsidRPr="006870A0">
        <w:rPr>
          <w:rFonts w:ascii="Arial" w:hAnsi="Arial" w:cs="Arial"/>
          <w:b/>
          <w:sz w:val="20"/>
          <w:szCs w:val="20"/>
        </w:rPr>
        <w:t>/1</w:t>
      </w:r>
      <w:r w:rsidR="00C0642A">
        <w:rPr>
          <w:rFonts w:ascii="Arial" w:hAnsi="Arial" w:cs="Arial"/>
          <w:b/>
          <w:sz w:val="20"/>
          <w:szCs w:val="20"/>
        </w:rPr>
        <w:t>6</w:t>
      </w:r>
      <w:r w:rsidR="00D751B6" w:rsidRPr="006870A0">
        <w:rPr>
          <w:rFonts w:ascii="Arial" w:hAnsi="Arial" w:cs="Arial"/>
          <w:b/>
          <w:sz w:val="20"/>
          <w:szCs w:val="20"/>
        </w:rPr>
        <w:t>/OCN</w:t>
      </w:r>
    </w:p>
    <w:p w:rsidR="0094370C" w:rsidRPr="00B42955" w:rsidRDefault="0094370C" w:rsidP="009437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C0642A">
        <w:rPr>
          <w:rFonts w:ascii="Arial" w:hAnsi="Arial" w:cs="Arial"/>
          <w:b/>
          <w:sz w:val="20"/>
          <w:szCs w:val="20"/>
        </w:rPr>
        <w:t>Mobilní operátor 2016 - 2018</w:t>
      </w:r>
      <w:r w:rsidRPr="00FB4862">
        <w:rPr>
          <w:rFonts w:ascii="Arial" w:hAnsi="Arial" w:cs="Arial"/>
          <w:b/>
          <w:sz w:val="20"/>
          <w:szCs w:val="20"/>
        </w:rPr>
        <w:t>“</w:t>
      </w: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761" w:rsidRDefault="00D81761" w:rsidP="00A84AC3">
      <w:pPr>
        <w:spacing w:after="0" w:line="240" w:lineRule="auto"/>
      </w:pPr>
      <w:r>
        <w:separator/>
      </w:r>
    </w:p>
  </w:endnote>
  <w:endnote w:type="continuationSeparator" w:id="0">
    <w:p w:rsidR="00D81761" w:rsidRDefault="00D81761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761" w:rsidRDefault="00D81761" w:rsidP="00A84AC3">
      <w:pPr>
        <w:spacing w:after="0" w:line="240" w:lineRule="auto"/>
      </w:pPr>
      <w:r>
        <w:separator/>
      </w:r>
    </w:p>
  </w:footnote>
  <w:footnote w:type="continuationSeparator" w:id="0">
    <w:p w:rsidR="00D81761" w:rsidRDefault="00D81761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1A7" w:rsidRPr="007C31A7" w:rsidRDefault="007C31A7" w:rsidP="007C31A7">
    <w:pPr>
      <w:pStyle w:val="Zhlav"/>
      <w:jc w:val="right"/>
      <w:rPr>
        <w:sz w:val="20"/>
        <w:szCs w:val="20"/>
      </w:rPr>
    </w:pPr>
    <w:r w:rsidRPr="007C31A7">
      <w:rPr>
        <w:sz w:val="20"/>
        <w:szCs w:val="20"/>
      </w:rPr>
      <w:t xml:space="preserve">Příloha </w:t>
    </w:r>
    <w:proofErr w:type="gramStart"/>
    <w:r w:rsidRPr="007C31A7">
      <w:rPr>
        <w:sz w:val="20"/>
        <w:szCs w:val="20"/>
      </w:rPr>
      <w:t>č.6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0F28D2"/>
    <w:rsid w:val="00175902"/>
    <w:rsid w:val="00191B51"/>
    <w:rsid w:val="001A2FA6"/>
    <w:rsid w:val="001D316D"/>
    <w:rsid w:val="00236B95"/>
    <w:rsid w:val="00273990"/>
    <w:rsid w:val="002764C1"/>
    <w:rsid w:val="002B6526"/>
    <w:rsid w:val="002C6C82"/>
    <w:rsid w:val="002E6E61"/>
    <w:rsid w:val="0033771E"/>
    <w:rsid w:val="003555C8"/>
    <w:rsid w:val="00370366"/>
    <w:rsid w:val="00384659"/>
    <w:rsid w:val="003F5CCD"/>
    <w:rsid w:val="00425408"/>
    <w:rsid w:val="004917DC"/>
    <w:rsid w:val="00494594"/>
    <w:rsid w:val="00495065"/>
    <w:rsid w:val="00497EC5"/>
    <w:rsid w:val="004A226A"/>
    <w:rsid w:val="004B461E"/>
    <w:rsid w:val="004C1DCF"/>
    <w:rsid w:val="004E157C"/>
    <w:rsid w:val="004F0841"/>
    <w:rsid w:val="00500782"/>
    <w:rsid w:val="00547516"/>
    <w:rsid w:val="00555222"/>
    <w:rsid w:val="005F2324"/>
    <w:rsid w:val="00667429"/>
    <w:rsid w:val="006870A0"/>
    <w:rsid w:val="006C0650"/>
    <w:rsid w:val="006E51FF"/>
    <w:rsid w:val="00714000"/>
    <w:rsid w:val="00717C4F"/>
    <w:rsid w:val="00751727"/>
    <w:rsid w:val="007C31A7"/>
    <w:rsid w:val="007F22F2"/>
    <w:rsid w:val="008166C5"/>
    <w:rsid w:val="0082236C"/>
    <w:rsid w:val="00883E4C"/>
    <w:rsid w:val="0094370C"/>
    <w:rsid w:val="00944068"/>
    <w:rsid w:val="00955E21"/>
    <w:rsid w:val="009B71FA"/>
    <w:rsid w:val="009C3EFE"/>
    <w:rsid w:val="009D5825"/>
    <w:rsid w:val="009E0595"/>
    <w:rsid w:val="009F1990"/>
    <w:rsid w:val="00A35DEB"/>
    <w:rsid w:val="00A6053F"/>
    <w:rsid w:val="00A80577"/>
    <w:rsid w:val="00A84AC3"/>
    <w:rsid w:val="00AD30F8"/>
    <w:rsid w:val="00B37F30"/>
    <w:rsid w:val="00B42955"/>
    <w:rsid w:val="00B60363"/>
    <w:rsid w:val="00B97047"/>
    <w:rsid w:val="00BC2619"/>
    <w:rsid w:val="00BC2CEF"/>
    <w:rsid w:val="00C0110C"/>
    <w:rsid w:val="00C01A76"/>
    <w:rsid w:val="00C0642A"/>
    <w:rsid w:val="00CB5566"/>
    <w:rsid w:val="00CD7099"/>
    <w:rsid w:val="00D751B6"/>
    <w:rsid w:val="00D81761"/>
    <w:rsid w:val="00D913BC"/>
    <w:rsid w:val="00DA3A42"/>
    <w:rsid w:val="00DE0298"/>
    <w:rsid w:val="00E505C1"/>
    <w:rsid w:val="00E65ADE"/>
    <w:rsid w:val="00E672AD"/>
    <w:rsid w:val="00EC60CF"/>
    <w:rsid w:val="00EE2882"/>
    <w:rsid w:val="00EE6D1D"/>
    <w:rsid w:val="00EE6DAC"/>
    <w:rsid w:val="00F20E5A"/>
    <w:rsid w:val="00F254C8"/>
    <w:rsid w:val="00F41D2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Hostek Petr</cp:lastModifiedBy>
  <cp:revision>4</cp:revision>
  <dcterms:created xsi:type="dcterms:W3CDTF">2016-04-25T12:31:00Z</dcterms:created>
  <dcterms:modified xsi:type="dcterms:W3CDTF">2016-05-06T07:46:00Z</dcterms:modified>
</cp:coreProperties>
</file>