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5000" w:rsidRDefault="004F5000">
      <w:pPr>
        <w:rPr>
          <w:noProof/>
        </w:rPr>
      </w:pPr>
    </w:p>
    <w:p w:rsidR="00AF26B7" w:rsidRDefault="00AF26B7">
      <w:pPr>
        <w:rPr>
          <w:noProof/>
        </w:rPr>
      </w:pPr>
      <w:r>
        <w:rPr>
          <w:noProof/>
        </w:rPr>
        <w:drawing>
          <wp:anchor distT="0" distB="0" distL="114300" distR="114300" simplePos="0" relativeHeight="251659264" behindDoc="0" locked="0" layoutInCell="1" allowOverlap="1" wp14:anchorId="3A68A06C" wp14:editId="5ADF2FE4">
            <wp:simplePos x="0" y="0"/>
            <wp:positionH relativeFrom="column">
              <wp:posOffset>1533525</wp:posOffset>
            </wp:positionH>
            <wp:positionV relativeFrom="paragraph">
              <wp:posOffset>-80645</wp:posOffset>
            </wp:positionV>
            <wp:extent cx="2857500" cy="560705"/>
            <wp:effectExtent l="0" t="0" r="0" b="0"/>
            <wp:wrapNone/>
            <wp:docPr id="2" name="obrázek 2" descr="CEPRO EuroOil_spojena l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EPRO EuroOil_spojena loga"/>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57500" cy="560705"/>
                    </a:xfrm>
                    <a:prstGeom prst="rect">
                      <a:avLst/>
                    </a:prstGeom>
                    <a:noFill/>
                  </pic:spPr>
                </pic:pic>
              </a:graphicData>
            </a:graphic>
            <wp14:sizeRelH relativeFrom="page">
              <wp14:pctWidth>0</wp14:pctWidth>
            </wp14:sizeRelH>
            <wp14:sizeRelV relativeFrom="page">
              <wp14:pctHeight>0</wp14:pctHeight>
            </wp14:sizeRelV>
          </wp:anchor>
        </w:drawing>
      </w:r>
    </w:p>
    <w:p w:rsidR="00AF26B7" w:rsidRDefault="00AF26B7">
      <w:pPr>
        <w:rPr>
          <w:noProof/>
        </w:rPr>
      </w:pPr>
    </w:p>
    <w:p w:rsidR="00AF26B7" w:rsidRDefault="00AF26B7">
      <w:pPr>
        <w:rPr>
          <w:noProof/>
        </w:rPr>
      </w:pPr>
    </w:p>
    <w:p w:rsidR="00AF26B7" w:rsidRDefault="00AF26B7">
      <w:pPr>
        <w:rPr>
          <w:noProof/>
        </w:rPr>
      </w:pPr>
    </w:p>
    <w:p w:rsidR="00AF26B7" w:rsidRDefault="00AF26B7">
      <w:pPr>
        <w:rPr>
          <w:noProof/>
        </w:rPr>
      </w:pPr>
    </w:p>
    <w:p w:rsidR="00AF26B7" w:rsidRPr="00AF26B7" w:rsidRDefault="00AF26B7" w:rsidP="00AF26B7">
      <w:pPr>
        <w:jc w:val="center"/>
        <w:rPr>
          <w:sz w:val="24"/>
          <w:szCs w:val="24"/>
        </w:rPr>
      </w:pPr>
      <w:r w:rsidRPr="00AF26B7">
        <w:rPr>
          <w:sz w:val="24"/>
          <w:szCs w:val="24"/>
        </w:rPr>
        <w:t xml:space="preserve">Zadávací dokumentace </w:t>
      </w:r>
      <w:r w:rsidR="00CB131C">
        <w:rPr>
          <w:sz w:val="24"/>
          <w:szCs w:val="24"/>
        </w:rPr>
        <w:t>k výběrovému řízení</w:t>
      </w:r>
    </w:p>
    <w:p w:rsidR="00AF26B7" w:rsidRPr="00AF26B7" w:rsidRDefault="00AF26B7" w:rsidP="00AF26B7">
      <w:pPr>
        <w:jc w:val="center"/>
        <w:rPr>
          <w:sz w:val="24"/>
          <w:szCs w:val="24"/>
        </w:rPr>
      </w:pPr>
      <w:r w:rsidRPr="00AF26B7">
        <w:rPr>
          <w:sz w:val="24"/>
          <w:szCs w:val="24"/>
        </w:rPr>
        <w:t xml:space="preserve">č. </w:t>
      </w:r>
      <w:r w:rsidR="000A0274">
        <w:rPr>
          <w:sz w:val="24"/>
          <w:szCs w:val="24"/>
        </w:rPr>
        <w:t>191</w:t>
      </w:r>
      <w:r w:rsidR="0034357C">
        <w:rPr>
          <w:sz w:val="24"/>
          <w:szCs w:val="24"/>
        </w:rPr>
        <w:t>/14</w:t>
      </w:r>
      <w:r w:rsidRPr="00AF26B7">
        <w:rPr>
          <w:sz w:val="24"/>
          <w:szCs w:val="24"/>
        </w:rPr>
        <w:t>/OCN</w:t>
      </w:r>
    </w:p>
    <w:p w:rsidR="00AF26B7" w:rsidRDefault="00AF26B7" w:rsidP="00AF26B7"/>
    <w:p w:rsidR="00AF26B7" w:rsidRDefault="00AF26B7" w:rsidP="00AF26B7"/>
    <w:p w:rsidR="00AF26B7" w:rsidRDefault="00AF26B7" w:rsidP="00AF26B7"/>
    <w:p w:rsidR="00AF26B7" w:rsidRDefault="00AF26B7" w:rsidP="00AF26B7">
      <w:pPr>
        <w:jc w:val="center"/>
      </w:pPr>
    </w:p>
    <w:p w:rsidR="00AF26B7" w:rsidRDefault="00AF26B7" w:rsidP="00AF26B7">
      <w:pPr>
        <w:jc w:val="center"/>
      </w:pPr>
    </w:p>
    <w:p w:rsidR="00390346" w:rsidRDefault="00390346" w:rsidP="00AF26B7">
      <w:pPr>
        <w:jc w:val="center"/>
      </w:pPr>
    </w:p>
    <w:p w:rsidR="00390346" w:rsidRDefault="00390346" w:rsidP="00AF26B7">
      <w:pPr>
        <w:jc w:val="center"/>
      </w:pPr>
    </w:p>
    <w:p w:rsidR="00390346" w:rsidRDefault="00390346" w:rsidP="00AF26B7">
      <w:pPr>
        <w:jc w:val="center"/>
      </w:pPr>
    </w:p>
    <w:p w:rsidR="00390346" w:rsidRDefault="00D03C24" w:rsidP="00AF26B7">
      <w:pPr>
        <w:jc w:val="center"/>
      </w:pPr>
      <w:r>
        <w:t>s</w:t>
      </w:r>
      <w:r w:rsidR="002C0A06">
        <w:t> </w:t>
      </w:r>
      <w:r>
        <w:t>názvem</w:t>
      </w:r>
    </w:p>
    <w:p w:rsidR="002C0A06" w:rsidRDefault="002C0A06" w:rsidP="00AF26B7">
      <w:pPr>
        <w:jc w:val="center"/>
      </w:pPr>
    </w:p>
    <w:p w:rsidR="00AF26B7" w:rsidRPr="005D5F45" w:rsidRDefault="000A0274" w:rsidP="001245C0">
      <w:pPr>
        <w:jc w:val="center"/>
        <w:rPr>
          <w:b/>
          <w:sz w:val="24"/>
          <w:szCs w:val="24"/>
        </w:rPr>
      </w:pPr>
      <w:r w:rsidRPr="000A0274">
        <w:rPr>
          <w:b/>
          <w:sz w:val="24"/>
          <w:szCs w:val="24"/>
        </w:rPr>
        <w:t>Odstranění budovy „TESKO“ v areálu skladu ČEPRO, a.s. Nové Město u Kolína</w:t>
      </w:r>
      <w:r w:rsidR="005D5F45" w:rsidRPr="005D5F45">
        <w:rPr>
          <w:b/>
          <w:sz w:val="24"/>
          <w:szCs w:val="24"/>
        </w:rPr>
        <w:t xml:space="preserve"> </w:t>
      </w:r>
    </w:p>
    <w:p w:rsidR="00AF26B7" w:rsidRDefault="00AF26B7" w:rsidP="00AF26B7"/>
    <w:p w:rsidR="00AF26B7" w:rsidRDefault="00AF26B7" w:rsidP="00AF26B7"/>
    <w:p w:rsidR="00AF26B7" w:rsidRDefault="00AF26B7" w:rsidP="00AF26B7"/>
    <w:p w:rsidR="00390346" w:rsidRDefault="00390346" w:rsidP="00AF26B7"/>
    <w:p w:rsidR="00390346" w:rsidRDefault="00390346" w:rsidP="00AF26B7"/>
    <w:p w:rsidR="00390346" w:rsidRDefault="00390346" w:rsidP="00AF26B7"/>
    <w:p w:rsidR="00390346" w:rsidRDefault="00390346" w:rsidP="00AF26B7"/>
    <w:p w:rsidR="00390346" w:rsidRDefault="00390346" w:rsidP="00AF26B7"/>
    <w:p w:rsidR="00AF26B7" w:rsidRDefault="00AF26B7" w:rsidP="00AF26B7"/>
    <w:p w:rsidR="00AF26B7" w:rsidRDefault="00AF26B7" w:rsidP="00AF26B7">
      <w:r>
        <w:t>Zadavatel:</w:t>
      </w:r>
    </w:p>
    <w:p w:rsidR="00AF26B7" w:rsidRDefault="00AF26B7" w:rsidP="00AF26B7"/>
    <w:p w:rsidR="00AF26B7" w:rsidRDefault="00AF26B7" w:rsidP="00AF26B7">
      <w:r>
        <w:t>ČEPRO, a.s.</w:t>
      </w:r>
    </w:p>
    <w:p w:rsidR="00AF26B7" w:rsidRDefault="00AF26B7" w:rsidP="00AF26B7">
      <w:r>
        <w:t>se sídlem: Dělnická 213/12 , 17004 Praha 7</w:t>
      </w:r>
    </w:p>
    <w:p w:rsidR="00AF26B7" w:rsidRDefault="00AF26B7" w:rsidP="00AF26B7">
      <w:r>
        <w:t>IČ: 60193531</w:t>
      </w:r>
    </w:p>
    <w:p w:rsidR="00AF26B7" w:rsidRDefault="00AF26B7" w:rsidP="00AF26B7">
      <w:r>
        <w:t xml:space="preserve">zapsaná v obchodním rejstříku u Městského soudu v Praze pod spis. </w:t>
      </w:r>
      <w:proofErr w:type="gramStart"/>
      <w:r>
        <w:t>zn.</w:t>
      </w:r>
      <w:proofErr w:type="gramEnd"/>
      <w:r>
        <w:t xml:space="preserve"> B 2341</w:t>
      </w:r>
    </w:p>
    <w:p w:rsidR="00AF26B7" w:rsidRDefault="00AF26B7" w:rsidP="00AF26B7">
      <w:r>
        <w:t xml:space="preserve"> </w:t>
      </w:r>
    </w:p>
    <w:p w:rsidR="00390346" w:rsidRDefault="00390346" w:rsidP="00AF26B7"/>
    <w:p w:rsidR="00390346" w:rsidRDefault="00390346" w:rsidP="00AF26B7"/>
    <w:p w:rsidR="00390346" w:rsidRDefault="00390346" w:rsidP="00AF26B7"/>
    <w:p w:rsidR="00390346" w:rsidRDefault="00390346" w:rsidP="00AF26B7"/>
    <w:p w:rsidR="00390346" w:rsidRDefault="00390346" w:rsidP="00AF26B7"/>
    <w:p w:rsidR="00AF26B7" w:rsidRDefault="00AF26B7" w:rsidP="0089190E">
      <w:pPr>
        <w:pStyle w:val="01-L"/>
      </w:pPr>
      <w:r>
        <w:t xml:space="preserve"> Identifikační údaje zadavatele, základní parametry zakázky</w:t>
      </w:r>
    </w:p>
    <w:p w:rsidR="00AF26B7" w:rsidRPr="00F0728B" w:rsidRDefault="00AF26B7" w:rsidP="00F0728B">
      <w:pPr>
        <w:pStyle w:val="02-ODST-2"/>
        <w:rPr>
          <w:b/>
        </w:rPr>
      </w:pPr>
      <w:r w:rsidRPr="00F0728B">
        <w:rPr>
          <w:b/>
        </w:rPr>
        <w:t>Identifikační údaje zadavatele</w:t>
      </w:r>
    </w:p>
    <w:p w:rsidR="00AF26B7" w:rsidRDefault="00AF26B7" w:rsidP="00AF26B7"/>
    <w:p w:rsidR="00AF26B7" w:rsidRDefault="00AF26B7" w:rsidP="00AF26B7">
      <w:r>
        <w:t>Společnost:</w:t>
      </w:r>
      <w:r>
        <w:tab/>
      </w:r>
      <w:r>
        <w:tab/>
      </w:r>
      <w:r w:rsidR="00656D03">
        <w:t xml:space="preserve"> </w:t>
      </w:r>
      <w:r>
        <w:t>ČEPRO, a. s.</w:t>
      </w:r>
    </w:p>
    <w:p w:rsidR="00AF26B7" w:rsidRDefault="00AF26B7" w:rsidP="00AF26B7">
      <w:r>
        <w:t>Sídlem:</w:t>
      </w:r>
      <w:r>
        <w:tab/>
      </w:r>
      <w:r>
        <w:tab/>
      </w:r>
      <w:r>
        <w:tab/>
      </w:r>
      <w:r w:rsidR="00656D03">
        <w:t xml:space="preserve"> </w:t>
      </w:r>
      <w:r>
        <w:t>Dělnická 213/12 , 170 04 Praha 7</w:t>
      </w:r>
    </w:p>
    <w:p w:rsidR="00AF26B7" w:rsidRDefault="00AF26B7" w:rsidP="00AF26B7">
      <w:r>
        <w:t>IČ:</w:t>
      </w:r>
      <w:r>
        <w:tab/>
      </w:r>
      <w:r>
        <w:tab/>
      </w:r>
      <w:r>
        <w:tab/>
      </w:r>
      <w:r w:rsidR="00656D03">
        <w:t xml:space="preserve">          </w:t>
      </w:r>
      <w:r>
        <w:t>601 93 531</w:t>
      </w:r>
    </w:p>
    <w:p w:rsidR="00AF26B7" w:rsidRDefault="00AF26B7" w:rsidP="00AF26B7">
      <w:r>
        <w:t xml:space="preserve">DIČ: </w:t>
      </w:r>
      <w:r>
        <w:tab/>
      </w:r>
      <w:r>
        <w:tab/>
      </w:r>
      <w:r>
        <w:tab/>
      </w:r>
      <w:r w:rsidR="00656D03">
        <w:t xml:space="preserve">     </w:t>
      </w:r>
      <w:r>
        <w:t>CZ 601 93 531</w:t>
      </w:r>
    </w:p>
    <w:p w:rsidR="00AF26B7" w:rsidRDefault="00E74C53" w:rsidP="00AF26B7">
      <w:r>
        <w:t>Zastoupena</w:t>
      </w:r>
      <w:r w:rsidR="00AF26B7">
        <w:t>:</w:t>
      </w:r>
      <w:r w:rsidR="00AF26B7">
        <w:tab/>
      </w:r>
      <w:r w:rsidR="00AF26B7">
        <w:tab/>
      </w:r>
      <w:r w:rsidR="00656D03">
        <w:t xml:space="preserve"> </w:t>
      </w:r>
      <w:r w:rsidR="00AF26B7">
        <w:t>Mgr. Jan Duspěva, předseda představenstva</w:t>
      </w:r>
    </w:p>
    <w:p w:rsidR="00AF26B7" w:rsidRDefault="00AF26B7" w:rsidP="00AF26B7">
      <w:r>
        <w:tab/>
      </w:r>
      <w:r>
        <w:tab/>
      </w:r>
      <w:r>
        <w:tab/>
      </w:r>
      <w:r w:rsidR="00656D03">
        <w:t xml:space="preserve">          </w:t>
      </w:r>
      <w:r>
        <w:t>Ing. Ladislav Staněk, člen představenstva</w:t>
      </w:r>
    </w:p>
    <w:p w:rsidR="00AF26B7" w:rsidRDefault="00AF26B7" w:rsidP="00AF26B7"/>
    <w:p w:rsidR="00AF26B7" w:rsidRDefault="00AF26B7" w:rsidP="00AF26B7">
      <w:r>
        <w:t xml:space="preserve">zapsaná v obchodním rejstříku vedeném Městským soudem v Praze, oddíl B, vložka 2341 </w:t>
      </w:r>
    </w:p>
    <w:p w:rsidR="00AF26B7" w:rsidRDefault="00AF26B7" w:rsidP="00AF26B7">
      <w:r>
        <w:t>(dále jen „zadavatel“)</w:t>
      </w:r>
    </w:p>
    <w:p w:rsidR="00F0728B" w:rsidRDefault="00F0728B" w:rsidP="00AF26B7"/>
    <w:p w:rsidR="00AF26B7" w:rsidRPr="00F0728B" w:rsidRDefault="00AF26B7" w:rsidP="00F0728B">
      <w:pPr>
        <w:pStyle w:val="02-ODST-2"/>
        <w:rPr>
          <w:b/>
        </w:rPr>
      </w:pPr>
      <w:r w:rsidRPr="00F0728B">
        <w:rPr>
          <w:b/>
        </w:rPr>
        <w:t>Kontaktní osoby</w:t>
      </w:r>
    </w:p>
    <w:p w:rsidR="00CB131C" w:rsidRDefault="00AF26B7" w:rsidP="00AF26B7">
      <w:r>
        <w:t>Zadavatel se zavazuje poskytnout zájemcům informace potřebné pro podání nabídky k této</w:t>
      </w:r>
      <w:r w:rsidR="00CB131C">
        <w:t xml:space="preserve"> </w:t>
      </w:r>
      <w:r>
        <w:t>zakázce</w:t>
      </w:r>
      <w:r w:rsidR="00D03C24">
        <w:t>.</w:t>
      </w:r>
      <w:r w:rsidR="00CB131C">
        <w:t xml:space="preserve"> </w:t>
      </w:r>
    </w:p>
    <w:p w:rsidR="00AF26B7" w:rsidRDefault="00AF26B7" w:rsidP="00AF26B7">
      <w:r>
        <w:t>Kontaktní osobou je ve věcech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96"/>
        <w:gridCol w:w="2346"/>
        <w:gridCol w:w="1798"/>
        <w:gridCol w:w="2832"/>
      </w:tblGrid>
      <w:tr w:rsidR="004526A8" w:rsidRPr="00CF4479" w:rsidTr="000A5034">
        <w:trPr>
          <w:trHeight w:val="401"/>
        </w:trPr>
        <w:tc>
          <w:tcPr>
            <w:tcW w:w="26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26A8" w:rsidRPr="00CF4479" w:rsidRDefault="004526A8" w:rsidP="008E7905">
            <w:pPr>
              <w:overflowPunct w:val="0"/>
              <w:autoSpaceDE w:val="0"/>
              <w:autoSpaceDN w:val="0"/>
              <w:adjustRightInd w:val="0"/>
              <w:jc w:val="center"/>
              <w:textAlignment w:val="baseline"/>
              <w:rPr>
                <w:rFonts w:cs="Arial"/>
              </w:rPr>
            </w:pP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26A8" w:rsidRPr="00CF4479" w:rsidRDefault="004526A8" w:rsidP="008E7905">
            <w:pPr>
              <w:overflowPunct w:val="0"/>
              <w:autoSpaceDE w:val="0"/>
              <w:autoSpaceDN w:val="0"/>
              <w:adjustRightInd w:val="0"/>
              <w:jc w:val="left"/>
              <w:textAlignment w:val="baseline"/>
              <w:rPr>
                <w:rFonts w:cs="Arial"/>
              </w:rPr>
            </w:pPr>
            <w:r w:rsidRPr="00CF4479">
              <w:rPr>
                <w:rFonts w:cs="Arial"/>
              </w:rPr>
              <w:t>jméno a příjmení:</w:t>
            </w:r>
          </w:p>
        </w:tc>
        <w:tc>
          <w:tcPr>
            <w:tcW w:w="18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26A8" w:rsidRPr="00CF4479" w:rsidRDefault="004526A8" w:rsidP="008E7905">
            <w:pPr>
              <w:overflowPunct w:val="0"/>
              <w:autoSpaceDE w:val="0"/>
              <w:autoSpaceDN w:val="0"/>
              <w:adjustRightInd w:val="0"/>
              <w:jc w:val="left"/>
              <w:textAlignment w:val="baseline"/>
              <w:rPr>
                <w:rFonts w:cs="Arial"/>
              </w:rPr>
            </w:pPr>
            <w:r w:rsidRPr="00CF4479">
              <w:rPr>
                <w:rFonts w:cs="Arial"/>
              </w:rPr>
              <w:t>telefon:</w:t>
            </w:r>
          </w:p>
        </w:tc>
        <w:tc>
          <w:tcPr>
            <w:tcW w:w="266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26A8" w:rsidRPr="00CF4479" w:rsidRDefault="004526A8" w:rsidP="008E7905">
            <w:pPr>
              <w:overflowPunct w:val="0"/>
              <w:autoSpaceDE w:val="0"/>
              <w:autoSpaceDN w:val="0"/>
              <w:adjustRightInd w:val="0"/>
              <w:jc w:val="left"/>
              <w:textAlignment w:val="baseline"/>
              <w:rPr>
                <w:rFonts w:cs="Arial"/>
              </w:rPr>
            </w:pPr>
            <w:r w:rsidRPr="00CF4479">
              <w:rPr>
                <w:rFonts w:cs="Arial"/>
              </w:rPr>
              <w:t>e-mail:</w:t>
            </w:r>
          </w:p>
        </w:tc>
      </w:tr>
      <w:tr w:rsidR="004526A8" w:rsidRPr="00CF4479" w:rsidTr="000A5034">
        <w:tc>
          <w:tcPr>
            <w:tcW w:w="2659" w:type="dxa"/>
            <w:tcBorders>
              <w:top w:val="single" w:sz="4" w:space="0" w:color="auto"/>
              <w:left w:val="single" w:sz="4" w:space="0" w:color="auto"/>
              <w:bottom w:val="single" w:sz="4" w:space="0" w:color="auto"/>
              <w:right w:val="single" w:sz="4" w:space="0" w:color="auto"/>
            </w:tcBorders>
            <w:shd w:val="clear" w:color="auto" w:fill="auto"/>
            <w:hideMark/>
          </w:tcPr>
          <w:p w:rsidR="004526A8" w:rsidRPr="00CF4479" w:rsidRDefault="00CB131C" w:rsidP="008E7905">
            <w:pPr>
              <w:overflowPunct w:val="0"/>
              <w:autoSpaceDE w:val="0"/>
              <w:autoSpaceDN w:val="0"/>
              <w:adjustRightInd w:val="0"/>
              <w:textAlignment w:val="baseline"/>
              <w:rPr>
                <w:rFonts w:cs="Arial"/>
              </w:rPr>
            </w:pPr>
            <w:r>
              <w:rPr>
                <w:rFonts w:cs="Arial"/>
              </w:rPr>
              <w:t xml:space="preserve">výběrového </w:t>
            </w:r>
            <w:r w:rsidR="004526A8">
              <w:rPr>
                <w:rFonts w:cs="Arial"/>
              </w:rPr>
              <w:t>řízení</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4526A8" w:rsidRPr="00CF4479" w:rsidRDefault="004526A8" w:rsidP="008E7905">
            <w:pPr>
              <w:overflowPunct w:val="0"/>
              <w:autoSpaceDE w:val="0"/>
              <w:autoSpaceDN w:val="0"/>
              <w:adjustRightInd w:val="0"/>
              <w:textAlignment w:val="baseline"/>
              <w:rPr>
                <w:rFonts w:cs="Arial"/>
              </w:rPr>
            </w:pPr>
            <w:r w:rsidRPr="00CF4479">
              <w:rPr>
                <w:rFonts w:cs="Arial"/>
              </w:rPr>
              <w:t>Lenka Hošková</w:t>
            </w:r>
          </w:p>
        </w:tc>
        <w:tc>
          <w:tcPr>
            <w:tcW w:w="1839" w:type="dxa"/>
            <w:tcBorders>
              <w:top w:val="single" w:sz="4" w:space="0" w:color="auto"/>
              <w:left w:val="single" w:sz="4" w:space="0" w:color="auto"/>
              <w:bottom w:val="single" w:sz="4" w:space="0" w:color="auto"/>
              <w:right w:val="single" w:sz="4" w:space="0" w:color="auto"/>
            </w:tcBorders>
            <w:shd w:val="clear" w:color="auto" w:fill="auto"/>
          </w:tcPr>
          <w:p w:rsidR="004526A8" w:rsidRPr="00CF4479" w:rsidRDefault="004526A8" w:rsidP="008E7905">
            <w:pPr>
              <w:overflowPunct w:val="0"/>
              <w:autoSpaceDE w:val="0"/>
              <w:autoSpaceDN w:val="0"/>
              <w:adjustRightInd w:val="0"/>
              <w:textAlignment w:val="baseline"/>
              <w:rPr>
                <w:rFonts w:cs="Arial"/>
              </w:rPr>
            </w:pPr>
            <w:r w:rsidRPr="00CF4479">
              <w:rPr>
                <w:rFonts w:cs="Arial"/>
              </w:rPr>
              <w:t>221 968 246</w:t>
            </w:r>
          </w:p>
        </w:tc>
        <w:tc>
          <w:tcPr>
            <w:tcW w:w="2665" w:type="dxa"/>
            <w:tcBorders>
              <w:top w:val="single" w:sz="4" w:space="0" w:color="auto"/>
              <w:left w:val="single" w:sz="4" w:space="0" w:color="auto"/>
              <w:bottom w:val="single" w:sz="4" w:space="0" w:color="auto"/>
              <w:right w:val="single" w:sz="4" w:space="0" w:color="auto"/>
            </w:tcBorders>
            <w:shd w:val="clear" w:color="auto" w:fill="auto"/>
          </w:tcPr>
          <w:p w:rsidR="004526A8" w:rsidRPr="00CF4479" w:rsidRDefault="004526A8" w:rsidP="008E7905">
            <w:pPr>
              <w:overflowPunct w:val="0"/>
              <w:autoSpaceDE w:val="0"/>
              <w:autoSpaceDN w:val="0"/>
              <w:adjustRightInd w:val="0"/>
              <w:textAlignment w:val="baseline"/>
              <w:rPr>
                <w:rFonts w:cs="Arial"/>
              </w:rPr>
            </w:pPr>
            <w:r w:rsidRPr="00CF4479">
              <w:rPr>
                <w:rFonts w:cs="Arial"/>
              </w:rPr>
              <w:t>lenka.hoskova@ceproas.cz</w:t>
            </w:r>
          </w:p>
        </w:tc>
      </w:tr>
      <w:tr w:rsidR="00AC433D" w:rsidRPr="009858C8" w:rsidTr="00CF5B95">
        <w:tc>
          <w:tcPr>
            <w:tcW w:w="2659" w:type="dxa"/>
            <w:tcBorders>
              <w:top w:val="single" w:sz="4" w:space="0" w:color="auto"/>
              <w:left w:val="single" w:sz="4" w:space="0" w:color="auto"/>
              <w:bottom w:val="single" w:sz="4" w:space="0" w:color="auto"/>
              <w:right w:val="single" w:sz="4" w:space="0" w:color="auto"/>
            </w:tcBorders>
            <w:shd w:val="clear" w:color="auto" w:fill="auto"/>
          </w:tcPr>
          <w:p w:rsidR="00AC433D" w:rsidRPr="00CF4479" w:rsidRDefault="000C2F86" w:rsidP="008E7905">
            <w:pPr>
              <w:overflowPunct w:val="0"/>
              <w:autoSpaceDE w:val="0"/>
              <w:autoSpaceDN w:val="0"/>
              <w:adjustRightInd w:val="0"/>
              <w:textAlignment w:val="baseline"/>
              <w:rPr>
                <w:rFonts w:cs="Arial"/>
              </w:rPr>
            </w:pPr>
            <w:r>
              <w:rPr>
                <w:rFonts w:cs="Arial"/>
              </w:rPr>
              <w:t>t</w:t>
            </w:r>
            <w:r w:rsidR="00AC433D" w:rsidRPr="00CF4479">
              <w:rPr>
                <w:rFonts w:cs="Arial"/>
              </w:rPr>
              <w:t>echnických</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AC433D" w:rsidRDefault="00AC433D" w:rsidP="00100A0E">
            <w:pPr>
              <w:overflowPunct w:val="0"/>
              <w:autoSpaceDE w:val="0"/>
              <w:autoSpaceDN w:val="0"/>
              <w:adjustRightInd w:val="0"/>
              <w:textAlignment w:val="baseline"/>
            </w:pPr>
            <w:r>
              <w:t>Ing. Sylva Šedivá</w:t>
            </w:r>
          </w:p>
        </w:tc>
        <w:tc>
          <w:tcPr>
            <w:tcW w:w="1839" w:type="dxa"/>
            <w:tcBorders>
              <w:top w:val="single" w:sz="4" w:space="0" w:color="auto"/>
              <w:left w:val="single" w:sz="4" w:space="0" w:color="auto"/>
              <w:bottom w:val="single" w:sz="4" w:space="0" w:color="auto"/>
              <w:right w:val="single" w:sz="4" w:space="0" w:color="auto"/>
            </w:tcBorders>
            <w:shd w:val="clear" w:color="auto" w:fill="auto"/>
          </w:tcPr>
          <w:p w:rsidR="00AC433D" w:rsidRPr="003B0BD9" w:rsidRDefault="00AC433D" w:rsidP="00100A0E">
            <w:pPr>
              <w:overflowPunct w:val="0"/>
              <w:autoSpaceDE w:val="0"/>
              <w:autoSpaceDN w:val="0"/>
              <w:adjustRightInd w:val="0"/>
              <w:textAlignment w:val="baseline"/>
            </w:pPr>
            <w:r>
              <w:t>606 647 692</w:t>
            </w:r>
          </w:p>
        </w:tc>
        <w:tc>
          <w:tcPr>
            <w:tcW w:w="2665" w:type="dxa"/>
            <w:tcBorders>
              <w:top w:val="single" w:sz="4" w:space="0" w:color="auto"/>
              <w:left w:val="single" w:sz="4" w:space="0" w:color="auto"/>
              <w:bottom w:val="single" w:sz="4" w:space="0" w:color="auto"/>
              <w:right w:val="single" w:sz="4" w:space="0" w:color="auto"/>
            </w:tcBorders>
            <w:shd w:val="clear" w:color="auto" w:fill="auto"/>
          </w:tcPr>
          <w:p w:rsidR="00AC433D" w:rsidRDefault="00AC433D" w:rsidP="00100A0E">
            <w:r>
              <w:t>sylva.sediva@ceproas.cz</w:t>
            </w:r>
          </w:p>
        </w:tc>
      </w:tr>
      <w:tr w:rsidR="00FF0C6D" w:rsidRPr="009858C8" w:rsidTr="00B55689">
        <w:tc>
          <w:tcPr>
            <w:tcW w:w="2659" w:type="dxa"/>
            <w:tcBorders>
              <w:top w:val="single" w:sz="4" w:space="0" w:color="auto"/>
              <w:left w:val="single" w:sz="4" w:space="0" w:color="auto"/>
              <w:bottom w:val="single" w:sz="4" w:space="0" w:color="auto"/>
              <w:right w:val="single" w:sz="4" w:space="0" w:color="auto"/>
            </w:tcBorders>
            <w:shd w:val="clear" w:color="auto" w:fill="auto"/>
            <w:hideMark/>
          </w:tcPr>
          <w:p w:rsidR="00FF0C6D" w:rsidRPr="00CF4479" w:rsidRDefault="00FF0C6D" w:rsidP="008E7905">
            <w:pPr>
              <w:overflowPunct w:val="0"/>
              <w:autoSpaceDE w:val="0"/>
              <w:autoSpaceDN w:val="0"/>
              <w:adjustRightInd w:val="0"/>
              <w:textAlignment w:val="baseline"/>
              <w:rPr>
                <w:rFonts w:cs="Arial"/>
              </w:rPr>
            </w:pP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rsidR="00FF0C6D" w:rsidRPr="001F1174" w:rsidRDefault="00304F1D" w:rsidP="005E23F4">
            <w:pPr>
              <w:jc w:val="left"/>
            </w:pPr>
            <w:r>
              <w:t>Jindřich Svoboda</w:t>
            </w:r>
          </w:p>
        </w:tc>
        <w:tc>
          <w:tcPr>
            <w:tcW w:w="1839" w:type="dxa"/>
            <w:tcBorders>
              <w:top w:val="single" w:sz="4" w:space="0" w:color="auto"/>
              <w:left w:val="single" w:sz="4" w:space="0" w:color="auto"/>
              <w:bottom w:val="single" w:sz="4" w:space="0" w:color="auto"/>
              <w:right w:val="single" w:sz="4" w:space="0" w:color="auto"/>
            </w:tcBorders>
            <w:shd w:val="clear" w:color="auto" w:fill="auto"/>
            <w:vAlign w:val="center"/>
          </w:tcPr>
          <w:p w:rsidR="00FF0C6D" w:rsidRPr="006136FB" w:rsidRDefault="00304F1D" w:rsidP="005E23F4">
            <w:pPr>
              <w:jc w:val="left"/>
            </w:pPr>
            <w:r>
              <w:t>602 207 978</w:t>
            </w:r>
          </w:p>
        </w:tc>
        <w:tc>
          <w:tcPr>
            <w:tcW w:w="2665" w:type="dxa"/>
            <w:tcBorders>
              <w:top w:val="single" w:sz="4" w:space="0" w:color="auto"/>
              <w:left w:val="single" w:sz="4" w:space="0" w:color="auto"/>
              <w:bottom w:val="single" w:sz="4" w:space="0" w:color="auto"/>
              <w:right w:val="single" w:sz="4" w:space="0" w:color="auto"/>
            </w:tcBorders>
            <w:shd w:val="clear" w:color="auto" w:fill="auto"/>
            <w:vAlign w:val="center"/>
          </w:tcPr>
          <w:p w:rsidR="00FF0C6D" w:rsidRPr="001F1174" w:rsidRDefault="00A2174B" w:rsidP="005E23F4">
            <w:pPr>
              <w:jc w:val="left"/>
            </w:pPr>
            <w:hyperlink r:id="rId10" w:history="1">
              <w:r w:rsidR="00304F1D" w:rsidRPr="0073749A">
                <w:rPr>
                  <w:rStyle w:val="Hypertextovodkaz"/>
                </w:rPr>
                <w:t>jindrich.svoboda@ceproas.cz</w:t>
              </w:r>
            </w:hyperlink>
          </w:p>
        </w:tc>
      </w:tr>
    </w:tbl>
    <w:p w:rsidR="00B154D9" w:rsidRDefault="00B154D9" w:rsidP="00AF26B7"/>
    <w:p w:rsidR="00AF26B7" w:rsidRPr="00B154D9" w:rsidRDefault="00AF26B7" w:rsidP="00B154D9">
      <w:pPr>
        <w:pStyle w:val="02-ODST-2"/>
        <w:rPr>
          <w:b/>
        </w:rPr>
      </w:pPr>
      <w:r w:rsidRPr="00B154D9">
        <w:rPr>
          <w:b/>
        </w:rPr>
        <w:t>Vymezení předmětu zakázky</w:t>
      </w:r>
    </w:p>
    <w:p w:rsidR="002C2FA3" w:rsidRDefault="00AF26B7" w:rsidP="00135600">
      <w:r>
        <w:t>Předmětem</w:t>
      </w:r>
      <w:r w:rsidR="00687FB9">
        <w:t xml:space="preserve"> </w:t>
      </w:r>
      <w:r w:rsidR="00CB131C">
        <w:t>této</w:t>
      </w:r>
      <w:r>
        <w:t xml:space="preserve"> zakázky </w:t>
      </w:r>
      <w:r w:rsidR="00D03C24">
        <w:t xml:space="preserve">malého rozsahu </w:t>
      </w:r>
      <w:r>
        <w:t xml:space="preserve">je </w:t>
      </w:r>
      <w:r w:rsidR="00926CEB">
        <w:t>kompletní „Odstranění stavby budovy „TESKO“ ve skladu Nové Město u Kolína“</w:t>
      </w:r>
      <w:r w:rsidR="00E74C53">
        <w:t xml:space="preserve"> („dílo“)</w:t>
      </w:r>
      <w:r w:rsidR="00E47D1E">
        <w:t>.</w:t>
      </w:r>
    </w:p>
    <w:p w:rsidR="00704484" w:rsidRDefault="00704484" w:rsidP="00704484">
      <w:r w:rsidRPr="003439EB">
        <w:t xml:space="preserve">Jedná se o </w:t>
      </w:r>
      <w:r w:rsidR="0040366F">
        <w:t xml:space="preserve">demolici </w:t>
      </w:r>
      <w:r w:rsidRPr="003439EB">
        <w:t>přízemní budov</w:t>
      </w:r>
      <w:r w:rsidR="0040366F">
        <w:t>y</w:t>
      </w:r>
      <w:r w:rsidRPr="003439EB">
        <w:t xml:space="preserve"> o půdorysu cca 12x36,3m</w:t>
      </w:r>
      <w:r>
        <w:t xml:space="preserve">, výšky 4m se sedlovou střechou, krytou vlnitými eternitovými šablonami, </w:t>
      </w:r>
      <w:r w:rsidRPr="003439EB">
        <w:t>v minulosti sloužící jako administrativní budova při výstavbě skladu</w:t>
      </w:r>
      <w:r w:rsidR="0040366F">
        <w:t xml:space="preserve"> pohonných hmot</w:t>
      </w:r>
      <w:r w:rsidRPr="003439EB">
        <w:t>.</w:t>
      </w:r>
      <w:r>
        <w:t xml:space="preserve"> </w:t>
      </w:r>
    </w:p>
    <w:p w:rsidR="00704484" w:rsidRDefault="00704484" w:rsidP="00135600"/>
    <w:p w:rsidR="00FF5508" w:rsidRDefault="0080557D" w:rsidP="00FF5508">
      <w:pPr>
        <w:tabs>
          <w:tab w:val="center" w:pos="4678"/>
        </w:tabs>
      </w:pPr>
      <w:r>
        <w:t>Dílo</w:t>
      </w:r>
      <w:r w:rsidRPr="00503BD5">
        <w:t xml:space="preserve"> </w:t>
      </w:r>
      <w:r>
        <w:t>bude provedeno v následujícím rozsahu:</w:t>
      </w:r>
    </w:p>
    <w:p w:rsidR="000C2F86" w:rsidRDefault="000C2F86" w:rsidP="00FF5508">
      <w:pPr>
        <w:pStyle w:val="Odrky-psmena"/>
        <w:numPr>
          <w:ilvl w:val="0"/>
          <w:numId w:val="25"/>
        </w:numPr>
      </w:pPr>
      <w:r>
        <w:t>zajištění inženýrské činnosti</w:t>
      </w:r>
    </w:p>
    <w:p w:rsidR="00FF5508" w:rsidRDefault="00FF5508" w:rsidP="00127E8A">
      <w:pPr>
        <w:pStyle w:val="Odrky-psmena"/>
        <w:numPr>
          <w:ilvl w:val="1"/>
          <w:numId w:val="25"/>
        </w:numPr>
      </w:pPr>
      <w:r>
        <w:t xml:space="preserve">vypracování </w:t>
      </w:r>
      <w:r w:rsidR="000C2F86">
        <w:t xml:space="preserve">projektové </w:t>
      </w:r>
      <w:r>
        <w:t>dokumentace bouracích prací</w:t>
      </w:r>
      <w:r w:rsidR="000C2F86">
        <w:t xml:space="preserve"> dle vyhlášky 499/2006 Sb. </w:t>
      </w:r>
    </w:p>
    <w:p w:rsidR="000C2F86" w:rsidRDefault="000C2F86" w:rsidP="00127E8A">
      <w:pPr>
        <w:pStyle w:val="Odrky-psmena"/>
        <w:numPr>
          <w:ilvl w:val="1"/>
          <w:numId w:val="25"/>
        </w:numPr>
      </w:pPr>
      <w:r>
        <w:t>zajištění veřejnoprávních povolení</w:t>
      </w:r>
      <w:r w:rsidR="00127E8A">
        <w:t>, vyjádření a stanovisek dotčených orgánů</w:t>
      </w:r>
      <w:r>
        <w:t xml:space="preserve"> ve smyslu platné legislativy – zajištění potřebných vyjádření příslušných úřadů a institucí a ohlášení odstranění stavby ve smyslu zákona č. 183/2006 Sb.</w:t>
      </w:r>
    </w:p>
    <w:p w:rsidR="00FF5508" w:rsidRDefault="00FF5508" w:rsidP="00FF5508">
      <w:pPr>
        <w:pStyle w:val="Odrky-psmena"/>
        <w:numPr>
          <w:ilvl w:val="0"/>
          <w:numId w:val="25"/>
        </w:numPr>
      </w:pPr>
      <w:r>
        <w:t>vytýčení stávajících inženýrských sítí v okolí budovy</w:t>
      </w:r>
    </w:p>
    <w:p w:rsidR="00FF5508" w:rsidRDefault="0040366F" w:rsidP="00FF5508">
      <w:pPr>
        <w:pStyle w:val="Odrky-psmena"/>
        <w:numPr>
          <w:ilvl w:val="0"/>
          <w:numId w:val="25"/>
        </w:numPr>
      </w:pPr>
      <w:r>
        <w:t xml:space="preserve">zajištění </w:t>
      </w:r>
      <w:r w:rsidR="00FF5508">
        <w:t>odborn</w:t>
      </w:r>
      <w:r>
        <w:t>ého</w:t>
      </w:r>
      <w:r w:rsidR="00FF5508">
        <w:t xml:space="preserve"> stavební</w:t>
      </w:r>
      <w:r>
        <w:t>ho</w:t>
      </w:r>
      <w:r w:rsidR="00FF5508">
        <w:t xml:space="preserve"> dozor</w:t>
      </w:r>
      <w:r>
        <w:t>u</w:t>
      </w:r>
    </w:p>
    <w:p w:rsidR="00FF5508" w:rsidRDefault="00FF5508" w:rsidP="00FF5508">
      <w:pPr>
        <w:pStyle w:val="Odrky-psmena"/>
        <w:numPr>
          <w:ilvl w:val="0"/>
          <w:numId w:val="25"/>
        </w:numPr>
      </w:pPr>
      <w:r>
        <w:t xml:space="preserve">kompletní demolice </w:t>
      </w:r>
      <w:r w:rsidR="0040366F">
        <w:t xml:space="preserve">stavby - </w:t>
      </w:r>
      <w:r>
        <w:t xml:space="preserve">budovy včetně vnitřního vybavení a základové desky (bude-li základová deska z panelů, budou zachovalé panely uloženy ve skladu </w:t>
      </w:r>
      <w:r w:rsidR="0040366F">
        <w:t xml:space="preserve">zadavatele </w:t>
      </w:r>
      <w:r>
        <w:t>na předem určeném místě v objektu skladu Nové Město)</w:t>
      </w:r>
    </w:p>
    <w:p w:rsidR="00FF5508" w:rsidRDefault="00FF5508" w:rsidP="00FF5508">
      <w:pPr>
        <w:pStyle w:val="Odrky-psmena"/>
        <w:numPr>
          <w:ilvl w:val="0"/>
          <w:numId w:val="25"/>
        </w:numPr>
      </w:pPr>
      <w:r>
        <w:t>vyčištění a demolice žumpy</w:t>
      </w:r>
      <w:r w:rsidRPr="008767B5">
        <w:t xml:space="preserve"> </w:t>
      </w:r>
      <w:r>
        <w:t>o objemu cca 150m</w:t>
      </w:r>
      <w:r>
        <w:rPr>
          <w:vertAlign w:val="superscript"/>
        </w:rPr>
        <w:t>3</w:t>
      </w:r>
    </w:p>
    <w:p w:rsidR="00FF5508" w:rsidRDefault="00FF5508" w:rsidP="00FF5508">
      <w:pPr>
        <w:pStyle w:val="Odrky-psmena"/>
        <w:numPr>
          <w:ilvl w:val="0"/>
          <w:numId w:val="25"/>
        </w:numPr>
      </w:pPr>
      <w:r>
        <w:t>odvoz a likvidace veškeré suti a odpadů</w:t>
      </w:r>
    </w:p>
    <w:p w:rsidR="00FF5508" w:rsidRDefault="00FF5508" w:rsidP="00FF5508">
      <w:pPr>
        <w:pStyle w:val="Odrky-psmena"/>
        <w:numPr>
          <w:ilvl w:val="0"/>
          <w:numId w:val="25"/>
        </w:numPr>
      </w:pPr>
      <w:r>
        <w:t xml:space="preserve">terénní úpravy, zemní práce – zarovnání a sjednocení místa po budově s okolním terénem, </w:t>
      </w:r>
      <w:proofErr w:type="gramStart"/>
      <w:r>
        <w:t>osetí  travním</w:t>
      </w:r>
      <w:proofErr w:type="gramEnd"/>
      <w:r>
        <w:t xml:space="preserve"> semenem</w:t>
      </w:r>
    </w:p>
    <w:p w:rsidR="00833E1F" w:rsidRDefault="00833E1F" w:rsidP="00833E1F"/>
    <w:p w:rsidR="00E47D1E" w:rsidRPr="00503BD5" w:rsidRDefault="00E47D1E" w:rsidP="00E47D1E">
      <w:r>
        <w:rPr>
          <w:rFonts w:cs="Arial"/>
          <w:bCs/>
        </w:rPr>
        <w:t xml:space="preserve">(předmět zakázky dále též </w:t>
      </w:r>
      <w:r w:rsidR="00E74C53">
        <w:rPr>
          <w:rFonts w:cs="Arial"/>
          <w:bCs/>
        </w:rPr>
        <w:t xml:space="preserve">jen </w:t>
      </w:r>
      <w:r>
        <w:rPr>
          <w:rFonts w:cs="Arial"/>
          <w:bCs/>
        </w:rPr>
        <w:t>„dílo“)</w:t>
      </w:r>
    </w:p>
    <w:p w:rsidR="00AF26B7" w:rsidRDefault="00AF26B7" w:rsidP="00AF26B7">
      <w:r>
        <w:t xml:space="preserve">Dodavatel rovněž předá zadavateli </w:t>
      </w:r>
      <w:r w:rsidR="00FA242A">
        <w:t xml:space="preserve">spolu s dílem </w:t>
      </w:r>
      <w:r>
        <w:t>tuto dokumentaci</w:t>
      </w:r>
      <w:r w:rsidR="00EA5A89">
        <w:t xml:space="preserve"> nutnou k užívání díla a doklady </w:t>
      </w:r>
      <w:r w:rsidR="00EA5A89" w:rsidRPr="000A3AB6">
        <w:t>plynoucí z obecně závazných právních a technických předpisů</w:t>
      </w:r>
      <w:r w:rsidR="00EA5A89">
        <w:t xml:space="preserve"> (vše v českém jazyce),</w:t>
      </w:r>
      <w:r w:rsidR="001C7850">
        <w:t xml:space="preserve"> </w:t>
      </w:r>
      <w:r w:rsidR="00EA5A89">
        <w:t>zejména</w:t>
      </w:r>
      <w:r>
        <w:t>:</w:t>
      </w:r>
    </w:p>
    <w:p w:rsidR="002749B7" w:rsidRDefault="002749B7" w:rsidP="002749B7">
      <w:pPr>
        <w:pStyle w:val="Odrky-psmena"/>
        <w:numPr>
          <w:ilvl w:val="0"/>
          <w:numId w:val="25"/>
        </w:numPr>
      </w:pPr>
      <w:r>
        <w:t>potvrzení o ekologické likvidaci suti a odpadů</w:t>
      </w:r>
    </w:p>
    <w:p w:rsidR="002749B7" w:rsidRPr="000F7E77" w:rsidRDefault="002749B7" w:rsidP="002749B7">
      <w:pPr>
        <w:pStyle w:val="Odrky-psmena"/>
        <w:numPr>
          <w:ilvl w:val="0"/>
          <w:numId w:val="25"/>
        </w:numPr>
      </w:pPr>
      <w:r>
        <w:t>protokol o odstranění stavby</w:t>
      </w:r>
    </w:p>
    <w:p w:rsidR="00461812" w:rsidRPr="00461812" w:rsidRDefault="00461812" w:rsidP="00461812">
      <w:pPr>
        <w:pStyle w:val="Odrky2rove"/>
        <w:numPr>
          <w:ilvl w:val="0"/>
          <w:numId w:val="5"/>
        </w:numPr>
      </w:pPr>
      <w:r w:rsidRPr="00461812">
        <w:t>další potřebné dokumenty dle právních a technických předpisů vydaných a platných v České republice</w:t>
      </w:r>
    </w:p>
    <w:p w:rsidR="00461812" w:rsidRDefault="00461812" w:rsidP="00461812">
      <w:pPr>
        <w:pStyle w:val="Odrky2rove"/>
        <w:numPr>
          <w:ilvl w:val="0"/>
          <w:numId w:val="0"/>
        </w:numPr>
        <w:ind w:left="720"/>
      </w:pPr>
    </w:p>
    <w:p w:rsidR="00AF26B7" w:rsidRDefault="00AF26B7" w:rsidP="00AF26B7"/>
    <w:p w:rsidR="00AF26B7" w:rsidRPr="00FB0F06" w:rsidRDefault="00AF26B7" w:rsidP="00FB0F06">
      <w:pPr>
        <w:pStyle w:val="02-ODST-2"/>
        <w:rPr>
          <w:b/>
        </w:rPr>
      </w:pPr>
      <w:r w:rsidRPr="00FB0F06">
        <w:rPr>
          <w:b/>
        </w:rPr>
        <w:t>Doba a místo plnění</w:t>
      </w:r>
      <w:r w:rsidR="00CB131C">
        <w:rPr>
          <w:b/>
        </w:rPr>
        <w:t xml:space="preserve"> </w:t>
      </w:r>
      <w:r w:rsidRPr="00FB0F06">
        <w:rPr>
          <w:b/>
        </w:rPr>
        <w:t>zakázky</w:t>
      </w:r>
    </w:p>
    <w:p w:rsidR="00AF26B7" w:rsidRDefault="00AF26B7" w:rsidP="00AF26B7">
      <w:r>
        <w:t>Doba plnění:</w:t>
      </w:r>
    </w:p>
    <w:p w:rsidR="004959CD" w:rsidRPr="00EF2C77" w:rsidRDefault="004959CD" w:rsidP="004959CD">
      <w:r>
        <w:t xml:space="preserve">Termín kompletního ukončení realizace předmětu zakázky je stanoven nejpozději </w:t>
      </w:r>
      <w:r w:rsidRPr="00EF2C77">
        <w:t>na 31. 1</w:t>
      </w:r>
      <w:r>
        <w:t>2</w:t>
      </w:r>
      <w:r w:rsidRPr="00EF2C77">
        <w:t>. 201</w:t>
      </w:r>
      <w:r w:rsidR="00522905">
        <w:t>4</w:t>
      </w:r>
      <w:r w:rsidRPr="00EF2C77">
        <w:t>.</w:t>
      </w:r>
    </w:p>
    <w:p w:rsidR="004959CD" w:rsidRPr="00EF2C77" w:rsidRDefault="00127E8A" w:rsidP="004959CD">
      <w:pPr>
        <w:pStyle w:val="Odrky2rove"/>
        <w:numPr>
          <w:ilvl w:val="0"/>
          <w:numId w:val="5"/>
        </w:numPr>
      </w:pPr>
      <w:r>
        <w:t xml:space="preserve">zahájení díla: </w:t>
      </w:r>
      <w:r w:rsidR="004959CD" w:rsidRPr="00EF2C77">
        <w:t xml:space="preserve">po podpisu </w:t>
      </w:r>
      <w:r w:rsidR="0040366F">
        <w:t>smlouvy s vybraným dodavatelem</w:t>
      </w:r>
      <w:r w:rsidR="004959CD" w:rsidRPr="00EF2C77">
        <w:tab/>
      </w:r>
      <w:r w:rsidR="004959CD" w:rsidRPr="00EF2C77">
        <w:tab/>
      </w:r>
      <w:r w:rsidR="004959CD" w:rsidRPr="00EF2C77">
        <w:tab/>
      </w:r>
    </w:p>
    <w:p w:rsidR="004959CD" w:rsidRPr="00EF2C77" w:rsidRDefault="004959CD" w:rsidP="004959CD">
      <w:pPr>
        <w:pStyle w:val="Odrky2rove"/>
        <w:numPr>
          <w:ilvl w:val="0"/>
          <w:numId w:val="5"/>
        </w:numPr>
      </w:pPr>
      <w:r w:rsidRPr="00EF2C77">
        <w:t xml:space="preserve">dokončení a předání díla včetně kompletní dokladové části </w:t>
      </w:r>
      <w:r w:rsidR="00EE7EF8">
        <w:t xml:space="preserve">do 30 dnů od předání staveniště, </w:t>
      </w:r>
      <w:r w:rsidR="00101CB8">
        <w:t xml:space="preserve">přičemž zadavatel předpokládá, že dokončení a předání díla proběhne </w:t>
      </w:r>
      <w:r w:rsidR="00EE7EF8">
        <w:t xml:space="preserve">nejpozději </w:t>
      </w:r>
      <w:proofErr w:type="gramStart"/>
      <w:r w:rsidR="00EE7EF8">
        <w:t xml:space="preserve">do </w:t>
      </w:r>
      <w:r>
        <w:t xml:space="preserve"> </w:t>
      </w:r>
      <w:r w:rsidRPr="00EF2C77">
        <w:t>3</w:t>
      </w:r>
      <w:r>
        <w:t>1</w:t>
      </w:r>
      <w:proofErr w:type="gramEnd"/>
      <w:r w:rsidRPr="00EF2C77">
        <w:t>.</w:t>
      </w:r>
      <w:r w:rsidR="0040366F">
        <w:t xml:space="preserve"> </w:t>
      </w:r>
      <w:r w:rsidRPr="00EF2C77">
        <w:t>1</w:t>
      </w:r>
      <w:r>
        <w:t>2</w:t>
      </w:r>
      <w:r w:rsidRPr="00EF2C77">
        <w:t>. 201</w:t>
      </w:r>
      <w:r w:rsidR="00522905">
        <w:t>4</w:t>
      </w:r>
    </w:p>
    <w:p w:rsidR="004959CD" w:rsidRDefault="004959CD" w:rsidP="004959CD">
      <w:pPr>
        <w:pStyle w:val="Odrky-rky"/>
        <w:numPr>
          <w:ilvl w:val="0"/>
          <w:numId w:val="0"/>
        </w:numPr>
        <w:ind w:left="1080"/>
      </w:pPr>
    </w:p>
    <w:p w:rsidR="00AF26B7" w:rsidRDefault="00AF26B7" w:rsidP="00AF26B7">
      <w:r>
        <w:t xml:space="preserve">Místo plnění: </w:t>
      </w:r>
    </w:p>
    <w:p w:rsidR="00F5485C" w:rsidRPr="00F5485C" w:rsidRDefault="004E10F4" w:rsidP="00F5485C">
      <w:r>
        <w:t>ČEPRO, a. s., sklad Nové Město u Kolína, PSČ 282 00</w:t>
      </w:r>
      <w:r w:rsidR="00393230">
        <w:t>.</w:t>
      </w:r>
    </w:p>
    <w:p w:rsidR="00AF26B7" w:rsidRDefault="00AF26B7" w:rsidP="00AF26B7"/>
    <w:p w:rsidR="00AF26B7" w:rsidRPr="0021642E" w:rsidRDefault="00AF26B7" w:rsidP="0021642E">
      <w:pPr>
        <w:pStyle w:val="02-ODST-2"/>
        <w:rPr>
          <w:b/>
        </w:rPr>
      </w:pPr>
      <w:r w:rsidRPr="0021642E">
        <w:rPr>
          <w:b/>
        </w:rPr>
        <w:t>Prohlídka místa plnění</w:t>
      </w:r>
    </w:p>
    <w:p w:rsidR="00AF26B7" w:rsidRDefault="00AF26B7" w:rsidP="00AF26B7">
      <w:r>
        <w:t>Zadavatel se zavazuje poskytnout zájemcům potřebné informace pro podání nabídky k</w:t>
      </w:r>
      <w:r w:rsidR="002C06E9">
        <w:t> </w:t>
      </w:r>
      <w:r>
        <w:t>této</w:t>
      </w:r>
      <w:r w:rsidR="002C06E9">
        <w:t xml:space="preserve"> </w:t>
      </w:r>
      <w:r>
        <w:t>zakázce. Z</w:t>
      </w:r>
      <w:r w:rsidR="000124BA">
        <w:t> </w:t>
      </w:r>
      <w:r>
        <w:t>tohoto důvodu bude zajištěna pro zájemce prohlídka místa plnění. Prohlídka místa plnění se uskuteční dne</w:t>
      </w:r>
      <w:r w:rsidR="00EB40FA">
        <w:t xml:space="preserve"> </w:t>
      </w:r>
      <w:proofErr w:type="gramStart"/>
      <w:r w:rsidR="006A0459">
        <w:t>15.10.2014</w:t>
      </w:r>
      <w:proofErr w:type="gramEnd"/>
      <w:r w:rsidR="006A0459">
        <w:t xml:space="preserve"> </w:t>
      </w:r>
      <w:r>
        <w:t>v</w:t>
      </w:r>
      <w:r w:rsidR="00EB40FA">
        <w:t> </w:t>
      </w:r>
      <w:r w:rsidR="00870134">
        <w:t>1</w:t>
      </w:r>
      <w:r w:rsidR="00611845">
        <w:t>0</w:t>
      </w:r>
      <w:r w:rsidR="00EB40FA">
        <w:t xml:space="preserve"> </w:t>
      </w:r>
      <w:r>
        <w:t xml:space="preserve">hodin. </w:t>
      </w:r>
    </w:p>
    <w:p w:rsidR="00FE367D" w:rsidRPr="00961867" w:rsidRDefault="00FE367D" w:rsidP="00FE367D">
      <w:pPr>
        <w:rPr>
          <w:b/>
        </w:rPr>
      </w:pPr>
      <w:r w:rsidRPr="00961867">
        <w:rPr>
          <w:b/>
        </w:rPr>
        <w:t xml:space="preserve">Účastníci místního šetření </w:t>
      </w:r>
      <w:r w:rsidR="008F41D3">
        <w:rPr>
          <w:b/>
        </w:rPr>
        <w:t xml:space="preserve">(prohlídky místa plnění) </w:t>
      </w:r>
      <w:r w:rsidRPr="00961867">
        <w:rPr>
          <w:b/>
        </w:rPr>
        <w:t>musí mít vlastní vybave</w:t>
      </w:r>
      <w:r>
        <w:rPr>
          <w:b/>
        </w:rPr>
        <w:t>ní ochrannými oděvy a pomůckami.</w:t>
      </w:r>
    </w:p>
    <w:p w:rsidR="00AF26B7" w:rsidRDefault="00AF26B7" w:rsidP="00AF26B7">
      <w:r>
        <w:t xml:space="preserve">Sraz účastníků je v </w:t>
      </w:r>
      <w:r w:rsidR="00870134">
        <w:t>1</w:t>
      </w:r>
      <w:r w:rsidR="00611845">
        <w:t>0</w:t>
      </w:r>
      <w:r>
        <w:t xml:space="preserve">,00 hodin na vrátnici </w:t>
      </w:r>
      <w:r w:rsidR="0000612B" w:rsidRPr="0000612B">
        <w:t>skladu ČEPRO, a.</w:t>
      </w:r>
      <w:proofErr w:type="gramStart"/>
      <w:r w:rsidR="0000612B" w:rsidRPr="0000612B">
        <w:t xml:space="preserve">s. </w:t>
      </w:r>
      <w:r w:rsidR="00FE367D">
        <w:t>,</w:t>
      </w:r>
      <w:r w:rsidR="00611845">
        <w:t>Nové</w:t>
      </w:r>
      <w:proofErr w:type="gramEnd"/>
      <w:r w:rsidR="00611845">
        <w:t xml:space="preserve"> Město</w:t>
      </w:r>
      <w:r w:rsidR="00FE367D">
        <w:t>.</w:t>
      </w:r>
    </w:p>
    <w:p w:rsidR="00AF26B7" w:rsidRDefault="00AF26B7" w:rsidP="00AF26B7">
      <w:r>
        <w:t>Účast na místním šetření je třeba předem ohlásit na níže uvedeném kontaktu.</w:t>
      </w:r>
    </w:p>
    <w:p w:rsidR="00AC4B33" w:rsidRDefault="0000612B" w:rsidP="00FE70C1">
      <w:r>
        <w:t xml:space="preserve">Kontaktní osobou je </w:t>
      </w:r>
      <w:r w:rsidR="00611845">
        <w:t xml:space="preserve">Jindřich Svoboda, </w:t>
      </w:r>
      <w:hyperlink r:id="rId11" w:history="1">
        <w:r w:rsidR="00611845" w:rsidRPr="0073749A">
          <w:rPr>
            <w:rStyle w:val="Hypertextovodkaz"/>
          </w:rPr>
          <w:t>jindrich.svoboda@ceproas.cz</w:t>
        </w:r>
      </w:hyperlink>
      <w:r w:rsidR="00611845">
        <w:t xml:space="preserve">, tel.: 321 792211; </w:t>
      </w:r>
      <w:proofErr w:type="gramStart"/>
      <w:r w:rsidR="00611845">
        <w:t xml:space="preserve">602 207 978                    </w:t>
      </w:r>
      <w:r w:rsidR="00FE70C1">
        <w:t>.</w:t>
      </w:r>
      <w:proofErr w:type="gramEnd"/>
    </w:p>
    <w:p w:rsidR="00041965" w:rsidRDefault="00041965" w:rsidP="00041965">
      <w:pPr>
        <w:pStyle w:val="01-L"/>
      </w:pPr>
      <w:bookmarkStart w:id="0" w:name="_Toc273535865"/>
      <w:r>
        <w:t>Rozsah a technické podmínky</w:t>
      </w:r>
      <w:bookmarkEnd w:id="0"/>
    </w:p>
    <w:p w:rsidR="00796DF6" w:rsidRPr="00796DF6" w:rsidRDefault="00796DF6" w:rsidP="00796DF6">
      <w:pPr>
        <w:pStyle w:val="02-ODST-2"/>
        <w:rPr>
          <w:b/>
        </w:rPr>
      </w:pPr>
      <w:bookmarkStart w:id="1" w:name="_Toc263143227"/>
      <w:r w:rsidRPr="00796DF6">
        <w:rPr>
          <w:b/>
        </w:rPr>
        <w:t xml:space="preserve">Rozsah </w:t>
      </w:r>
      <w:r w:rsidR="008F41D3">
        <w:rPr>
          <w:b/>
        </w:rPr>
        <w:t>předmětu zakázky</w:t>
      </w:r>
      <w:bookmarkEnd w:id="1"/>
    </w:p>
    <w:p w:rsidR="00BE7B07" w:rsidRPr="00606FC4" w:rsidRDefault="00BE7B07" w:rsidP="00BE7B07">
      <w:pPr>
        <w:rPr>
          <w:highlight w:val="yellow"/>
        </w:rPr>
      </w:pPr>
      <w:r>
        <w:rPr>
          <w:rFonts w:cs="Arial"/>
        </w:rPr>
        <w:t xml:space="preserve">Rozsah </w:t>
      </w:r>
      <w:r w:rsidR="008F41D3">
        <w:rPr>
          <w:rFonts w:cs="Arial"/>
        </w:rPr>
        <w:t xml:space="preserve">předmětu této zakázky, tj. rozsah </w:t>
      </w:r>
      <w:r>
        <w:rPr>
          <w:rFonts w:cs="Arial"/>
        </w:rPr>
        <w:t>prací</w:t>
      </w:r>
      <w:r w:rsidR="008F41D3">
        <w:rPr>
          <w:rFonts w:cs="Arial"/>
        </w:rPr>
        <w:t xml:space="preserve"> a souvisejících činností, výkonů a služeb dodavatele požadovaný zadavatelem</w:t>
      </w:r>
      <w:r>
        <w:rPr>
          <w:rFonts w:cs="Arial"/>
        </w:rPr>
        <w:t xml:space="preserve"> je vymezen v bodě </w:t>
      </w:r>
      <w:r w:rsidR="00CB131C">
        <w:rPr>
          <w:rFonts w:cs="Arial"/>
        </w:rPr>
        <w:t>1.3</w:t>
      </w:r>
      <w:r>
        <w:rPr>
          <w:rFonts w:cs="Arial"/>
        </w:rPr>
        <w:t xml:space="preserve"> této zadávací dokumentace</w:t>
      </w:r>
      <w:r w:rsidR="009A40CC">
        <w:rPr>
          <w:rFonts w:cs="Arial"/>
        </w:rPr>
        <w:t>.</w:t>
      </w:r>
    </w:p>
    <w:p w:rsidR="00AF26B7" w:rsidRDefault="00AF26B7" w:rsidP="00AF26B7"/>
    <w:p w:rsidR="00AF26B7" w:rsidRPr="00584106" w:rsidRDefault="00AF26B7" w:rsidP="00584106">
      <w:pPr>
        <w:pStyle w:val="02-ODST-2"/>
        <w:rPr>
          <w:b/>
        </w:rPr>
      </w:pPr>
      <w:r w:rsidRPr="00584106">
        <w:rPr>
          <w:b/>
        </w:rPr>
        <w:t>Technické podmínky</w:t>
      </w:r>
      <w:r w:rsidR="00244A55">
        <w:rPr>
          <w:b/>
        </w:rPr>
        <w:t>, požadavky zadavatele</w:t>
      </w:r>
    </w:p>
    <w:p w:rsidR="007C7B6F" w:rsidRDefault="00990D92" w:rsidP="003A03E6">
      <w:pPr>
        <w:pStyle w:val="05-ODST-3"/>
      </w:pPr>
      <w:r>
        <w:t>Zadavatel p</w:t>
      </w:r>
      <w:r w:rsidR="007C7B6F">
        <w:t>ožaduje posouzení náročnosti zakázky na místě prováděných prací.</w:t>
      </w:r>
    </w:p>
    <w:p w:rsidR="00AF26B7" w:rsidRDefault="00990D92" w:rsidP="003A03E6">
      <w:pPr>
        <w:pStyle w:val="05-ODST-3"/>
      </w:pPr>
      <w:r>
        <w:t>Zadavatel p</w:t>
      </w:r>
      <w:r w:rsidR="007C7B6F">
        <w:t xml:space="preserve">ožaduje předložení harmonogramu </w:t>
      </w:r>
      <w:r w:rsidR="00CA1D1C">
        <w:t>plnění</w:t>
      </w:r>
      <w:r w:rsidR="00D82E36">
        <w:t>.</w:t>
      </w:r>
      <w:r w:rsidR="009450FC">
        <w:t xml:space="preserve"> </w:t>
      </w:r>
    </w:p>
    <w:p w:rsidR="00EB108E" w:rsidRDefault="00EB108E" w:rsidP="00244A55">
      <w:pPr>
        <w:pStyle w:val="05-ODST-3"/>
        <w:numPr>
          <w:ilvl w:val="0"/>
          <w:numId w:val="0"/>
        </w:numPr>
        <w:ind w:left="1134"/>
      </w:pPr>
      <w:r>
        <w:t xml:space="preserve">Zadavatel požaduje </w:t>
      </w:r>
      <w:r w:rsidRPr="0090531D">
        <w:t xml:space="preserve">předložení technologického postupu </w:t>
      </w:r>
      <w:r w:rsidR="003A03E6">
        <w:t>realizace díla</w:t>
      </w:r>
      <w:r w:rsidR="00FA242A">
        <w:t>.</w:t>
      </w:r>
      <w:r w:rsidR="00244A55">
        <w:t xml:space="preserve"> Vybraný dodavatel předloží před zahájením prací veškeré jím zpracované technologické předpisy a postupy týkající se prováděných prací ke schválení zadavateli.</w:t>
      </w:r>
    </w:p>
    <w:p w:rsidR="00CE67E3" w:rsidRPr="00CE67E3" w:rsidRDefault="00CE67E3" w:rsidP="00CE67E3">
      <w:pPr>
        <w:pStyle w:val="05-ODST-3"/>
      </w:pPr>
      <w:r w:rsidRPr="00CE67E3">
        <w:t>Pracovníci dodavatele budou vybaveni pracovními a ochrannými prostředky, které určí zadavatel</w:t>
      </w:r>
      <w:r w:rsidR="00244A55">
        <w:t xml:space="preserve"> ve smyslu bodu 2.5.7 této zadávací dokumentace níže</w:t>
      </w:r>
      <w:r w:rsidRPr="00CE67E3">
        <w:t xml:space="preserve"> a pracovníci dodavatele je budou bezpodmínečně používat</w:t>
      </w:r>
      <w:r w:rsidR="00D82E36">
        <w:t>.</w:t>
      </w:r>
    </w:p>
    <w:p w:rsidR="00AF26B7" w:rsidRDefault="00AF26B7" w:rsidP="000E0CA8">
      <w:pPr>
        <w:pStyle w:val="05-ODST-3"/>
      </w:pPr>
      <w:r>
        <w:lastRenderedPageBreak/>
        <w:t>Veškerou technickou dokumentaci zpracovanou dodavatelem je dodavatel povinen předložit ke schválení zadavateli (prováděcí, výrobní a dílenská dokumentace, technologické a pracovní předpisy a postupy, výpočty, technologické postupy a jiné doklady nutné k provedení díla). Zadavatel má výlučné právo kontroly veškeré dokumentace zpracované dodavatelem.</w:t>
      </w:r>
    </w:p>
    <w:p w:rsidR="006114FC" w:rsidRDefault="006114FC" w:rsidP="00AF26B7"/>
    <w:p w:rsidR="00AF26B7" w:rsidRPr="007C7B6F" w:rsidRDefault="00AF26B7" w:rsidP="007C7B6F">
      <w:pPr>
        <w:pStyle w:val="02-ODST-2"/>
        <w:rPr>
          <w:b/>
        </w:rPr>
      </w:pPr>
      <w:r w:rsidRPr="007C7B6F">
        <w:rPr>
          <w:b/>
        </w:rPr>
        <w:t>Další požadav</w:t>
      </w:r>
      <w:r w:rsidR="00D92C46">
        <w:rPr>
          <w:b/>
        </w:rPr>
        <w:t xml:space="preserve">ky na realizaci </w:t>
      </w:r>
      <w:r w:rsidR="00CB131C">
        <w:rPr>
          <w:b/>
        </w:rPr>
        <w:t xml:space="preserve">předmětu </w:t>
      </w:r>
      <w:r w:rsidR="00D92C46">
        <w:rPr>
          <w:b/>
        </w:rPr>
        <w:t>zakázky</w:t>
      </w:r>
    </w:p>
    <w:p w:rsidR="00AF26B7" w:rsidRPr="0017266E" w:rsidRDefault="001C7850" w:rsidP="006F7350">
      <w:pPr>
        <w:pStyle w:val="05-ODST-3"/>
      </w:pPr>
      <w:r>
        <w:t>P</w:t>
      </w:r>
      <w:r w:rsidR="00AF26B7">
        <w:t xml:space="preserve">ráce budou </w:t>
      </w:r>
      <w:r w:rsidR="00244A55">
        <w:t xml:space="preserve">dodavatelem </w:t>
      </w:r>
      <w:r w:rsidR="00AF26B7">
        <w:t xml:space="preserve">prováděny podle předem stanoveného časového harmonogramu </w:t>
      </w:r>
      <w:r w:rsidR="00CA1D1C">
        <w:t xml:space="preserve">plnění </w:t>
      </w:r>
      <w:r w:rsidR="00AF26B7">
        <w:t xml:space="preserve">(„HMG“) a technologického postupu, HMG předložený dodavatelem musí </w:t>
      </w:r>
      <w:r w:rsidR="00CA1D1C">
        <w:t xml:space="preserve">být v souladu s požadavky zadavatele uvedenými v této zadávací dokumentaci a jejích nedílných součástech a musí </w:t>
      </w:r>
      <w:r w:rsidR="00AF26B7">
        <w:t>obsahovat návrh termínů</w:t>
      </w:r>
      <w:r w:rsidR="00912F78">
        <w:t>.</w:t>
      </w:r>
      <w:r w:rsidR="00AF26B7">
        <w:t xml:space="preserve"> </w:t>
      </w:r>
      <w:r w:rsidR="00912F78">
        <w:t xml:space="preserve"> </w:t>
      </w:r>
      <w:r w:rsidR="00AF26B7">
        <w:t xml:space="preserve">Konečný a závazný harmonogram </w:t>
      </w:r>
      <w:r w:rsidR="00CA1D1C">
        <w:t xml:space="preserve">plnění </w:t>
      </w:r>
      <w:r w:rsidR="00AF26B7">
        <w:t>schvaluje vždy zadavatel dle svých obchodních priorit.</w:t>
      </w:r>
      <w:r w:rsidR="00CA1D1C" w:rsidRPr="00CA1D1C">
        <w:rPr>
          <w:color w:val="000000"/>
        </w:rPr>
        <w:t xml:space="preserve"> </w:t>
      </w:r>
      <w:r w:rsidR="00101CB8">
        <w:rPr>
          <w:color w:val="000000"/>
        </w:rPr>
        <w:t>Zadavatel požaduje dobu plnění pro vlastní provedení bouracích prací dodavatelem, dokončení díla a jeho předání zadavateli v délce 30 dnů.</w:t>
      </w:r>
    </w:p>
    <w:p w:rsidR="00AF26B7" w:rsidRDefault="005F40FC" w:rsidP="006F7350">
      <w:pPr>
        <w:pStyle w:val="05-ODST-3"/>
      </w:pPr>
      <w:r>
        <w:t>P</w:t>
      </w:r>
      <w:r w:rsidR="00AF26B7">
        <w:t xml:space="preserve">ráce musí respektovat provoz areálu skladu – musí být zohledněno v přiloženém harmonogramu </w:t>
      </w:r>
      <w:r w:rsidR="00D97172">
        <w:t>plnění</w:t>
      </w:r>
      <w:r w:rsidR="00AF26B7">
        <w:t>.</w:t>
      </w:r>
    </w:p>
    <w:p w:rsidR="00AF26B7" w:rsidRDefault="001C7850" w:rsidP="006F7350">
      <w:pPr>
        <w:pStyle w:val="05-ODST-3"/>
      </w:pPr>
      <w:r>
        <w:t>P</w:t>
      </w:r>
      <w:r w:rsidR="00AF26B7">
        <w:t xml:space="preserve">ředmět zakázky bude splňovat kvalitativní požadavky definované platnými normami ČSN či EN v případě, že příslušné české normy neexistují. Doporučené </w:t>
      </w:r>
      <w:r w:rsidR="00CA1D1C">
        <w:t xml:space="preserve">ustanovení </w:t>
      </w:r>
      <w:r w:rsidR="00AF26B7">
        <w:t>nor</w:t>
      </w:r>
      <w:r w:rsidR="00CA1D1C">
        <w:t>e</w:t>
      </w:r>
      <w:r w:rsidR="00AF26B7">
        <w:t>m ČSN či EN se pro realizaci předmětu zakázky považují za závazn</w:t>
      </w:r>
      <w:r w:rsidR="00CA1D1C">
        <w:t>á</w:t>
      </w:r>
      <w:r w:rsidR="00AF26B7">
        <w:t>.</w:t>
      </w:r>
    </w:p>
    <w:p w:rsidR="00041965" w:rsidRPr="00836612" w:rsidRDefault="00041965" w:rsidP="00041965">
      <w:pPr>
        <w:pStyle w:val="05-ODST-3"/>
      </w:pPr>
      <w:r w:rsidRPr="00836612">
        <w:t xml:space="preserve">Komunikačním jazykem pro plnění zakázky je český jazyk. To znamená, že pokud osoby na straně uchazeče, které se budou podílet na realizaci předmětu zakázky, nekomunikují (nebo komunikují špatně) v českém jazyce, je uchazeč povinen zajistit na své náklady, aby komunikační výstupy (jak ústní, tak i písemné) vůči zadavateli byly v českém jazyce. </w:t>
      </w:r>
    </w:p>
    <w:p w:rsidR="00B92771" w:rsidRDefault="00B92771" w:rsidP="00AF26B7"/>
    <w:p w:rsidR="00AF26B7" w:rsidRPr="00DC4834" w:rsidRDefault="00AF26B7" w:rsidP="00DC4834">
      <w:pPr>
        <w:pStyle w:val="02-ODST-2"/>
        <w:rPr>
          <w:b/>
        </w:rPr>
      </w:pPr>
      <w:r w:rsidRPr="00DC4834">
        <w:rPr>
          <w:b/>
        </w:rPr>
        <w:t xml:space="preserve">Zařízení </w:t>
      </w:r>
      <w:r w:rsidR="00181F40">
        <w:rPr>
          <w:b/>
        </w:rPr>
        <w:t>pracoviště</w:t>
      </w:r>
    </w:p>
    <w:p w:rsidR="00AF26B7" w:rsidRDefault="00AF26B7" w:rsidP="00B47316">
      <w:pPr>
        <w:pStyle w:val="05-ODST-3"/>
      </w:pPr>
      <w:r>
        <w:t>Uzavřený sklad zadavatel nezajišťuje, poskytne pouze možnost umístění na pracovišti nebo ve stavbě dle možností v době prováděcích prací.</w:t>
      </w:r>
    </w:p>
    <w:p w:rsidR="00AF26B7" w:rsidRDefault="00AF26B7" w:rsidP="00B47316">
      <w:pPr>
        <w:pStyle w:val="05-ODST-3"/>
      </w:pPr>
      <w:r>
        <w:t xml:space="preserve">V místech, kde je zdroj el. </w:t>
      </w:r>
      <w:proofErr w:type="gramStart"/>
      <w:r>
        <w:t>energie</w:t>
      </w:r>
      <w:proofErr w:type="gramEnd"/>
      <w:r>
        <w:t xml:space="preserve"> a vody, může zadavatel poskytnout napojení za předpokladu zřízení podružného měření (na náklad dodavatele) a úhrady spotřeby. </w:t>
      </w:r>
    </w:p>
    <w:p w:rsidR="00AF26B7" w:rsidRDefault="00AF26B7" w:rsidP="00B47316">
      <w:pPr>
        <w:pStyle w:val="05-ODST-3"/>
      </w:pPr>
      <w:r>
        <w:t xml:space="preserve">Zhotovení, udržování a odstranění potřebných zábran, lávek, lešení (kromě samostatně oceněných částí) a osvětlení po dobu </w:t>
      </w:r>
      <w:r w:rsidR="00FA242A">
        <w:t>realizace díla</w:t>
      </w:r>
      <w:r>
        <w:t xml:space="preserve"> je součástí cen, není-li v popisu prací výslovně uvedeno jinak.</w:t>
      </w:r>
    </w:p>
    <w:p w:rsidR="00CF61F4" w:rsidRDefault="00CF61F4" w:rsidP="00CF61F4">
      <w:pPr>
        <w:pStyle w:val="05-ODST-3"/>
      </w:pPr>
      <w:r>
        <w:t xml:space="preserve">Dodavatel zodpovídá za řádnou ochranu veškeré zeleně v místě </w:t>
      </w:r>
      <w:r w:rsidR="009234EC">
        <w:t xml:space="preserve">plnění zakázky </w:t>
      </w:r>
      <w:r>
        <w:t>a na sousedních plochách. Poškozenou nebo zničenou zeleň je povinen nahradit.</w:t>
      </w:r>
    </w:p>
    <w:p w:rsidR="00AF26B7" w:rsidRDefault="00AF26B7" w:rsidP="00B47316">
      <w:pPr>
        <w:pStyle w:val="05-ODST-3"/>
      </w:pPr>
      <w:r>
        <w:t>Dodavatel zodpovídá za udržení pořádku na vlastním pracovišti. V případě, že dodavatel nezajistí likvidaci vlastního odpadu a zbytků materiálu, odstraní je zadavatel sám na náklady dodavatele. Dodavatel je povinen uhradit náklady, které mu byly podle tohoto odstavce zadavatelem vyúčtovány.</w:t>
      </w:r>
    </w:p>
    <w:p w:rsidR="007C3A74" w:rsidRDefault="007C3A74" w:rsidP="00E431EC">
      <w:pPr>
        <w:pStyle w:val="05-ODST-3"/>
        <w:numPr>
          <w:ilvl w:val="0"/>
          <w:numId w:val="0"/>
        </w:numPr>
        <w:ind w:left="1134"/>
      </w:pPr>
    </w:p>
    <w:p w:rsidR="00AF26B7" w:rsidRPr="009D153C" w:rsidRDefault="009D153C" w:rsidP="009D153C">
      <w:pPr>
        <w:pStyle w:val="02-ODST-2"/>
        <w:rPr>
          <w:b/>
        </w:rPr>
      </w:pPr>
      <w:r>
        <w:rPr>
          <w:b/>
        </w:rPr>
        <w:t>Provádění prací</w:t>
      </w:r>
    </w:p>
    <w:p w:rsidR="00AF26B7" w:rsidRPr="008F53ED" w:rsidRDefault="00AF26B7" w:rsidP="00D7799F">
      <w:pPr>
        <w:pStyle w:val="05-ODST-3"/>
      </w:pPr>
      <w:r w:rsidRPr="008F53ED">
        <w:t>Všechny práce a dodávky musí odpovídat ČSN nebo EN, a to i když jsou jenom doporučené, a platným obecně závazným právním předpisům.</w:t>
      </w:r>
    </w:p>
    <w:p w:rsidR="002173D0" w:rsidRPr="00C05699" w:rsidRDefault="00A2487A" w:rsidP="00D7799F">
      <w:pPr>
        <w:pStyle w:val="05-ODST-3"/>
        <w:rPr>
          <w:b/>
        </w:rPr>
      </w:pPr>
      <w:r>
        <w:t>Dodavatel</w:t>
      </w:r>
      <w:r w:rsidRPr="008F53ED">
        <w:t xml:space="preserve"> </w:t>
      </w:r>
      <w:r w:rsidR="002173D0" w:rsidRPr="008F53ED">
        <w:t xml:space="preserve">je povinen dodržovat </w:t>
      </w:r>
      <w:r>
        <w:t xml:space="preserve">veškeré platné obecně závazné předpisy, v oblasti bezpečnosti a zdraví při práci </w:t>
      </w:r>
      <w:r w:rsidR="002173D0" w:rsidRPr="008F53ED">
        <w:t xml:space="preserve">zejména </w:t>
      </w:r>
      <w:r>
        <w:t xml:space="preserve">ustanovení </w:t>
      </w:r>
      <w:r w:rsidR="002173D0" w:rsidRPr="008F53ED">
        <w:t>zákon</w:t>
      </w:r>
      <w:r>
        <w:t>a</w:t>
      </w:r>
      <w:r w:rsidR="002173D0" w:rsidRPr="008F53ED">
        <w:t xml:space="preserve"> </w:t>
      </w:r>
      <w:r w:rsidR="002A0F19" w:rsidRPr="00B244EC">
        <w:t>č. 183/2006 Sb., o územním plánování a stavebním řádu (stavební zákon), ve znění pozdějších předpisů</w:t>
      </w:r>
      <w:r w:rsidR="002A0F19">
        <w:t xml:space="preserve">, zákon </w:t>
      </w:r>
      <w:r w:rsidR="002173D0" w:rsidRPr="008F53ED">
        <w:t>č. 309/2006 Sb., kterým se upravují další požadavky bezpečnosti a ochrany zdraví při práci v pracovněprávních vztazích a o zajištění</w:t>
      </w:r>
      <w:r w:rsidR="002173D0" w:rsidRPr="0090531D">
        <w:t xml:space="preserve"> bezpečnosti a ochrany zdraví při činnosti nebo při poskytování mimo pracovněprávní vztahy (o zajištění dalších podmínek bezpečnosti a ochrany zdraví při práci „BOZP“), ve znění pozdějších předpisů, a další související předpisy, zákon č. 262/2006 Sb., zákoník práce, ve znění pozdějších předpisů, a další související předpisy, ustanovení sdělení federálního ministerstva zahraničních věcí č. 433/1991 Sb., o </w:t>
      </w:r>
      <w:r w:rsidR="002173D0" w:rsidRPr="0090531D">
        <w:lastRenderedPageBreak/>
        <w:t>Úmluvě o bezpečnosti a ochraně zdraví ve stavebnictví</w:t>
      </w:r>
      <w:r w:rsidR="00244A55">
        <w:t xml:space="preserve"> (č. 167)</w:t>
      </w:r>
      <w:r w:rsidR="002173D0" w:rsidRPr="0090531D">
        <w:t xml:space="preserve">, </w:t>
      </w:r>
      <w:r w:rsidR="009F1903">
        <w:t xml:space="preserve">v platném znění, </w:t>
      </w:r>
      <w:r w:rsidR="002173D0" w:rsidRPr="0090531D">
        <w:t>stejně tak všechny ostatní platné bezpečnostní předpisy</w:t>
      </w:r>
      <w:r w:rsidR="009F1903">
        <w:t>.</w:t>
      </w:r>
    </w:p>
    <w:p w:rsidR="00D7799F" w:rsidRDefault="00D7799F" w:rsidP="00D7799F">
      <w:pPr>
        <w:pStyle w:val="05-ODST-3"/>
      </w:pPr>
      <w:r>
        <w:t xml:space="preserve">Vybraný </w:t>
      </w:r>
      <w:r w:rsidR="00A2487A">
        <w:t>dodavatel</w:t>
      </w:r>
      <w:r>
        <w:t xml:space="preserve"> odpovídá za škodu na </w:t>
      </w:r>
      <w:r w:rsidR="00E463E4">
        <w:t xml:space="preserve">díle </w:t>
      </w:r>
      <w:r>
        <w:t xml:space="preserve">až do řádného předání a převzetí </w:t>
      </w:r>
      <w:r w:rsidR="00E463E4">
        <w:t xml:space="preserve">díla </w:t>
      </w:r>
      <w:r>
        <w:t>zadavatelem</w:t>
      </w:r>
      <w:r w:rsidR="009F1903">
        <w:t>.</w:t>
      </w:r>
    </w:p>
    <w:p w:rsidR="00AF26B7" w:rsidRDefault="00AF26B7" w:rsidP="00D7799F">
      <w:pPr>
        <w:pStyle w:val="05-ODST-3"/>
      </w:pPr>
      <w:r>
        <w:t xml:space="preserve">Vybraný </w:t>
      </w:r>
      <w:r w:rsidR="00A2487A">
        <w:t>dodavatel</w:t>
      </w:r>
      <w:r>
        <w:t xml:space="preserve"> musí dbát na to, aby </w:t>
      </w:r>
      <w:r w:rsidR="00891187">
        <w:t xml:space="preserve">práce na díle </w:t>
      </w:r>
      <w:r>
        <w:t>probíhal</w:t>
      </w:r>
      <w:r w:rsidR="00891187">
        <w:t>y</w:t>
      </w:r>
      <w:r>
        <w:t xml:space="preserve"> pouze ve vytýčeném obvodu pracoviště a sousedící objekty a pozemky byly v co nejmenší míře obtěžovány prováděním předmětu zakázky či jakýmikoliv činnostmi s prováděním předmětu zakázky souvisejícími; tuto povinnost je vybraný </w:t>
      </w:r>
      <w:r w:rsidR="00A2487A">
        <w:t>dodavatel</w:t>
      </w:r>
      <w:r>
        <w:t xml:space="preserve"> povinen zajistit u všech osob, prostřednictvím nebo s jejichž pomocí zakázku plní. Po ukončení prací musí tyto sousedící objekty a pozemky uvést do původního stavu, pokud došlo při realizaci </w:t>
      </w:r>
      <w:r w:rsidR="00891187">
        <w:t xml:space="preserve">předmětu této </w:t>
      </w:r>
      <w:r>
        <w:t>zakázky nebo v souvislosti s jejím prováděním k jejich poškození, zničení.</w:t>
      </w:r>
    </w:p>
    <w:p w:rsidR="00AF26B7" w:rsidRDefault="00AF26B7" w:rsidP="00D7799F">
      <w:pPr>
        <w:pStyle w:val="05-ODST-3"/>
      </w:pPr>
      <w:r>
        <w:t xml:space="preserve">Vybraný </w:t>
      </w:r>
      <w:r w:rsidR="00A2487A">
        <w:t>dodavatel</w:t>
      </w:r>
      <w:r>
        <w:t xml:space="preserve"> výslovně garantuje zajištění uložení veškerých hmot včetně nebezpečných odpadů na jím zajištěné skládce na jeho vlastní náklady, které jsou součástí nabídkové ceny.</w:t>
      </w:r>
    </w:p>
    <w:p w:rsidR="00232C66" w:rsidRDefault="00232C66" w:rsidP="00232C66">
      <w:pPr>
        <w:pStyle w:val="05-ODST-3"/>
      </w:pPr>
      <w:r>
        <w:t xml:space="preserve">Vybraný </w:t>
      </w:r>
      <w:r w:rsidR="00A2487A">
        <w:t>dodavatel</w:t>
      </w:r>
      <w:r>
        <w:t xml:space="preserve"> bere na vědomí, že práce budou probíhat za provozu skladu, a zavazuje se před zahájením prací informovat a seznámit se </w:t>
      </w:r>
      <w:r w:rsidR="00AA44C3">
        <w:t xml:space="preserve">se </w:t>
      </w:r>
      <w:r>
        <w:t xml:space="preserve">všemi skutečnostmi vztahujícími se k provozu skladu tak, aby mohl předmět plnění řádně a bezpečně pro zadavatele provést s tím, že v okamžiku, kdy vybraný </w:t>
      </w:r>
      <w:r w:rsidR="00A2487A">
        <w:t>dodavatel</w:t>
      </w:r>
      <w:r>
        <w:t xml:space="preserve"> zahájí provádění prací v rámci svého závazku vyplývajícího z uzavřen</w:t>
      </w:r>
      <w:r w:rsidR="00AA44C3">
        <w:t>é</w:t>
      </w:r>
      <w:r>
        <w:t xml:space="preserve"> smlouvy o dílo, platí, že </w:t>
      </w:r>
      <w:r w:rsidR="00A2487A">
        <w:t>dodavatel</w:t>
      </w:r>
      <w:r>
        <w:t xml:space="preserve"> je s podmínkami provozu skladu seznámen a nemá proti nim žádné výhrady.</w:t>
      </w:r>
    </w:p>
    <w:p w:rsidR="00232C66" w:rsidRDefault="00232C66" w:rsidP="00232C66">
      <w:pPr>
        <w:pStyle w:val="05-ODST-3"/>
      </w:pPr>
      <w:r>
        <w:t xml:space="preserve">Vybraný </w:t>
      </w:r>
      <w:r w:rsidR="00A2487A">
        <w:t>dodavatel</w:t>
      </w:r>
      <w:r>
        <w:t xml:space="preserve"> bude respektovat požadavky na zajištění BOZP a PO v daném objektu - vybavení OOPP pracovníků </w:t>
      </w:r>
      <w:r w:rsidR="00A2487A">
        <w:t>dodavatel</w:t>
      </w:r>
      <w:r w:rsidR="00AA44C3">
        <w:t xml:space="preserve"> </w:t>
      </w:r>
      <w:r>
        <w:t>v souladu s požadavky na provádění prací v areálu skladu ČEPRO, a.s.</w:t>
      </w:r>
    </w:p>
    <w:p w:rsidR="000C3BBB" w:rsidRDefault="000C3BBB" w:rsidP="000C3BBB">
      <w:pPr>
        <w:pStyle w:val="05-ODST-3"/>
      </w:pPr>
      <w:r>
        <w:t xml:space="preserve">Vybraný </w:t>
      </w:r>
      <w:r w:rsidR="00A2487A">
        <w:t>dodavatel</w:t>
      </w:r>
      <w:r>
        <w:t xml:space="preserve"> bude dodržovat podmínky "povolení vstupu" v areálu skladu </w:t>
      </w:r>
      <w:r w:rsidR="00393B3A">
        <w:t>Nové Město</w:t>
      </w:r>
      <w:r>
        <w:t xml:space="preserve"> stanovené společností ČEPRO, a.s.</w:t>
      </w:r>
    </w:p>
    <w:p w:rsidR="00CD22AD" w:rsidRDefault="00CD22AD" w:rsidP="00AF26B7"/>
    <w:p w:rsidR="00AF26B7" w:rsidRPr="007504E0" w:rsidRDefault="00AF26B7" w:rsidP="007504E0">
      <w:pPr>
        <w:pStyle w:val="02-ODST-2"/>
        <w:rPr>
          <w:b/>
        </w:rPr>
      </w:pPr>
      <w:r w:rsidRPr="007504E0">
        <w:rPr>
          <w:b/>
        </w:rPr>
        <w:t>Zaměření a zúčtování prací</w:t>
      </w:r>
    </w:p>
    <w:p w:rsidR="00AF26B7" w:rsidRDefault="00AF26B7" w:rsidP="00AF26B7">
      <w:r>
        <w:t>Není-li v zadávacích podkladech</w:t>
      </w:r>
      <w:r w:rsidR="00244A55">
        <w:t>, tj. v této zadávací dokumentaci a jejích nedílných součástech,</w:t>
      </w:r>
      <w:r>
        <w:t xml:space="preserve"> uvedeno jinak, jsou v jednotkových cenách zahrnuty veškeré </w:t>
      </w:r>
      <w:r w:rsidR="00582536">
        <w:t xml:space="preserve">náklady na </w:t>
      </w:r>
      <w:r>
        <w:t xml:space="preserve">práce související se zhotovením požadovaného díla, a to zejména: </w:t>
      </w:r>
    </w:p>
    <w:p w:rsidR="003A6C1E" w:rsidRDefault="003A6C1E" w:rsidP="003A6C1E">
      <w:pPr>
        <w:pStyle w:val="05-ODST-3"/>
      </w:pPr>
      <w:r>
        <w:t xml:space="preserve">náklady na veškerou svislou a vodorovnou dopravu na </w:t>
      </w:r>
      <w:r w:rsidR="000955E2">
        <w:t>pracovišti</w:t>
      </w:r>
    </w:p>
    <w:p w:rsidR="003A6C1E" w:rsidRDefault="003A6C1E" w:rsidP="003A6C1E">
      <w:pPr>
        <w:pStyle w:val="05-ODST-3"/>
      </w:pPr>
      <w:r>
        <w:t>náklady na postavení, udržování a odstranění lešení, pokud je ho potřeba.</w:t>
      </w:r>
    </w:p>
    <w:p w:rsidR="003A6C1E" w:rsidRDefault="00891187" w:rsidP="003A6C1E">
      <w:pPr>
        <w:pStyle w:val="05-ODST-3"/>
      </w:pPr>
      <w:r>
        <w:t xml:space="preserve">náklady </w:t>
      </w:r>
      <w:r w:rsidR="00AF6E96">
        <w:t xml:space="preserve">na </w:t>
      </w:r>
      <w:r w:rsidR="003A6C1E">
        <w:t>zakrytí (nebo jiné zajištění) konstrukcí před znečištěním a poškozením a odstranění zakrytí</w:t>
      </w:r>
    </w:p>
    <w:p w:rsidR="00FE3E4A" w:rsidRDefault="00AF6E96" w:rsidP="003A6C1E">
      <w:pPr>
        <w:pStyle w:val="05-ODST-3"/>
      </w:pPr>
      <w:r>
        <w:t xml:space="preserve">náklady na </w:t>
      </w:r>
      <w:r w:rsidR="003A6C1E">
        <w:t>vyklizení pracoviště, odvoz zbytků materiálu</w:t>
      </w:r>
    </w:p>
    <w:p w:rsidR="003A6C1E" w:rsidRDefault="006156A0" w:rsidP="003A6C1E">
      <w:pPr>
        <w:pStyle w:val="05-ODST-3"/>
      </w:pPr>
      <w:r>
        <w:t xml:space="preserve">náklady na </w:t>
      </w:r>
      <w:r w:rsidR="003A6C1E">
        <w:t>opatření k zajištění bezpečnosti práce, ochranná zábradlí otvorů, volných okrajů a podobně</w:t>
      </w:r>
    </w:p>
    <w:p w:rsidR="003A6C1E" w:rsidRDefault="006156A0" w:rsidP="003A6C1E">
      <w:pPr>
        <w:pStyle w:val="05-ODST-3"/>
      </w:pPr>
      <w:r>
        <w:t xml:space="preserve">náklady na </w:t>
      </w:r>
      <w:r w:rsidR="003A6C1E">
        <w:t>opatření na ochranu konstrukcí před negativními vlivy počasí, např. deště, teploty a podobně</w:t>
      </w:r>
    </w:p>
    <w:p w:rsidR="0021708A" w:rsidRPr="0021708A" w:rsidRDefault="00582536" w:rsidP="0021708A">
      <w:pPr>
        <w:pStyle w:val="05-ODST-3"/>
      </w:pPr>
      <w:r>
        <w:t xml:space="preserve">náklady související s </w:t>
      </w:r>
      <w:r w:rsidR="0021708A" w:rsidRPr="0021708A">
        <w:t>vešker</w:t>
      </w:r>
      <w:r>
        <w:t>ou</w:t>
      </w:r>
      <w:r w:rsidR="0021708A" w:rsidRPr="0021708A">
        <w:t xml:space="preserve"> projektov</w:t>
      </w:r>
      <w:r>
        <w:t>ou</w:t>
      </w:r>
      <w:r w:rsidR="0021708A" w:rsidRPr="0021708A">
        <w:t xml:space="preserve"> dokumentac</w:t>
      </w:r>
      <w:r>
        <w:t>í</w:t>
      </w:r>
      <w:r w:rsidR="0021708A" w:rsidRPr="0021708A">
        <w:t xml:space="preserve"> nutn</w:t>
      </w:r>
      <w:r>
        <w:t>ou</w:t>
      </w:r>
      <w:r w:rsidR="0021708A" w:rsidRPr="0021708A">
        <w:t xml:space="preserve"> pro provedení předmětu zakázky, jako i technologické předpisy a postupy, výkresy, výpočty, výrobní a dílenská dokumentace a jiné doklady nutné k jejímu provedení </w:t>
      </w:r>
      <w:r w:rsidR="0021708A">
        <w:t xml:space="preserve">2x v listinné formě a 1x v elektronické formě </w:t>
      </w:r>
    </w:p>
    <w:p w:rsidR="003A6C1E" w:rsidRDefault="00CF45F3" w:rsidP="003A6C1E">
      <w:pPr>
        <w:pStyle w:val="05-ODST-3"/>
      </w:pPr>
      <w:r>
        <w:t xml:space="preserve">náklady na </w:t>
      </w:r>
      <w:r w:rsidR="003A6C1E">
        <w:t>platby za požadované záruky a pojištění</w:t>
      </w:r>
    </w:p>
    <w:p w:rsidR="003A6C1E" w:rsidRDefault="00CF45F3" w:rsidP="003A6C1E">
      <w:pPr>
        <w:pStyle w:val="05-ODST-3"/>
      </w:pPr>
      <w:r>
        <w:t xml:space="preserve">náklady na </w:t>
      </w:r>
      <w:r w:rsidR="003A6C1E">
        <w:t>veškeré pomocné materiály a ostatní hmoty a výkony neuvedené zvlášť v položkách výkaz</w:t>
      </w:r>
      <w:r w:rsidR="00D7050E">
        <w:t>u</w:t>
      </w:r>
      <w:r w:rsidR="003A6C1E">
        <w:t xml:space="preserve"> výměr</w:t>
      </w:r>
    </w:p>
    <w:p w:rsidR="00B75617" w:rsidRDefault="00D7050E" w:rsidP="003A6C1E">
      <w:pPr>
        <w:pStyle w:val="05-ODST-3"/>
      </w:pPr>
      <w:r>
        <w:t xml:space="preserve">náklady na </w:t>
      </w:r>
      <w:r w:rsidR="003A6C1E">
        <w:t xml:space="preserve">veškeré pomocné práce, výkony a </w:t>
      </w:r>
      <w:proofErr w:type="spellStart"/>
      <w:r w:rsidR="003A6C1E">
        <w:t>přípomoci</w:t>
      </w:r>
      <w:proofErr w:type="spellEnd"/>
      <w:r w:rsidR="003A6C1E">
        <w:t>, nejsou-li oceněny samostatnou položkou</w:t>
      </w:r>
    </w:p>
    <w:p w:rsidR="003A6C1E" w:rsidRDefault="003A6C1E" w:rsidP="003A6C1E">
      <w:pPr>
        <w:pStyle w:val="05-ODST-3"/>
      </w:pPr>
      <w:r>
        <w:t xml:space="preserve">náklady na dopravu a složení materiálu a jednotlivých zařízení franko stavba včetně skladování na </w:t>
      </w:r>
      <w:r w:rsidR="000955E2">
        <w:t>pracovišti</w:t>
      </w:r>
    </w:p>
    <w:p w:rsidR="00CD22AD" w:rsidRPr="002C779E" w:rsidRDefault="00CD22AD" w:rsidP="00CD22AD">
      <w:pPr>
        <w:pStyle w:val="05-ODST-3"/>
      </w:pPr>
      <w:r w:rsidRPr="002C779E">
        <w:lastRenderedPageBreak/>
        <w:t xml:space="preserve">náklady na zajištění Koordinátora BOZP při realizaci podle zákona </w:t>
      </w:r>
      <w:r w:rsidR="00421334">
        <w:t xml:space="preserve">č. </w:t>
      </w:r>
      <w:r w:rsidRPr="002C779E">
        <w:t>309/2006 Sb., o zajištění dalších podmínek BOZP</w:t>
      </w:r>
      <w:r>
        <w:t>, v platném znění,</w:t>
      </w:r>
      <w:r w:rsidRPr="002C779E">
        <w:t xml:space="preserve"> a </w:t>
      </w:r>
      <w:r w:rsidR="00F51F38">
        <w:t xml:space="preserve">ve vztahu k </w:t>
      </w:r>
      <w:r w:rsidRPr="002C779E">
        <w:t>další</w:t>
      </w:r>
      <w:r w:rsidR="00F51F38">
        <w:t>m</w:t>
      </w:r>
      <w:r w:rsidRPr="002C779E">
        <w:t xml:space="preserve"> související</w:t>
      </w:r>
      <w:r w:rsidR="00F51F38">
        <w:t>m</w:t>
      </w:r>
      <w:r w:rsidRPr="002C779E">
        <w:t xml:space="preserve"> předpis</w:t>
      </w:r>
      <w:r w:rsidR="00F51F38">
        <w:t>ům</w:t>
      </w:r>
    </w:p>
    <w:p w:rsidR="003A6C1E" w:rsidRDefault="003A6C1E" w:rsidP="003A6C1E"/>
    <w:p w:rsidR="00AF26B7" w:rsidRPr="006062F6" w:rsidRDefault="00AF26B7" w:rsidP="006062F6">
      <w:pPr>
        <w:pStyle w:val="02-ODST-2"/>
        <w:rPr>
          <w:b/>
        </w:rPr>
      </w:pPr>
      <w:r w:rsidRPr="006062F6">
        <w:rPr>
          <w:b/>
        </w:rPr>
        <w:t>Součinnost zadavatele</w:t>
      </w:r>
    </w:p>
    <w:p w:rsidR="006062F6" w:rsidRDefault="006062F6" w:rsidP="006062F6">
      <w:r>
        <w:t>Zadavatel pro potřeby plnění předmětu zakázky poskytne tuto součinnost:</w:t>
      </w:r>
    </w:p>
    <w:p w:rsidR="00E76357" w:rsidRDefault="00E76357" w:rsidP="00E76357">
      <w:pPr>
        <w:numPr>
          <w:ilvl w:val="0"/>
          <w:numId w:val="12"/>
        </w:numPr>
      </w:pPr>
      <w:r>
        <w:t xml:space="preserve">vstupy do areálu ČEPRO, a. s., sklad Nové Město pro pracovníky a techniku </w:t>
      </w:r>
      <w:proofErr w:type="gramStart"/>
      <w:r>
        <w:t>dodavatele(ů)</w:t>
      </w:r>
      <w:proofErr w:type="gramEnd"/>
    </w:p>
    <w:p w:rsidR="005A4598" w:rsidRDefault="005A4598">
      <w:pPr>
        <w:pStyle w:val="Odrky-psmena"/>
        <w:numPr>
          <w:ilvl w:val="0"/>
          <w:numId w:val="12"/>
        </w:numPr>
      </w:pPr>
      <w:r>
        <w:t>odpojení inženýrských sítí od objektu</w:t>
      </w:r>
      <w:r w:rsidR="00F51F38">
        <w:t xml:space="preserve"> stavby určené k demolici</w:t>
      </w:r>
    </w:p>
    <w:p w:rsidR="00470BA9" w:rsidRDefault="00470BA9" w:rsidP="00470BA9">
      <w:pPr>
        <w:numPr>
          <w:ilvl w:val="0"/>
          <w:numId w:val="12"/>
        </w:numPr>
      </w:pPr>
      <w:r>
        <w:t>požární asistenci jedné požární hlídky při pracích s otevřeným plamenem, broušení, řezání (na vyžádání</w:t>
      </w:r>
      <w:r w:rsidR="00F51F38">
        <w:t xml:space="preserve"> dodavatele</w:t>
      </w:r>
      <w:r>
        <w:t>)</w:t>
      </w:r>
    </w:p>
    <w:p w:rsidR="00CA3669" w:rsidRDefault="00CA3669" w:rsidP="00CA3669">
      <w:pPr>
        <w:numPr>
          <w:ilvl w:val="0"/>
          <w:numId w:val="12"/>
        </w:numPr>
      </w:pPr>
      <w:r>
        <w:t>vstupní proškolení pracovníků vybraného dodavatele, včetně subdodavatelů z podmínek BOZP, PO</w:t>
      </w:r>
      <w:r w:rsidR="00F51F38">
        <w:t xml:space="preserve">, PZH </w:t>
      </w:r>
      <w:r w:rsidR="00FF126D">
        <w:t>platných v areálu</w:t>
      </w:r>
      <w:r w:rsidR="00F51F38">
        <w:t xml:space="preserve"> skladu pohonných hmot</w:t>
      </w:r>
      <w:r>
        <w:t xml:space="preserve"> a seznámení s možnými riziky</w:t>
      </w:r>
    </w:p>
    <w:p w:rsidR="00AF26B7" w:rsidRDefault="00AF26B7" w:rsidP="005614CA">
      <w:pPr>
        <w:pStyle w:val="01-L"/>
      </w:pPr>
      <w:r>
        <w:t xml:space="preserve">Obchodní podmínky včetně platebních </w:t>
      </w:r>
    </w:p>
    <w:p w:rsidR="00AF26B7" w:rsidRPr="005614CA" w:rsidRDefault="00AF26B7" w:rsidP="005614CA">
      <w:pPr>
        <w:pStyle w:val="02-ODST-2"/>
        <w:rPr>
          <w:b/>
        </w:rPr>
      </w:pPr>
      <w:r w:rsidRPr="005614CA">
        <w:rPr>
          <w:b/>
        </w:rPr>
        <w:t>Smluvní podmínky</w:t>
      </w:r>
    </w:p>
    <w:p w:rsidR="00AF26B7" w:rsidRDefault="00AF26B7" w:rsidP="00AF26B7">
      <w:r>
        <w:t>Obchodní podmínky jsou stanoveny formou návrhu smlouvy o dílo s odkazem na Všeobecné obchodní podmínky ČEPRO, a. s. („VOP“), který jako příloha č. 1 tvoří nedílnou součást této zadávací dokumentace. Nedílnou součástí smlouvy budou rovněž přiloženy zadavatelem požadované přílohy smlouvy</w:t>
      </w:r>
      <w:r w:rsidR="00CB131C">
        <w:t>.</w:t>
      </w:r>
      <w:r>
        <w:t xml:space="preserve"> Obchodní podmínky stanovené výše uvedenými dokumenty jsou pro uchazeče závazné.</w:t>
      </w:r>
    </w:p>
    <w:p w:rsidR="00AF26B7" w:rsidRDefault="00AF26B7" w:rsidP="00AF26B7"/>
    <w:p w:rsidR="00AF26B7" w:rsidRPr="00C5495B" w:rsidRDefault="00AF26B7" w:rsidP="00C5495B">
      <w:pPr>
        <w:pStyle w:val="02-ODST-2"/>
        <w:rPr>
          <w:b/>
        </w:rPr>
      </w:pPr>
      <w:r w:rsidRPr="00C5495B">
        <w:rPr>
          <w:b/>
        </w:rPr>
        <w:t>Platební a fakturační podmínky</w:t>
      </w:r>
      <w:r w:rsidRPr="00C5495B">
        <w:rPr>
          <w:b/>
        </w:rPr>
        <w:tab/>
      </w:r>
    </w:p>
    <w:p w:rsidR="00AF26B7" w:rsidRDefault="00AF26B7" w:rsidP="006A4C5B">
      <w:pPr>
        <w:pStyle w:val="05-ODST-3"/>
      </w:pPr>
      <w:r>
        <w:t>Zadavatel neposkytuje zálohy.</w:t>
      </w:r>
    </w:p>
    <w:p w:rsidR="00AF26B7" w:rsidRDefault="00AF26B7" w:rsidP="006A4C5B">
      <w:pPr>
        <w:pStyle w:val="05-ODST-3"/>
      </w:pPr>
      <w:r>
        <w:t>Podkladem pro zaplacení sjednané ceny je daňový doklad – faktura, kterou vystaví dodavatel. Zadavatel bude platit za předmět plnění specifikovaný v bodu 1.</w:t>
      </w:r>
      <w:r w:rsidR="00CB131C">
        <w:t>3</w:t>
      </w:r>
      <w:r>
        <w:t xml:space="preserve"> zadávací dokumentace, a to po vzájemném odsouhlasení oběma smluvními stranami po celkovém předání předmětu zakázky – díla oboustranně stvrzeného podpisem protokolu</w:t>
      </w:r>
      <w:r w:rsidR="00D759F0">
        <w:t xml:space="preserve"> o předání a převzetí</w:t>
      </w:r>
      <w:r>
        <w:t>.</w:t>
      </w:r>
    </w:p>
    <w:p w:rsidR="00AF26B7" w:rsidRDefault="00AF26B7" w:rsidP="006A4C5B">
      <w:pPr>
        <w:pStyle w:val="05-ODST-3"/>
      </w:pPr>
      <w:r>
        <w:t xml:space="preserve">Splatnost daňového dokladu – faktury je </w:t>
      </w:r>
      <w:r w:rsidR="00B24359">
        <w:t>3</w:t>
      </w:r>
      <w:r>
        <w:t>0 dnů ode dne jejího prokazatelného doručení zadavateli.</w:t>
      </w:r>
    </w:p>
    <w:p w:rsidR="00AF26B7" w:rsidRDefault="00AF26B7" w:rsidP="006A4C5B">
      <w:pPr>
        <w:pStyle w:val="05-ODST-3"/>
      </w:pPr>
      <w:r>
        <w:t xml:space="preserve">Daňový doklad – faktura musí obsahovat veškeré náležitosti daňového </w:t>
      </w:r>
      <w:r w:rsidR="00AA44C3">
        <w:t xml:space="preserve">a účetního </w:t>
      </w:r>
      <w:r>
        <w:t xml:space="preserve">dokladu podle </w:t>
      </w:r>
      <w:r w:rsidR="00D759F0">
        <w:t>platné legislativy, zejména dle</w:t>
      </w:r>
      <w:r>
        <w:t xml:space="preserve"> </w:t>
      </w:r>
      <w:r w:rsidR="00D759F0">
        <w:t xml:space="preserve">příslušných ustanovení </w:t>
      </w:r>
      <w:r>
        <w:t xml:space="preserve">zákona č. 235/2004 Sb., o dani z přidané hodnoty, v platném znění. Zadavatel si vyhrazuje právo vrátit daňový doklad – fakturu, pokud neobsahuje požadované náležitosti nebo obsahuje nesprávné údaje. Doručením opraveného daňového dokladu – faktury zadavateli začíná běžet nová lhůta splatnosti v délce </w:t>
      </w:r>
      <w:r w:rsidR="00B24359">
        <w:t>3</w:t>
      </w:r>
      <w:r>
        <w:t xml:space="preserve">0 dnů ode dne doručení. </w:t>
      </w:r>
    </w:p>
    <w:p w:rsidR="00AF26B7" w:rsidRDefault="00AF26B7" w:rsidP="006A4C5B">
      <w:pPr>
        <w:pStyle w:val="05-ODST-3"/>
      </w:pPr>
      <w:r>
        <w:t>Dodavatel vystaví zvlášť fakturu pro plnění, u něhož je podle právních předpisů plátcem DPH dodavatel (tj. povinnost přiznat a zaplatit DPH vzniká dodavateli) a zvlášť fakturu pro zdanitelné plnění, u něhož je podle právních předpisů plátcem DPH zadavatel (tj. povinnost přiznat a zaplatit DPH vzniká zadavateli).</w:t>
      </w:r>
    </w:p>
    <w:p w:rsidR="00AF26B7" w:rsidRDefault="00AF26B7" w:rsidP="006A4C5B">
      <w:pPr>
        <w:pStyle w:val="05-ODST-3"/>
      </w:pPr>
      <w:r>
        <w:t>Platba za předmět plnění bude probíhat bezhotovostním převodem z účtu zadavatele na účet dodavatele. Dodavatel určí k úhradě plateb účet u peněžního ústavu v České republice.</w:t>
      </w:r>
    </w:p>
    <w:p w:rsidR="00AF26B7" w:rsidRDefault="00AF26B7" w:rsidP="006A4C5B">
      <w:pPr>
        <w:pStyle w:val="05-ODST-3"/>
      </w:pPr>
      <w:r>
        <w:t>Bližší platební a fakturační podmínky jsou uvedeny v návrhu smlouvy o dílo, který je nedílnou součástí této zadávací dokumentace jako její příloha č. 1 (dále jen „smlouva o dílo“).</w:t>
      </w:r>
    </w:p>
    <w:p w:rsidR="00D60990" w:rsidRDefault="00D60990" w:rsidP="00D60990">
      <w:pPr>
        <w:pStyle w:val="05-ODST-3"/>
        <w:numPr>
          <w:ilvl w:val="0"/>
          <w:numId w:val="0"/>
        </w:numPr>
        <w:ind w:left="1134"/>
      </w:pPr>
    </w:p>
    <w:p w:rsidR="00AF26B7" w:rsidRDefault="00AF26B7" w:rsidP="004F05DD">
      <w:pPr>
        <w:pStyle w:val="01-L"/>
      </w:pPr>
      <w:r>
        <w:lastRenderedPageBreak/>
        <w:t>Způsob zpracování nabídkové ceny</w:t>
      </w:r>
    </w:p>
    <w:p w:rsidR="0070629D" w:rsidRDefault="009046EB" w:rsidP="009046EB">
      <w:r>
        <w:t xml:space="preserve">Nabídka bude zpracována </w:t>
      </w:r>
      <w:r w:rsidRPr="004F52BF">
        <w:t xml:space="preserve">za kompletní </w:t>
      </w:r>
      <w:r>
        <w:t>realizaci předmětu této zakázky</w:t>
      </w:r>
      <w:r w:rsidRPr="004F52BF">
        <w:t xml:space="preserve"> </w:t>
      </w:r>
      <w:r>
        <w:t>(</w:t>
      </w:r>
      <w:r w:rsidRPr="004F52BF">
        <w:t xml:space="preserve">provedení všech činností </w:t>
      </w:r>
      <w:r>
        <w:t>dle</w:t>
      </w:r>
      <w:r w:rsidRPr="004F52BF">
        <w:t xml:space="preserve"> zadání a </w:t>
      </w:r>
      <w:r>
        <w:t xml:space="preserve">příp. </w:t>
      </w:r>
      <w:r w:rsidRPr="004F52BF">
        <w:t>zjištění na prohlídce místa realizace</w:t>
      </w:r>
      <w:r>
        <w:t>)</w:t>
      </w:r>
      <w:r w:rsidR="0070629D">
        <w:t xml:space="preserve"> </w:t>
      </w:r>
      <w:r w:rsidR="004727FE">
        <w:t>zpracováním položkového rozpočtu.</w:t>
      </w:r>
    </w:p>
    <w:p w:rsidR="00E61B3F" w:rsidRDefault="00E61B3F" w:rsidP="009046EB"/>
    <w:p w:rsidR="00CC362D" w:rsidRDefault="00CC362D" w:rsidP="00CC362D">
      <w:r>
        <w:t>Nabídková cena bude uvedena v korunách českých bez DPH.</w:t>
      </w:r>
    </w:p>
    <w:p w:rsidR="00CC362D" w:rsidRDefault="00CC362D" w:rsidP="00CC362D">
      <w:r>
        <w:t>Nabídková cena bude pro uchazeče závazná, musí být definována jako nejvýše přípustná, se započtením veškerých nákladů, rizik, zisku apod. spojených s plněním celého rozsahu zakázky, (včetně veškerých dalších nákladů např. dopravy, poplatků, režijních nákladů atd.) na celou dobu a rozsah plnění zakázky.</w:t>
      </w:r>
    </w:p>
    <w:p w:rsidR="00CC362D" w:rsidRDefault="00CB131C" w:rsidP="00CC362D">
      <w:r>
        <w:t xml:space="preserve">Výběrové </w:t>
      </w:r>
      <w:r w:rsidR="00CC362D">
        <w:t>řízení bude realizováno formou více kol a uchazeči budou v každém kole předkládat nové nabídkové ceny, které budou podkladem pro hodnocení nabídek a budou pro uchazeče závazné. Podrobný popis hodnocení nabídek je uveden v čl. 5 – Způsob hodnocení nabídek.</w:t>
      </w:r>
    </w:p>
    <w:p w:rsidR="00AF26B7" w:rsidRDefault="00AF26B7" w:rsidP="006E29B4">
      <w:pPr>
        <w:pStyle w:val="01-L"/>
      </w:pPr>
      <w:r>
        <w:t>Způsob hodnocení nabídek</w:t>
      </w:r>
    </w:p>
    <w:p w:rsidR="00AF26B7" w:rsidRDefault="00AF26B7" w:rsidP="00AF26B7">
      <w:r>
        <w:t xml:space="preserve">Hodnotícím kritériem je splnění podmínek zadávací dokumentace a dále nejnižší celková nabídková cena, nabídnutá uchazečem. Nabídková cena bude vždy stanovena v Kč bez DPH </w:t>
      </w:r>
      <w:r w:rsidR="000955E2">
        <w:t xml:space="preserve">způsobem </w:t>
      </w:r>
      <w:r>
        <w:t>dle článku 4 této zadávací dokumentace.</w:t>
      </w:r>
    </w:p>
    <w:p w:rsidR="00AF26B7" w:rsidRDefault="00AF26B7" w:rsidP="00AF26B7">
      <w:r>
        <w:t>Hodnocení nabídek bude probíhat dle níže uvedených pravidel</w:t>
      </w:r>
      <w:r w:rsidR="00A4581D">
        <w:t xml:space="preserve">, a to zpravidla ve více </w:t>
      </w:r>
      <w:proofErr w:type="spellStart"/>
      <w:proofErr w:type="gramStart"/>
      <w:r w:rsidR="00A4581D">
        <w:t>kolech</w:t>
      </w:r>
      <w:r>
        <w:t>.Celkový</w:t>
      </w:r>
      <w:proofErr w:type="spellEnd"/>
      <w:proofErr w:type="gramEnd"/>
      <w:r>
        <w:t xml:space="preserve"> počet hodnotících kol není omezen</w:t>
      </w:r>
      <w:r w:rsidR="00A4581D">
        <w:t xml:space="preserve">, zadavatel je oprávněn ukončit hodnocení nabídek i bez provedení </w:t>
      </w:r>
      <w:proofErr w:type="spellStart"/>
      <w:r w:rsidR="00A4581D">
        <w:t>vícekolového</w:t>
      </w:r>
      <w:proofErr w:type="spellEnd"/>
      <w:r w:rsidR="00A4581D">
        <w:t xml:space="preserve"> jednání</w:t>
      </w:r>
      <w:r>
        <w:t>. Současně s výzvou pro předložení nabídkových cen pro hodnocení v dalším kole může zadavatel uchazeče informovat o tom, že následující hodnotící kolo bude poslední.</w:t>
      </w:r>
    </w:p>
    <w:p w:rsidR="00AF26B7" w:rsidRDefault="00AF26B7" w:rsidP="00AF26B7">
      <w:r>
        <w:t>Zadavatel může kdykoliv oznámit uchazečům, že v následujícím hodnotícím kole bude omezen počet uchazečů, tzn., že do dalšího hodnotícího kola postoupí pouze přesně určený počet nabídek.</w:t>
      </w:r>
    </w:p>
    <w:p w:rsidR="00AF26B7" w:rsidRDefault="00AF26B7" w:rsidP="00AF26B7">
      <w:r>
        <w:t>Pro každého uchazeče je vždy závazná poslední předložená nabídková cena.</w:t>
      </w:r>
    </w:p>
    <w:p w:rsidR="00AF26B7" w:rsidRDefault="00AF26B7" w:rsidP="00AF26B7">
      <w:r>
        <w:t>Jednání s uchazeči bude probíhat prostřednictvím e-mailu, pokud nebudou uchazeči vyzváni k písemnému nebo osobnímu jednání.</w:t>
      </w:r>
    </w:p>
    <w:p w:rsidR="00AF26B7" w:rsidRDefault="00AF26B7" w:rsidP="00AF26B7">
      <w:r>
        <w:t xml:space="preserve">V průběhu prvního hodnotícího kola </w:t>
      </w:r>
      <w:r w:rsidR="000955E2">
        <w:t xml:space="preserve">výběrového </w:t>
      </w:r>
      <w:r>
        <w:t xml:space="preserve">řízení bude posuzováno splnění kvalifikace jednotlivými uchazeči, a zda jimi předložená technická specifikace splňuje podmínky požadované zadavatelem. </w:t>
      </w:r>
    </w:p>
    <w:p w:rsidR="00AF26B7" w:rsidRDefault="00AF26B7" w:rsidP="00AF26B7">
      <w:r>
        <w:t>Následně budou úspěšní uchazeči vyzváni k předložení upravených nabídkových cen (a to i na základě upřesnění požadované technické specifikace zadavatelem) do druhého kola.</w:t>
      </w:r>
    </w:p>
    <w:p w:rsidR="00CB131C" w:rsidRDefault="00AF26B7" w:rsidP="00AF26B7">
      <w:r>
        <w:t>Zadavatel může již po tomto kole rozhodnout o výběru nejvhodnější nabídky. Neučiní-li tak, informuje uchazeče o zahájení dalšího kola hodnocení a zároveň je vyzve k předložení nabídkových cen pro další kolo hodnocení. Tento postup platí stejně pro všechna následující kola. Předložením nabídkové ceny pro další kolo hodnocení se rozumí potvrzení stávající nabídkové ceny či předložení cenové nabídky, která je nižší než předchozí nabídková cena uchazeče.</w:t>
      </w:r>
    </w:p>
    <w:p w:rsidR="00AF26B7" w:rsidRDefault="00CB131C" w:rsidP="00AF26B7">
      <w:r>
        <w:t>Hodnocení nabídek může být taktéž provedeno formou elektronické aukce. V takovém případě budou uchazeči o této skutečnosti informováni výzvou, v které bude stanoveno datum konání elektronické aukce a její pravidla.</w:t>
      </w:r>
      <w:r w:rsidR="00AF26B7">
        <w:t xml:space="preserve">     </w:t>
      </w:r>
    </w:p>
    <w:p w:rsidR="00AF26B7" w:rsidRDefault="00AF26B7" w:rsidP="00AF26B7">
      <w:r>
        <w:t>Uchazeč, který bude v posledním kole vyhodnocen jako vítězný, bude vyzván k podpisu smlouvy. Neposkytne-li vítězný uchazeč dostatečnou součinnost k podpisu smlouvy, a ta nebude z důvodů na jeho straně podepsána do 15 dnů od vyzvání k jejímu podpisu, může zadavatel vyzvat k podpisu smlouvy uchazeče, který se v konečném hodnocení umístil na druhém místě (to stejné platí i pro další uchazeče v pořadí).</w:t>
      </w:r>
    </w:p>
    <w:p w:rsidR="00AF26B7" w:rsidRDefault="00AF26B7" w:rsidP="00B26E60">
      <w:pPr>
        <w:pStyle w:val="01-L"/>
      </w:pPr>
      <w:r>
        <w:t>Podmínky a požadavky na zpracování nabídky</w:t>
      </w:r>
    </w:p>
    <w:p w:rsidR="00AF26B7" w:rsidRDefault="00AF26B7" w:rsidP="00984EC2">
      <w:pPr>
        <w:pStyle w:val="02-ODST-2"/>
      </w:pPr>
      <w:r>
        <w:t>Zadavatel požaduje, aby nabídka splňovala následující požadavky:</w:t>
      </w:r>
    </w:p>
    <w:p w:rsidR="00AF26B7" w:rsidRDefault="00AF26B7" w:rsidP="00984EC2">
      <w:pPr>
        <w:pStyle w:val="05-ODST-3"/>
      </w:pPr>
      <w:r>
        <w:t xml:space="preserve">Nabídku i doklady a informace k prokázání splnění kvalifikace je uchazeč povinen podat písemně v souladu se zadávacími podmínkami, a to včetně požadovaného řazení nabídky. </w:t>
      </w:r>
      <w:r>
        <w:lastRenderedPageBreak/>
        <w:t>Nabídka musí být na titulní straně označena názvem zakázky, obchodní firmou/jménem a sídlem/místem podnikání uchazeče.</w:t>
      </w:r>
    </w:p>
    <w:p w:rsidR="00AF26B7" w:rsidRDefault="00AF26B7" w:rsidP="00984EC2">
      <w:pPr>
        <w:pStyle w:val="05-ODST-3"/>
      </w:pPr>
      <w:r>
        <w:t>Nabídka musí být předložena v českém jazyce.</w:t>
      </w:r>
    </w:p>
    <w:p w:rsidR="00AF26B7" w:rsidRDefault="00AF26B7" w:rsidP="00984EC2">
      <w:pPr>
        <w:pStyle w:val="05-ODST-3"/>
      </w:pPr>
      <w:r>
        <w:t xml:space="preserve">Nabídka nebude obsahovat přepisy a opravy, které by mohly zadavatele uvést v omyl. </w:t>
      </w:r>
    </w:p>
    <w:p w:rsidR="00AF26B7" w:rsidRDefault="00AF26B7" w:rsidP="00984EC2">
      <w:pPr>
        <w:pStyle w:val="05-ODST-3"/>
      </w:pPr>
      <w:r>
        <w:t>Všechny listy nabídky včetně příloh budou řádně očíslovány vzestupnou číselnou řadou. Nabídka bude svázána způsobem zabraňujícím neoprávněné manipulaci.</w:t>
      </w:r>
    </w:p>
    <w:p w:rsidR="00AF26B7" w:rsidRDefault="00AF26B7" w:rsidP="00984EC2">
      <w:pPr>
        <w:pStyle w:val="05-ODST-3"/>
      </w:pPr>
      <w:r>
        <w:t>Doklady prokazující kvalifikační předpoklady lze předložit v prosté kopii.</w:t>
      </w:r>
    </w:p>
    <w:p w:rsidR="00AF26B7" w:rsidRDefault="00AF26B7" w:rsidP="00984EC2">
      <w:pPr>
        <w:pStyle w:val="02-ODST-2"/>
      </w:pPr>
      <w:r>
        <w:t>Uchazeč zpracuje svou nabídku způsobem níže uvedeným:</w:t>
      </w:r>
    </w:p>
    <w:p w:rsidR="00AF26B7" w:rsidRDefault="00AF26B7" w:rsidP="00984EC2">
      <w:pPr>
        <w:pStyle w:val="05-ODST-3"/>
      </w:pPr>
      <w:r>
        <w:t xml:space="preserve">Krycí list nabídky. Na krycím listu budou uvedeny zejména tyto údaje: název zakázky, základní identifikační údaje zadavatele a uchazeče (včetně osob zmocněných k dalším jednáním), datum a podpis osoby oprávněné jménem či za uchazeče jednat (vzor krycího listu je přílohou č. </w:t>
      </w:r>
      <w:r w:rsidR="00984EC2">
        <w:t>2</w:t>
      </w:r>
      <w:r>
        <w:t>)</w:t>
      </w:r>
    </w:p>
    <w:p w:rsidR="00AF26B7" w:rsidRDefault="00AF26B7" w:rsidP="00984EC2">
      <w:pPr>
        <w:pStyle w:val="05-ODST-3"/>
      </w:pPr>
      <w:r>
        <w:t>Obsah nabídky. Nabídka bude opatřena obsahem s uvedením čísel stránek u jednotlivých oddílů (kapitol).</w:t>
      </w:r>
    </w:p>
    <w:p w:rsidR="00AF26B7" w:rsidRDefault="00AF26B7" w:rsidP="00984EC2">
      <w:pPr>
        <w:pStyle w:val="05-ODST-3"/>
      </w:pPr>
      <w:r>
        <w:t>Uchazeč prokáže splnění profesních kvalifikačních předpokladů</w:t>
      </w:r>
    </w:p>
    <w:p w:rsidR="00AF26B7" w:rsidRDefault="00AF26B7" w:rsidP="00CE1BAE">
      <w:pPr>
        <w:numPr>
          <w:ilvl w:val="0"/>
          <w:numId w:val="12"/>
        </w:numPr>
      </w:pPr>
      <w:r>
        <w:t>výpisem z obchodního rejstříku, pokud je v něm zapsán, či výpisem z jiné obdobné evidence, pokud je v ní zapsán, ne starší než 90 dnů k datu podání nabídky</w:t>
      </w:r>
    </w:p>
    <w:p w:rsidR="00AF26B7" w:rsidRDefault="00AF26B7" w:rsidP="00CE1BAE">
      <w:pPr>
        <w:numPr>
          <w:ilvl w:val="0"/>
          <w:numId w:val="12"/>
        </w:numPr>
      </w:pPr>
      <w:r>
        <w:t xml:space="preserve">dokladem o oprávnění k podnikání v rozsahu odpovídajícím předmětu </w:t>
      </w:r>
      <w:r w:rsidR="00B14991">
        <w:t xml:space="preserve">této </w:t>
      </w:r>
      <w:r>
        <w:t>zakázky, zejména doklad prokazující příslušné živnostenské oprávnění či licenci.</w:t>
      </w:r>
    </w:p>
    <w:p w:rsidR="00AF26B7" w:rsidRDefault="00AF26B7" w:rsidP="0025498C">
      <w:pPr>
        <w:pStyle w:val="05-ODST-3"/>
      </w:pPr>
      <w:r>
        <w:t xml:space="preserve">Uchazeč prokáže splnění své ekonomické a finanční způsobilosti </w:t>
      </w:r>
    </w:p>
    <w:p w:rsidR="005C55B3" w:rsidRDefault="00AF26B7" w:rsidP="00CE1BAE">
      <w:pPr>
        <w:numPr>
          <w:ilvl w:val="0"/>
          <w:numId w:val="12"/>
        </w:numPr>
      </w:pPr>
      <w:r>
        <w:t>čestným prohlášením, že má sjednáno pojištění, jehož předmětem je pojištění odpovědnosti za škodu způsobenou uchazečem třetí osobě</w:t>
      </w:r>
      <w:r w:rsidR="005C55B3">
        <w:t xml:space="preserve"> vzniklou v souvislosti s výkonem jeho podnikatelské činnosti a pojištění pro případ odpovědnosti za škodu na majetku v rozsahu uvedeném v příloze č. 1 této zadávací dokumentace</w:t>
      </w:r>
      <w:r>
        <w:t>.</w:t>
      </w:r>
    </w:p>
    <w:p w:rsidR="00AF26B7" w:rsidRDefault="00AF26B7" w:rsidP="004E65D5">
      <w:pPr>
        <w:pStyle w:val="05-ODST-3"/>
      </w:pPr>
      <w:r>
        <w:t>Uchazeč prokáže splnění technických kvalifikačních předpokladů</w:t>
      </w:r>
    </w:p>
    <w:p w:rsidR="00087529" w:rsidRDefault="00087529" w:rsidP="00087529">
      <w:pPr>
        <w:numPr>
          <w:ilvl w:val="0"/>
          <w:numId w:val="12"/>
        </w:numPr>
      </w:pPr>
      <w:r>
        <w:t xml:space="preserve">Seznamem významných stavebních prací obdobného charakteru, realizované dodavatelem v posledních 3 letech, s uvedením jejího rozsahu a doby plnění. Významnou </w:t>
      </w:r>
      <w:r w:rsidR="00A4581D">
        <w:t xml:space="preserve">stavební </w:t>
      </w:r>
      <w:r>
        <w:t>prací se rozumí práce obdobného charakteru, za níž byla poskytnuta dodavateli odměna ve výši alespoň 200 000,- Kč</w:t>
      </w:r>
    </w:p>
    <w:p w:rsidR="00087529" w:rsidRDefault="00087529" w:rsidP="00087529">
      <w:pPr>
        <w:numPr>
          <w:ilvl w:val="0"/>
          <w:numId w:val="12"/>
        </w:numPr>
      </w:pPr>
      <w:r>
        <w:t>Popisem technického vybavení</w:t>
      </w:r>
    </w:p>
    <w:p w:rsidR="00AF26B7" w:rsidRDefault="00AF26B7" w:rsidP="004E65D5">
      <w:pPr>
        <w:pStyle w:val="05-ODST-3"/>
      </w:pPr>
      <w:r>
        <w:t>Prohlášení o způsobu zajištění případných subdodávek a doložením seznamu subdodavatelských firem včetně prokázání jejich profesních kvalifikačních předpokladů</w:t>
      </w:r>
    </w:p>
    <w:p w:rsidR="00AF26B7" w:rsidRDefault="00AF26B7" w:rsidP="004E65D5">
      <w:pPr>
        <w:pStyle w:val="05-ODST-3"/>
      </w:pPr>
      <w:r>
        <w:t>Cenová nabídka vč. oce</w:t>
      </w:r>
      <w:r w:rsidR="00C160BB">
        <w:t>ně</w:t>
      </w:r>
      <w:r>
        <w:t>n</w:t>
      </w:r>
      <w:r w:rsidR="00C160BB">
        <w:t xml:space="preserve">ých výkazů výměr </w:t>
      </w:r>
      <w:r>
        <w:t>dle článku 4</w:t>
      </w:r>
      <w:r w:rsidR="0029252D">
        <w:t xml:space="preserve"> této zadávací dokumentace</w:t>
      </w:r>
    </w:p>
    <w:p w:rsidR="00AF26B7" w:rsidRDefault="00AF26B7" w:rsidP="004E65D5">
      <w:pPr>
        <w:pStyle w:val="05-ODST-3"/>
      </w:pPr>
      <w:r>
        <w:t xml:space="preserve">Harmonogram </w:t>
      </w:r>
      <w:r w:rsidR="009C3609">
        <w:t>p</w:t>
      </w:r>
      <w:r w:rsidR="00A4581D">
        <w:t>lnění - návrh</w:t>
      </w:r>
      <w:r w:rsidR="009C3609">
        <w:t xml:space="preserve"> </w:t>
      </w:r>
    </w:p>
    <w:p w:rsidR="002641A3" w:rsidRDefault="002641A3" w:rsidP="004E65D5">
      <w:pPr>
        <w:pStyle w:val="05-ODST-3"/>
      </w:pPr>
      <w:r>
        <w:t xml:space="preserve">Požadavky na </w:t>
      </w:r>
      <w:r w:rsidR="00A4581D">
        <w:t xml:space="preserve">příp. další </w:t>
      </w:r>
      <w:r>
        <w:t xml:space="preserve">součinnost </w:t>
      </w:r>
      <w:r w:rsidR="00AA1993">
        <w:t>zadavatele</w:t>
      </w:r>
    </w:p>
    <w:p w:rsidR="00AF26B7" w:rsidRDefault="00AF26B7" w:rsidP="004E65D5">
      <w:pPr>
        <w:pStyle w:val="05-ODST-3"/>
      </w:pPr>
      <w:r>
        <w:t>Technologický postup prací</w:t>
      </w:r>
    </w:p>
    <w:p w:rsidR="00AF26B7" w:rsidRDefault="00AF26B7" w:rsidP="004E65D5">
      <w:pPr>
        <w:pStyle w:val="05-ODST-3"/>
      </w:pPr>
      <w:r>
        <w:t>Podepsaný návrh smlouvy o dílo včetně VOP (viz příloha č. 1)</w:t>
      </w:r>
    </w:p>
    <w:p w:rsidR="00AF26B7" w:rsidRDefault="00AF26B7" w:rsidP="004E65D5">
      <w:pPr>
        <w:pStyle w:val="05-ODST-3"/>
      </w:pPr>
      <w:r>
        <w:t xml:space="preserve">Uchazeč předloží údaj, v jaké výši může poskytnout své služby k započtení náhradního plnění dle § 81 odst. 3 zákona č. 435/2004 Sb., o zaměstnanosti, v platném znění. Pokud uchazeč takový údaj předloží, bude tento pro uchazeče závazný a bude jím taktéž zapracován v předloženém </w:t>
      </w:r>
      <w:r w:rsidR="00CB131C">
        <w:t>n</w:t>
      </w:r>
      <w:r>
        <w:t>ávrhu smlouvy o dílo</w:t>
      </w:r>
      <w:r w:rsidR="000955E2">
        <w:t>.</w:t>
      </w:r>
    </w:p>
    <w:p w:rsidR="00AF26B7" w:rsidRDefault="00AF26B7" w:rsidP="004E65D5">
      <w:pPr>
        <w:pStyle w:val="05-ODST-3"/>
      </w:pPr>
      <w:r>
        <w:t xml:space="preserve">Prohlášení, že uchazeč </w:t>
      </w:r>
      <w:r w:rsidR="00A4581D">
        <w:t xml:space="preserve">je vázán svou nabídkou po zadávací dobu a že </w:t>
      </w:r>
      <w:r>
        <w:t xml:space="preserve">zachová mlčenlivost o všech skutečnostech, které nabyl na základě těchto zadávacích podmínek a takto nabyté údaje použije pouze pro zpracování nabídky </w:t>
      </w:r>
      <w:r w:rsidR="00CB131C">
        <w:t xml:space="preserve">do výběrového </w:t>
      </w:r>
      <w:r>
        <w:t>řízení. Prohlášení bude podepsané osobou oprávněnou jednat za uchazeče.</w:t>
      </w:r>
    </w:p>
    <w:p w:rsidR="00AF26B7" w:rsidRDefault="00AF26B7" w:rsidP="004E65D5">
      <w:pPr>
        <w:pStyle w:val="05-ODST-3"/>
      </w:pPr>
      <w:r>
        <w:t xml:space="preserve">Prohlášení, že uchazeč bere na vědomí a souhlasí s tím, že zadavatel je povinen a zveřejní v souladu se zákonem č. 106/1999 Sb., o svobodném přístupu k informacím, ve znění </w:t>
      </w:r>
      <w:r>
        <w:lastRenderedPageBreak/>
        <w:t>pozdějších předpisů, na základě žádosti veškerou zadávací dokumentaci k zakázce č.</w:t>
      </w:r>
      <w:r w:rsidR="00175C74">
        <w:t>191</w:t>
      </w:r>
      <w:r>
        <w:t>/1</w:t>
      </w:r>
      <w:r w:rsidR="00286CCC">
        <w:t>4</w:t>
      </w:r>
      <w:r>
        <w:t xml:space="preserve">/OCN včetně </w:t>
      </w:r>
      <w:r w:rsidR="001D191F">
        <w:t xml:space="preserve">uzavřené </w:t>
      </w:r>
      <w:r>
        <w:t>smlouvy.</w:t>
      </w:r>
    </w:p>
    <w:p w:rsidR="00AF26B7" w:rsidRDefault="00AF26B7" w:rsidP="004E65D5">
      <w:pPr>
        <w:pStyle w:val="05-ODST-3"/>
      </w:pPr>
      <w:r>
        <w:t>Ostatní doklady, podmínky a požadavky vyžadované zadavatelem, které se vztahují k předmětu zakázky.</w:t>
      </w:r>
    </w:p>
    <w:p w:rsidR="00AF26B7" w:rsidRDefault="00AF26B7" w:rsidP="004E65D5">
      <w:pPr>
        <w:pStyle w:val="05-ODST-3"/>
      </w:pPr>
      <w:r>
        <w:t>Nabídka bude podepsána osobou (-</w:t>
      </w:r>
      <w:proofErr w:type="spellStart"/>
      <w:r>
        <w:t>ami</w:t>
      </w:r>
      <w:proofErr w:type="spellEnd"/>
      <w:r>
        <w:t>) oprávněnou (-</w:t>
      </w:r>
      <w:proofErr w:type="spellStart"/>
      <w:r>
        <w:t>nými</w:t>
      </w:r>
      <w:proofErr w:type="spellEnd"/>
      <w:r>
        <w:t>) jednat za dodavatele</w:t>
      </w:r>
      <w:r w:rsidR="00A4581D">
        <w:t xml:space="preserve"> (uchazeče)</w:t>
      </w:r>
      <w:r>
        <w:t>.</w:t>
      </w:r>
    </w:p>
    <w:p w:rsidR="00AF26B7" w:rsidRDefault="00AF26B7" w:rsidP="0035626F">
      <w:pPr>
        <w:ind w:left="1134" w:hanging="1134"/>
      </w:pPr>
      <w:r>
        <w:t>.</w:t>
      </w:r>
    </w:p>
    <w:p w:rsidR="00AF26B7" w:rsidRDefault="00AF26B7" w:rsidP="003868B8">
      <w:pPr>
        <w:pStyle w:val="01-L"/>
      </w:pPr>
      <w:r>
        <w:t>Jiné požadavky zadavatele</w:t>
      </w:r>
    </w:p>
    <w:p w:rsidR="00AF26B7" w:rsidRDefault="00AF26B7" w:rsidP="00DC63ED">
      <w:pPr>
        <w:pStyle w:val="02-ODST-2"/>
      </w:pPr>
      <w:r>
        <w:t xml:space="preserve">Další požadavky zadavatele k </w:t>
      </w:r>
      <w:r w:rsidR="00CB131C">
        <w:t xml:space="preserve">výběrovému </w:t>
      </w:r>
      <w:r>
        <w:t>řízení</w:t>
      </w:r>
    </w:p>
    <w:p w:rsidR="00AF26B7" w:rsidRDefault="00AF26B7" w:rsidP="00DC63ED">
      <w:pPr>
        <w:pStyle w:val="05-ODST-3"/>
      </w:pPr>
      <w:r>
        <w:t>Uchazeč může podat pouze jednu nabídku.</w:t>
      </w:r>
    </w:p>
    <w:p w:rsidR="00AF26B7" w:rsidRDefault="00AF26B7" w:rsidP="00DC63ED">
      <w:pPr>
        <w:pStyle w:val="05-ODST-3"/>
      </w:pPr>
      <w:r>
        <w:t>Zadavatel nepřipouští řešení jinou variantou, než je uvedeno v zadávací dokumentaci. Žádná osoba (dodavatel) se nesmí zúčastnit tohoto řízení jako uchazeč více než jednou.</w:t>
      </w:r>
    </w:p>
    <w:p w:rsidR="00AF26B7" w:rsidRDefault="00AF26B7" w:rsidP="00DC63ED">
      <w:pPr>
        <w:pStyle w:val="05-ODST-3"/>
      </w:pPr>
      <w:r>
        <w:t>V případě, že vznikne rozpor mezi údaji o zakázce obsaženými v různých částech zadávací dokumentace, jsou pro zpracování nabídky podstatné údaje obsažené v návrhu smlouvy</w:t>
      </w:r>
      <w:r w:rsidR="00A4581D">
        <w:t xml:space="preserve"> o dílo</w:t>
      </w:r>
      <w:r>
        <w:t xml:space="preserve"> a ve všeobecných obchodních podmínkách, které jsou k tomuto návrhu </w:t>
      </w:r>
      <w:proofErr w:type="gramStart"/>
      <w:r>
        <w:t>přiloženy</w:t>
      </w:r>
      <w:r w:rsidR="00A4581D">
        <w:t>,  viz</w:t>
      </w:r>
      <w:proofErr w:type="gramEnd"/>
      <w:r w:rsidR="00A4581D">
        <w:t xml:space="preserve"> příloha č. 1 této zadávací dokumentace</w:t>
      </w:r>
      <w:r>
        <w:t>.</w:t>
      </w:r>
    </w:p>
    <w:p w:rsidR="00AF26B7" w:rsidRDefault="00AF26B7" w:rsidP="00DC63ED">
      <w:pPr>
        <w:pStyle w:val="05-ODST-3"/>
      </w:pPr>
      <w:r>
        <w:t>Náklady uchazečů spojené s účastí v</w:t>
      </w:r>
      <w:r w:rsidR="00CB131C">
        <w:t>e výběrovém</w:t>
      </w:r>
      <w:r>
        <w:t xml:space="preserve"> řízení zadavatel nehradí.</w:t>
      </w:r>
    </w:p>
    <w:p w:rsidR="00AF26B7" w:rsidRDefault="00AF26B7" w:rsidP="00DC63ED">
      <w:pPr>
        <w:pStyle w:val="05-ODST-3"/>
      </w:pPr>
      <w:r>
        <w:t xml:space="preserve">Zadavatel si nevyhrazuje právo požadovat úhradu nákladů souvisejících s poskytnutím zadávací dokumentace. </w:t>
      </w:r>
    </w:p>
    <w:p w:rsidR="00AF26B7" w:rsidRDefault="00AF26B7" w:rsidP="00DC63ED">
      <w:pPr>
        <w:pStyle w:val="05-ODST-3"/>
      </w:pPr>
      <w:r>
        <w:t>Nabídky nebudou uchazečům vráceny a zůstávají majetkem zadavatele.</w:t>
      </w:r>
    </w:p>
    <w:p w:rsidR="00AF26B7" w:rsidRDefault="00AF26B7" w:rsidP="00DC63ED">
      <w:pPr>
        <w:pStyle w:val="05-ODST-3"/>
      </w:pPr>
      <w:r>
        <w:t>Nabídky, které budou doručeny po uplynutí lhůty pro podání nabídek, zadavatel nebude otevírat, a tedy ani posuzovat a hodnotit.</w:t>
      </w:r>
    </w:p>
    <w:p w:rsidR="00AF26B7" w:rsidRDefault="00AF26B7" w:rsidP="00DC63ED">
      <w:pPr>
        <w:pStyle w:val="05-ODST-3"/>
      </w:pPr>
      <w:r>
        <w:t>Pokud nabídka nebude úplná nebo v ní nebudou obsaženy veškeré doklady a informace stanovené touto zadávací dokumentací, vyhrazuje si zadavatel právo nabídku vyřadit.</w:t>
      </w:r>
    </w:p>
    <w:p w:rsidR="00AF26B7" w:rsidRDefault="00AF26B7" w:rsidP="00DC63ED">
      <w:pPr>
        <w:pStyle w:val="05-ODST-3"/>
      </w:pPr>
      <w:r>
        <w:t>Zadavatel si vyhrazuje právo před rozhodnutím o výběru nejvhodnější nabídky ověřit, případně vyjasnit informace deklarované uchazeči v nabídce.</w:t>
      </w:r>
    </w:p>
    <w:p w:rsidR="00AF26B7" w:rsidRDefault="00AF26B7" w:rsidP="00DC63ED">
      <w:pPr>
        <w:pStyle w:val="05-ODST-3"/>
      </w:pPr>
      <w:r>
        <w:t xml:space="preserve">Zadavatel si vyhrazuje právo v rámci </w:t>
      </w:r>
      <w:r w:rsidR="00CB131C">
        <w:t xml:space="preserve">výběrového </w:t>
      </w:r>
      <w:r>
        <w:t>řízení jednat o všech částech nabídky uchazeče.</w:t>
      </w:r>
    </w:p>
    <w:p w:rsidR="00AF26B7" w:rsidRDefault="00AF26B7" w:rsidP="00DC63ED">
      <w:pPr>
        <w:pStyle w:val="05-ODST-3"/>
      </w:pPr>
      <w:r>
        <w:t xml:space="preserve">Jednání o nabídkách v rámci </w:t>
      </w:r>
      <w:r w:rsidR="00CB131C">
        <w:t xml:space="preserve">výběrového </w:t>
      </w:r>
      <w:r>
        <w:t>řízení je vedeno písemně prostřednictvím elektronické pošty. Zadavatel si vyhrazuje právo pozvat uchazeče k osobnímu jednání o nabídkách.</w:t>
      </w:r>
    </w:p>
    <w:p w:rsidR="00AF26B7" w:rsidRDefault="00AF26B7" w:rsidP="00DC63ED">
      <w:pPr>
        <w:pStyle w:val="05-ODST-3"/>
      </w:pPr>
      <w:r>
        <w:t xml:space="preserve">Komunikačním jazykem pro veškerá jednání v rámci </w:t>
      </w:r>
      <w:r w:rsidR="00CB131C">
        <w:t xml:space="preserve">výběrového </w:t>
      </w:r>
      <w:r>
        <w:t xml:space="preserve">řízení je stanovena čeština, nepřipustí-li zadavatel výslovně jinak. </w:t>
      </w:r>
    </w:p>
    <w:p w:rsidR="00AF26B7" w:rsidRDefault="00AF26B7" w:rsidP="00DC63ED">
      <w:pPr>
        <w:pStyle w:val="05-ODST-3"/>
      </w:pPr>
      <w:r>
        <w:t xml:space="preserve">Zadavatel si vyhrazuje právo změny obsahu návrhu smlouvy o dílo, jenž je přílohou této zadávací dokumentace. </w:t>
      </w:r>
    </w:p>
    <w:p w:rsidR="00AF26B7" w:rsidRDefault="00AF26B7" w:rsidP="00DC63ED">
      <w:pPr>
        <w:pStyle w:val="05-ODST-3"/>
      </w:pPr>
      <w:r>
        <w:t>Zadavatel si vyhrazuje právo kdykoliv v průběhu řízení toto řízení ukončit a zrušit bez udání důvodu, odmítnout všechny nabídky a neuzavřít smlouvu s žádným z uchazečů.</w:t>
      </w:r>
    </w:p>
    <w:p w:rsidR="00B871AA" w:rsidRPr="00B871AA" w:rsidRDefault="00B871AA" w:rsidP="00B871AA">
      <w:pPr>
        <w:pStyle w:val="05-ODST-3"/>
      </w:pPr>
      <w:r w:rsidRPr="00B871AA">
        <w:t>V souladu s ustanovením § 1740 odst. 3 poslední věta zákona č. 89/2012 Sb., občanský zákoník, v platném znění, platí, že pře</w:t>
      </w:r>
      <w:r>
        <w:t>dložení ze strany d</w:t>
      </w:r>
      <w:r w:rsidRPr="00B871AA">
        <w:t>odavatele podepsaného návrhu smlouvy s dodatkem n</w:t>
      </w:r>
      <w:r>
        <w:t>ebo odchylkou proti požadavkům z</w:t>
      </w:r>
      <w:r w:rsidRPr="00B871AA">
        <w:t>adavatele nezakládá p</w:t>
      </w:r>
      <w:r>
        <w:t>ovinnost z</w:t>
      </w:r>
      <w:r w:rsidRPr="00B871AA">
        <w:t>adavatele takovou odchylku či dodatek akceptovat.</w:t>
      </w:r>
    </w:p>
    <w:p w:rsidR="00B871AA" w:rsidRDefault="00B871AA" w:rsidP="006A2B20">
      <w:pPr>
        <w:pStyle w:val="05-ODST-3"/>
        <w:numPr>
          <w:ilvl w:val="0"/>
          <w:numId w:val="0"/>
        </w:numPr>
        <w:ind w:left="1134"/>
      </w:pPr>
    </w:p>
    <w:p w:rsidR="00D60990" w:rsidRDefault="00D60990" w:rsidP="006A2B20">
      <w:pPr>
        <w:pStyle w:val="05-ODST-3"/>
        <w:numPr>
          <w:ilvl w:val="0"/>
          <w:numId w:val="0"/>
        </w:numPr>
        <w:ind w:left="1134"/>
      </w:pPr>
    </w:p>
    <w:p w:rsidR="00D60990" w:rsidRDefault="00D60990" w:rsidP="006A2B20">
      <w:pPr>
        <w:pStyle w:val="05-ODST-3"/>
        <w:numPr>
          <w:ilvl w:val="0"/>
          <w:numId w:val="0"/>
        </w:numPr>
        <w:ind w:left="1134"/>
      </w:pPr>
    </w:p>
    <w:p w:rsidR="00AF26B7" w:rsidRDefault="00CB131C" w:rsidP="00DC63ED">
      <w:pPr>
        <w:pStyle w:val="01-L"/>
      </w:pPr>
      <w:r>
        <w:lastRenderedPageBreak/>
        <w:t xml:space="preserve">Výběrové </w:t>
      </w:r>
      <w:r w:rsidR="00AF26B7">
        <w:t>řízení</w:t>
      </w:r>
    </w:p>
    <w:p w:rsidR="001A7C9C" w:rsidRDefault="001A7C9C" w:rsidP="001A7C9C">
      <w:r>
        <w:t xml:space="preserve">Výběrové řízení je zahájeno uveřejněním zadávací dokumentace, včetně všech příloh na oficiálních internetových stránkách společnosti ČEPRO, a.s.:  https://www.softender.cz/home/profil/992824 </w:t>
      </w:r>
    </w:p>
    <w:p w:rsidR="001A7C9C" w:rsidRDefault="001A7C9C" w:rsidP="001A7C9C"/>
    <w:p w:rsidR="001A7C9C" w:rsidRPr="001F4E43" w:rsidRDefault="001A7C9C" w:rsidP="001A7C9C">
      <w:pPr>
        <w:pStyle w:val="02-ODST-2"/>
        <w:rPr>
          <w:b/>
        </w:rPr>
      </w:pPr>
      <w:r w:rsidRPr="001F4E43">
        <w:rPr>
          <w:b/>
        </w:rPr>
        <w:t>Dodatečné informace k zakázce</w:t>
      </w:r>
    </w:p>
    <w:p w:rsidR="001A7C9C" w:rsidRDefault="001A7C9C" w:rsidP="001A7C9C">
      <w:r>
        <w:t>Dodavatel je oprávněn požadovat po zadavateli písemně dodatečné informace k zadávacím podmínkám. Písemná žádost musí být zadavateli doručena nejpozději 5 dnů před uplynutím lhůty pro podání nabídek.</w:t>
      </w:r>
    </w:p>
    <w:p w:rsidR="001A7C9C" w:rsidRDefault="001A7C9C" w:rsidP="001A7C9C"/>
    <w:p w:rsidR="001A7C9C" w:rsidRPr="001F4E43" w:rsidRDefault="001A7C9C" w:rsidP="001A7C9C">
      <w:pPr>
        <w:pStyle w:val="02-ODST-2"/>
        <w:rPr>
          <w:b/>
        </w:rPr>
      </w:pPr>
      <w:r w:rsidRPr="001F4E43">
        <w:rPr>
          <w:b/>
        </w:rPr>
        <w:t>Místo, způsob a lhůta k podávání nabídek</w:t>
      </w:r>
    </w:p>
    <w:p w:rsidR="001A7C9C" w:rsidRDefault="001A7C9C" w:rsidP="001A7C9C">
      <w:r>
        <w:t xml:space="preserve">Nabídka bude podána </w:t>
      </w:r>
      <w:r w:rsidRPr="00291727">
        <w:rPr>
          <w:b/>
          <w:color w:val="FF0000"/>
          <w:u w:val="single"/>
        </w:rPr>
        <w:t>písemně v elektronické verzi prostřednictvím elektronického nástroje</w:t>
      </w:r>
      <w:r w:rsidR="0005310D">
        <w:rPr>
          <w:b/>
          <w:color w:val="FF0000"/>
          <w:u w:val="single"/>
        </w:rPr>
        <w:t xml:space="preserve"> nebo na </w:t>
      </w:r>
      <w:proofErr w:type="gramStart"/>
      <w:r w:rsidR="0005310D">
        <w:rPr>
          <w:b/>
          <w:color w:val="FF0000"/>
          <w:u w:val="single"/>
        </w:rPr>
        <w:t>e-mailem</w:t>
      </w:r>
      <w:proofErr w:type="gramEnd"/>
    </w:p>
    <w:p w:rsidR="001A7C9C" w:rsidRPr="00291727" w:rsidRDefault="001A7C9C" w:rsidP="001A7C9C">
      <w:pPr>
        <w:rPr>
          <w:i/>
        </w:rPr>
      </w:pPr>
      <w:r w:rsidRPr="00291727">
        <w:rPr>
          <w:i/>
        </w:rPr>
        <w:t>(</w:t>
      </w:r>
      <w:proofErr w:type="gramStart"/>
      <w:r w:rsidRPr="00291727">
        <w:rPr>
          <w:i/>
        </w:rPr>
        <w:t>případně  v listinné</w:t>
      </w:r>
      <w:proofErr w:type="gramEnd"/>
      <w:r w:rsidRPr="00291727">
        <w:rPr>
          <w:i/>
        </w:rPr>
        <w:t xml:space="preserve"> podobě 1x originál,  1x kopie nabídky a 1x elektronicky na CD/DVD/USB)</w:t>
      </w:r>
    </w:p>
    <w:p w:rsidR="001A7C9C" w:rsidRDefault="001A7C9C" w:rsidP="001A7C9C"/>
    <w:p w:rsidR="00291727" w:rsidRDefault="00291727" w:rsidP="00291727">
      <w:r>
        <w:t xml:space="preserve">Nabídka v elektronické podobě bude podána prostřednictvím profilu zadavatele na adrese https://www.softender.cz/home/profil/992824 </w:t>
      </w:r>
      <w:r w:rsidR="0005310D">
        <w:t xml:space="preserve">(případně e-mailem na adresu </w:t>
      </w:r>
      <w:hyperlink r:id="rId12" w:history="1">
        <w:r w:rsidR="0005310D" w:rsidRPr="000268D0">
          <w:rPr>
            <w:rStyle w:val="Hypertextovodkaz"/>
          </w:rPr>
          <w:t>lenka.hoskova@ceproas.cz</w:t>
        </w:r>
      </w:hyperlink>
      <w:r w:rsidR="0005310D">
        <w:t xml:space="preserve">) </w:t>
      </w:r>
      <w:r>
        <w:t>a bude označena názvem zakázky „</w:t>
      </w:r>
      <w:r w:rsidR="0005310D" w:rsidRPr="0005310D">
        <w:t xml:space="preserve">Odstranění budovy „TESKO“ v areálu skladu ČEPRO, a.s. Nové Město u </w:t>
      </w:r>
      <w:proofErr w:type="gramStart"/>
      <w:r w:rsidR="0005310D" w:rsidRPr="0005310D">
        <w:t>Kolína</w:t>
      </w:r>
      <w:r>
        <w:t xml:space="preserve">“  a </w:t>
      </w:r>
      <w:proofErr w:type="spellStart"/>
      <w:r>
        <w:t>evid</w:t>
      </w:r>
      <w:proofErr w:type="spellEnd"/>
      <w:proofErr w:type="gramEnd"/>
      <w:r>
        <w:t>.</w:t>
      </w:r>
      <w:r w:rsidR="0005310D">
        <w:t xml:space="preserve"> č. 191</w:t>
      </w:r>
      <w:r>
        <w:t>/14/OCN.</w:t>
      </w:r>
    </w:p>
    <w:p w:rsidR="001A7C9C" w:rsidRDefault="001A7C9C" w:rsidP="001A7C9C">
      <w:r>
        <w:t xml:space="preserve">Nabídka dodavatele v listinné podobě </w:t>
      </w:r>
      <w:r w:rsidR="00291727">
        <w:t xml:space="preserve">bude podána </w:t>
      </w:r>
      <w:r>
        <w:t xml:space="preserve">na adresu sídla zadavatele uvedené v čl. 1.1 této zadávací dokumentace v řádně uzavřené obálce, opatřené na přelepu razítkem a na přední straně označené </w:t>
      </w:r>
      <w:r w:rsidR="0005310D">
        <w:t>„NEOTVÍRAT! VÝBĚROVÉ ŘÍZENÍ č. 191</w:t>
      </w:r>
      <w:r>
        <w:t>/14/OCN „</w:t>
      </w:r>
      <w:r w:rsidR="0005310D" w:rsidRPr="0005310D">
        <w:t>Odstranění budovy „TESKO“ v areálu skladu ČEPRO, a.s. Nové Město u Kolína</w:t>
      </w:r>
      <w:r w:rsidR="00666F32">
        <w:t xml:space="preserve"> </w:t>
      </w:r>
      <w:r>
        <w:t>“.</w:t>
      </w:r>
    </w:p>
    <w:p w:rsidR="001A7C9C" w:rsidRDefault="001A7C9C" w:rsidP="001A7C9C">
      <w:pPr>
        <w:jc w:val="center"/>
      </w:pPr>
      <w:r>
        <w:t>Nabídka v elektronické nebo v listinné verzi musí být dodavatelem podána</w:t>
      </w:r>
    </w:p>
    <w:p w:rsidR="001A7C9C" w:rsidRDefault="001A7C9C" w:rsidP="001A7C9C">
      <w:pPr>
        <w:jc w:val="center"/>
      </w:pPr>
      <w:r>
        <w:t xml:space="preserve">ve lhůtě nejpozději </w:t>
      </w:r>
      <w:proofErr w:type="gramStart"/>
      <w:r>
        <w:t>do</w:t>
      </w:r>
      <w:r w:rsidR="003E6724">
        <w:t>.</w:t>
      </w:r>
      <w:r w:rsidR="00DF6E19">
        <w:t>20</w:t>
      </w:r>
      <w:proofErr w:type="gramEnd"/>
      <w:r w:rsidR="00DF6E19">
        <w:t>. 10.</w:t>
      </w:r>
      <w:bookmarkStart w:id="2" w:name="_GoBack"/>
      <w:bookmarkEnd w:id="2"/>
      <w:r w:rsidR="00E57BB9">
        <w:t xml:space="preserve"> </w:t>
      </w:r>
      <w:r w:rsidR="00E30AD3">
        <w:t xml:space="preserve">2014 </w:t>
      </w:r>
      <w:r>
        <w:t>do 10 hodin.</w:t>
      </w:r>
    </w:p>
    <w:p w:rsidR="001A7C9C" w:rsidRDefault="001A7C9C" w:rsidP="001A7C9C">
      <w:r>
        <w:t>V případě listinné nabídky lze podat nabídku dodavatele osobně na adresu sídla zadavatele, a to v pracovních dnech od 8.00 hod. do 14.00 hod. na podatelnu zadavatele a v případě zaslání nabídky poštou musí uchazeč zajistit, aby nabídka byla doručena zadavateli na uvedenou adresu sídla zadavatele nejpozději do výše uvedeného termínu.</w:t>
      </w:r>
    </w:p>
    <w:p w:rsidR="001A7C9C" w:rsidRDefault="001A7C9C" w:rsidP="001A7C9C"/>
    <w:p w:rsidR="001A7C9C" w:rsidRDefault="001A7C9C" w:rsidP="001A7C9C">
      <w:proofErr w:type="gramStart"/>
      <w:r>
        <w:t>8.9</w:t>
      </w:r>
      <w:proofErr w:type="gramEnd"/>
      <w:r>
        <w:t>.</w:t>
      </w:r>
      <w:r>
        <w:tab/>
      </w:r>
      <w:r w:rsidRPr="00DE573F">
        <w:rPr>
          <w:b/>
        </w:rPr>
        <w:t>Zadávací lhůta</w:t>
      </w:r>
    </w:p>
    <w:p w:rsidR="001A7C9C" w:rsidRDefault="001A7C9C" w:rsidP="001A7C9C">
      <w:r>
        <w:t>Zadávací lhůta, po kterou jsou uchazeči vázáni svými předloženými nabídkami, se stanovuje ve lhůtě 90 dnů ode dne skončení lhůty pro podání nabídek.</w:t>
      </w:r>
    </w:p>
    <w:p w:rsidR="007C3A74" w:rsidRDefault="001A7C9C" w:rsidP="001A7C9C">
      <w:r>
        <w:t>.</w:t>
      </w:r>
    </w:p>
    <w:p w:rsidR="00AF26B7" w:rsidRDefault="00AF26B7" w:rsidP="004131A1">
      <w:pPr>
        <w:pStyle w:val="01-L"/>
      </w:pPr>
      <w:r>
        <w:t>Přílohy</w:t>
      </w:r>
    </w:p>
    <w:p w:rsidR="00AF26B7" w:rsidRDefault="00AF26B7" w:rsidP="00AF26B7">
      <w:r>
        <w:t xml:space="preserve">Nedílnou součástí této zadávací dokumentace jsou tyto přílohy: </w:t>
      </w:r>
    </w:p>
    <w:p w:rsidR="00AF26B7" w:rsidRDefault="00AF26B7" w:rsidP="00AF26B7">
      <w:r>
        <w:t xml:space="preserve">Příloha </w:t>
      </w:r>
      <w:proofErr w:type="gramStart"/>
      <w:r>
        <w:t xml:space="preserve">č. 1 – </w:t>
      </w:r>
      <w:r w:rsidR="00984EC2">
        <w:t xml:space="preserve"> </w:t>
      </w:r>
      <w:r>
        <w:t>návrh</w:t>
      </w:r>
      <w:proofErr w:type="gramEnd"/>
      <w:r>
        <w:t xml:space="preserve"> smlouvy o dílo včetně VOP</w:t>
      </w:r>
    </w:p>
    <w:p w:rsidR="00984EC2" w:rsidRDefault="00AF26B7" w:rsidP="005F5AC4">
      <w:pPr>
        <w:ind w:left="1276" w:hanging="1276"/>
      </w:pPr>
      <w:r>
        <w:t xml:space="preserve">Příloha </w:t>
      </w:r>
      <w:proofErr w:type="gramStart"/>
      <w:r>
        <w:t>č. 2 –</w:t>
      </w:r>
      <w:r w:rsidR="00792966">
        <w:t xml:space="preserve"> </w:t>
      </w:r>
      <w:r>
        <w:t xml:space="preserve"> </w:t>
      </w:r>
      <w:r w:rsidR="00C636BE">
        <w:t>k</w:t>
      </w:r>
      <w:r w:rsidR="00984EC2">
        <w:t>rycí</w:t>
      </w:r>
      <w:proofErr w:type="gramEnd"/>
      <w:r w:rsidR="00984EC2">
        <w:t xml:space="preserve"> list nabídky </w:t>
      </w:r>
    </w:p>
    <w:p w:rsidR="001D49F4" w:rsidRDefault="001D49F4" w:rsidP="005F5AC4">
      <w:pPr>
        <w:ind w:left="1276" w:hanging="1276"/>
      </w:pPr>
      <w:r>
        <w:t xml:space="preserve">Příloha č. 3 -  </w:t>
      </w:r>
      <w:r w:rsidR="00291727">
        <w:t>fotodokumentace</w:t>
      </w:r>
    </w:p>
    <w:p w:rsidR="00AF26B7" w:rsidRDefault="00AF26B7" w:rsidP="00AF26B7"/>
    <w:p w:rsidR="00AF26B7" w:rsidRDefault="00792966" w:rsidP="00AF26B7">
      <w:r>
        <w:t>V Praze dne</w:t>
      </w:r>
      <w:r w:rsidR="007C3A74">
        <w:t xml:space="preserve"> </w:t>
      </w:r>
      <w:r w:rsidR="00335AF8">
        <w:t>9. 10</w:t>
      </w:r>
      <w:r w:rsidR="00F93012">
        <w:t>.</w:t>
      </w:r>
      <w:r w:rsidR="00335AF8">
        <w:t xml:space="preserve"> </w:t>
      </w:r>
      <w:r w:rsidR="00291727">
        <w:t>2014</w:t>
      </w:r>
    </w:p>
    <w:p w:rsidR="00AF26B7" w:rsidRDefault="00AF26B7" w:rsidP="00AF26B7">
      <w:r>
        <w:t>Lenka Hošková</w:t>
      </w:r>
    </w:p>
    <w:p w:rsidR="00AF26B7" w:rsidRDefault="00AF26B7" w:rsidP="00AF26B7">
      <w:r>
        <w:t>Odbor centrálního nákupu, ČEPRO, a. s.</w:t>
      </w:r>
    </w:p>
    <w:sectPr w:rsidR="00AF26B7">
      <w:headerReference w:type="default" r:id="rId13"/>
      <w:footerReference w:type="default" r:id="rId14"/>
      <w:pgSz w:w="11906" w:h="16838"/>
      <w:pgMar w:top="1417" w:right="1133" w:bottom="1417" w:left="1417" w:header="708" w:footer="4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174B" w:rsidRDefault="00A2174B">
      <w:r>
        <w:separator/>
      </w:r>
    </w:p>
  </w:endnote>
  <w:endnote w:type="continuationSeparator" w:id="0">
    <w:p w:rsidR="00A2174B" w:rsidRDefault="00A217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5000" w:rsidRDefault="007E4568">
    <w:pPr>
      <w:pStyle w:val="Zpat"/>
    </w:pPr>
    <w:r>
      <w:rPr>
        <w:noProof/>
        <w:sz w:val="20"/>
      </w:rPr>
      <mc:AlternateContent>
        <mc:Choice Requires="wps">
          <w:drawing>
            <wp:anchor distT="0" distB="0" distL="114300" distR="114300" simplePos="0" relativeHeight="251657728" behindDoc="0" locked="0" layoutInCell="1" allowOverlap="1" wp14:anchorId="3DD387AE" wp14:editId="770903F6">
              <wp:simplePos x="0" y="0"/>
              <wp:positionH relativeFrom="column">
                <wp:posOffset>-114300</wp:posOffset>
              </wp:positionH>
              <wp:positionV relativeFrom="paragraph">
                <wp:posOffset>-8890</wp:posOffset>
              </wp:positionV>
              <wp:extent cx="6057900" cy="0"/>
              <wp:effectExtent l="9525" t="10160" r="9525" b="889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7pt" to="468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kQDCEgIAACgEAAAOAAAAZHJzL2Uyb0RvYy54bWysU8uu2jAQ3VfqP1jeQxIau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"/>
          </w:pict>
        </mc:Fallback>
      </mc:AlternateContent>
    </w:r>
  </w:p>
  <w:p w:rsidR="004F5000" w:rsidRDefault="004F5000">
    <w:pPr>
      <w:pStyle w:val="Zpat"/>
    </w:pPr>
    <w:r>
      <w:tab/>
    </w:r>
    <w:r>
      <w:tab/>
      <w:t xml:space="preserve">strana </w:t>
    </w:r>
    <w:r>
      <w:rPr>
        <w:rStyle w:val="slostrnky"/>
      </w:rPr>
      <w:fldChar w:fldCharType="begin"/>
    </w:r>
    <w:r>
      <w:rPr>
        <w:rStyle w:val="slostrnky"/>
      </w:rPr>
      <w:instrText xml:space="preserve"> PAGE </w:instrText>
    </w:r>
    <w:r>
      <w:rPr>
        <w:rStyle w:val="slostrnky"/>
      </w:rPr>
      <w:fldChar w:fldCharType="separate"/>
    </w:r>
    <w:r w:rsidR="00DF6E19">
      <w:rPr>
        <w:rStyle w:val="slostrnky"/>
        <w:noProof/>
      </w:rPr>
      <w:t>10</w:t>
    </w:r>
    <w:r>
      <w:rPr>
        <w:rStyle w:val="slostrnky"/>
      </w:rPr>
      <w:fldChar w:fldCharType="end"/>
    </w:r>
    <w:r>
      <w:rPr>
        <w:rStyle w:val="slostrnky"/>
      </w:rPr>
      <w:t xml:space="preserve"> z </w:t>
    </w:r>
    <w:r>
      <w:rPr>
        <w:rStyle w:val="slostrnky"/>
      </w:rPr>
      <w:fldChar w:fldCharType="begin"/>
    </w:r>
    <w:r>
      <w:rPr>
        <w:rStyle w:val="slostrnky"/>
      </w:rPr>
      <w:instrText xml:space="preserve"> NUMPAGES </w:instrText>
    </w:r>
    <w:r>
      <w:rPr>
        <w:rStyle w:val="slostrnky"/>
      </w:rPr>
      <w:fldChar w:fldCharType="separate"/>
    </w:r>
    <w:r w:rsidR="00DF6E19">
      <w:rPr>
        <w:rStyle w:val="slostrnky"/>
        <w:noProof/>
      </w:rPr>
      <w:t>10</w:t>
    </w:r>
    <w:r>
      <w:rPr>
        <w:rStyle w:val="slostrnky"/>
      </w:rPr>
      <w:fldChar w:fldCharType="end"/>
    </w:r>
  </w:p>
  <w:p w:rsidR="004F5000" w:rsidRDefault="004F5000">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174B" w:rsidRDefault="00A2174B">
      <w:r>
        <w:separator/>
      </w:r>
    </w:p>
  </w:footnote>
  <w:footnote w:type="continuationSeparator" w:id="0">
    <w:p w:rsidR="00A2174B" w:rsidRDefault="00A2174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5000" w:rsidRDefault="004F5000">
    <w:pPr>
      <w:pStyle w:val="Zhlav"/>
    </w:pP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9119C2"/>
    <w:multiLevelType w:val="hybridMultilevel"/>
    <w:tmpl w:val="BB7E54E4"/>
    <w:lvl w:ilvl="0" w:tplc="694C150A">
      <w:start w:val="1"/>
      <w:numFmt w:val="bullet"/>
      <w:lvlText w:val="-"/>
      <w:lvlJc w:val="left"/>
      <w:pPr>
        <w:ind w:left="1512" w:hanging="360"/>
      </w:pPr>
      <w:rPr>
        <w:rFonts w:ascii="Calibri" w:eastAsia="Times New Roman" w:hAnsi="Calibri" w:cs="Calibri" w:hint="default"/>
      </w:rPr>
    </w:lvl>
    <w:lvl w:ilvl="1" w:tplc="04050003">
      <w:start w:val="1"/>
      <w:numFmt w:val="bullet"/>
      <w:lvlText w:val="o"/>
      <w:lvlJc w:val="left"/>
      <w:pPr>
        <w:ind w:left="2232" w:hanging="360"/>
      </w:pPr>
      <w:rPr>
        <w:rFonts w:ascii="Courier New" w:hAnsi="Courier New" w:cs="Courier New" w:hint="default"/>
      </w:rPr>
    </w:lvl>
    <w:lvl w:ilvl="2" w:tplc="04050005" w:tentative="1">
      <w:start w:val="1"/>
      <w:numFmt w:val="bullet"/>
      <w:lvlText w:val=""/>
      <w:lvlJc w:val="left"/>
      <w:pPr>
        <w:ind w:left="2952" w:hanging="360"/>
      </w:pPr>
      <w:rPr>
        <w:rFonts w:ascii="Wingdings" w:hAnsi="Wingdings" w:hint="default"/>
      </w:rPr>
    </w:lvl>
    <w:lvl w:ilvl="3" w:tplc="04050001" w:tentative="1">
      <w:start w:val="1"/>
      <w:numFmt w:val="bullet"/>
      <w:lvlText w:val=""/>
      <w:lvlJc w:val="left"/>
      <w:pPr>
        <w:ind w:left="3672" w:hanging="360"/>
      </w:pPr>
      <w:rPr>
        <w:rFonts w:ascii="Symbol" w:hAnsi="Symbol" w:hint="default"/>
      </w:rPr>
    </w:lvl>
    <w:lvl w:ilvl="4" w:tplc="04050003" w:tentative="1">
      <w:start w:val="1"/>
      <w:numFmt w:val="bullet"/>
      <w:lvlText w:val="o"/>
      <w:lvlJc w:val="left"/>
      <w:pPr>
        <w:ind w:left="4392" w:hanging="360"/>
      </w:pPr>
      <w:rPr>
        <w:rFonts w:ascii="Courier New" w:hAnsi="Courier New" w:cs="Courier New" w:hint="default"/>
      </w:rPr>
    </w:lvl>
    <w:lvl w:ilvl="5" w:tplc="04050005" w:tentative="1">
      <w:start w:val="1"/>
      <w:numFmt w:val="bullet"/>
      <w:lvlText w:val=""/>
      <w:lvlJc w:val="left"/>
      <w:pPr>
        <w:ind w:left="5112" w:hanging="360"/>
      </w:pPr>
      <w:rPr>
        <w:rFonts w:ascii="Wingdings" w:hAnsi="Wingdings" w:hint="default"/>
      </w:rPr>
    </w:lvl>
    <w:lvl w:ilvl="6" w:tplc="04050001" w:tentative="1">
      <w:start w:val="1"/>
      <w:numFmt w:val="bullet"/>
      <w:lvlText w:val=""/>
      <w:lvlJc w:val="left"/>
      <w:pPr>
        <w:ind w:left="5832" w:hanging="360"/>
      </w:pPr>
      <w:rPr>
        <w:rFonts w:ascii="Symbol" w:hAnsi="Symbol" w:hint="default"/>
      </w:rPr>
    </w:lvl>
    <w:lvl w:ilvl="7" w:tplc="04050003" w:tentative="1">
      <w:start w:val="1"/>
      <w:numFmt w:val="bullet"/>
      <w:lvlText w:val="o"/>
      <w:lvlJc w:val="left"/>
      <w:pPr>
        <w:ind w:left="6552" w:hanging="360"/>
      </w:pPr>
      <w:rPr>
        <w:rFonts w:ascii="Courier New" w:hAnsi="Courier New" w:cs="Courier New" w:hint="default"/>
      </w:rPr>
    </w:lvl>
    <w:lvl w:ilvl="8" w:tplc="04050005" w:tentative="1">
      <w:start w:val="1"/>
      <w:numFmt w:val="bullet"/>
      <w:lvlText w:val=""/>
      <w:lvlJc w:val="left"/>
      <w:pPr>
        <w:ind w:left="7272" w:hanging="360"/>
      </w:pPr>
      <w:rPr>
        <w:rFonts w:ascii="Wingdings" w:hAnsi="Wingdings" w:hint="default"/>
      </w:rPr>
    </w:lvl>
  </w:abstractNum>
  <w:abstractNum w:abstractNumId="1">
    <w:nsid w:val="0DCF66B9"/>
    <w:multiLevelType w:val="hybridMultilevel"/>
    <w:tmpl w:val="3306CD04"/>
    <w:lvl w:ilvl="0" w:tplc="0405000B">
      <w:start w:val="1"/>
      <w:numFmt w:val="bullet"/>
      <w:lvlText w:val=""/>
      <w:lvlJc w:val="left"/>
      <w:pPr>
        <w:tabs>
          <w:tab w:val="num" w:pos="720"/>
        </w:tabs>
        <w:ind w:left="720" w:hanging="360"/>
      </w:pPr>
      <w:rPr>
        <w:rFonts w:ascii="Wingdings" w:hAnsi="Wingdings"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nsid w:val="10605BB3"/>
    <w:multiLevelType w:val="hybridMultilevel"/>
    <w:tmpl w:val="6B7043D2"/>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1B152D8B"/>
    <w:multiLevelType w:val="hybridMultilevel"/>
    <w:tmpl w:val="DE16A66A"/>
    <w:lvl w:ilvl="0" w:tplc="0405000B">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E9B69D2"/>
    <w:multiLevelType w:val="multilevel"/>
    <w:tmpl w:val="583C78F2"/>
    <w:lvl w:ilvl="0">
      <w:start w:val="1"/>
      <w:numFmt w:val="decimal"/>
      <w:pStyle w:val="Nadpis1"/>
      <w:suff w:val="space"/>
      <w:lvlText w:val="%1."/>
      <w:lvlJc w:val="left"/>
      <w:pPr>
        <w:ind w:left="15" w:firstLine="2"/>
      </w:pPr>
      <w:rPr>
        <w:rFonts w:hint="default"/>
      </w:rPr>
    </w:lvl>
    <w:lvl w:ilvl="1">
      <w:start w:val="1"/>
      <w:numFmt w:val="decimal"/>
      <w:pStyle w:val="Nadpis2"/>
      <w:lvlText w:val="%1.%2."/>
      <w:lvlJc w:val="left"/>
      <w:pPr>
        <w:tabs>
          <w:tab w:val="num" w:pos="550"/>
        </w:tabs>
        <w:ind w:left="550" w:hanging="550"/>
      </w:pPr>
      <w:rPr>
        <w:rFonts w:hint="default"/>
      </w:rPr>
    </w:lvl>
    <w:lvl w:ilvl="2">
      <w:start w:val="1"/>
      <w:numFmt w:val="decimal"/>
      <w:pStyle w:val="Odstavec3"/>
      <w:lvlText w:val="%1.%2.%3."/>
      <w:lvlJc w:val="left"/>
      <w:pPr>
        <w:tabs>
          <w:tab w:val="num" w:pos="767"/>
        </w:tabs>
        <w:ind w:left="767" w:hanging="720"/>
      </w:pPr>
      <w:rPr>
        <w:rFonts w:hint="default"/>
      </w:rPr>
    </w:lvl>
    <w:lvl w:ilvl="3">
      <w:start w:val="1"/>
      <w:numFmt w:val="decimal"/>
      <w:lvlText w:val="%1.%2.%3.%4."/>
      <w:lvlJc w:val="left"/>
      <w:pPr>
        <w:tabs>
          <w:tab w:val="num" w:pos="782"/>
        </w:tabs>
        <w:ind w:left="782" w:hanging="720"/>
      </w:pPr>
      <w:rPr>
        <w:rFonts w:hint="default"/>
      </w:rPr>
    </w:lvl>
    <w:lvl w:ilvl="4">
      <w:start w:val="1"/>
      <w:numFmt w:val="decimal"/>
      <w:lvlText w:val="%1.%2.%3.%4.%5."/>
      <w:lvlJc w:val="left"/>
      <w:pPr>
        <w:tabs>
          <w:tab w:val="num" w:pos="1157"/>
        </w:tabs>
        <w:ind w:left="1157" w:hanging="1080"/>
      </w:pPr>
      <w:rPr>
        <w:rFonts w:hint="default"/>
      </w:rPr>
    </w:lvl>
    <w:lvl w:ilvl="5">
      <w:start w:val="1"/>
      <w:numFmt w:val="decimal"/>
      <w:lvlText w:val="%1.%2.%3.%4.%5.%6."/>
      <w:lvlJc w:val="left"/>
      <w:pPr>
        <w:tabs>
          <w:tab w:val="num" w:pos="1172"/>
        </w:tabs>
        <w:ind w:left="1172" w:hanging="1080"/>
      </w:pPr>
      <w:rPr>
        <w:rFonts w:hint="default"/>
      </w:rPr>
    </w:lvl>
    <w:lvl w:ilvl="6">
      <w:start w:val="1"/>
      <w:numFmt w:val="decimal"/>
      <w:lvlText w:val="%1.%2.%3.%4.%5.%6.%7."/>
      <w:lvlJc w:val="left"/>
      <w:pPr>
        <w:tabs>
          <w:tab w:val="num" w:pos="1547"/>
        </w:tabs>
        <w:ind w:left="1547" w:hanging="1440"/>
      </w:pPr>
      <w:rPr>
        <w:rFonts w:hint="default"/>
      </w:rPr>
    </w:lvl>
    <w:lvl w:ilvl="7">
      <w:start w:val="1"/>
      <w:numFmt w:val="decimal"/>
      <w:lvlText w:val="%1.%2.%3.%4.%5.%6.%7.%8."/>
      <w:lvlJc w:val="left"/>
      <w:pPr>
        <w:tabs>
          <w:tab w:val="num" w:pos="1562"/>
        </w:tabs>
        <w:ind w:left="1562" w:hanging="1440"/>
      </w:pPr>
      <w:rPr>
        <w:rFonts w:hint="default"/>
      </w:rPr>
    </w:lvl>
    <w:lvl w:ilvl="8">
      <w:start w:val="1"/>
      <w:numFmt w:val="decimal"/>
      <w:lvlText w:val="%1.%2.%3.%4.%5.%6.%7.%8.%9."/>
      <w:lvlJc w:val="left"/>
      <w:pPr>
        <w:tabs>
          <w:tab w:val="num" w:pos="1937"/>
        </w:tabs>
        <w:ind w:left="1937" w:hanging="1800"/>
      </w:pPr>
      <w:rPr>
        <w:rFonts w:hint="default"/>
      </w:rPr>
    </w:lvl>
  </w:abstractNum>
  <w:abstractNum w:abstractNumId="5">
    <w:nsid w:val="35525481"/>
    <w:multiLevelType w:val="multilevel"/>
    <w:tmpl w:val="3B3A8896"/>
    <w:lvl w:ilvl="0">
      <w:start w:val="3"/>
      <w:numFmt w:val="decimal"/>
      <w:lvlText w:val="%1."/>
      <w:lvlJc w:val="left"/>
      <w:pPr>
        <w:ind w:left="495" w:hanging="495"/>
      </w:pPr>
      <w:rPr>
        <w:rFonts w:hint="default"/>
      </w:rPr>
    </w:lvl>
    <w:lvl w:ilvl="1">
      <w:start w:val="1"/>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37AE3E65"/>
    <w:multiLevelType w:val="hybridMultilevel"/>
    <w:tmpl w:val="F72CDCC0"/>
    <w:lvl w:ilvl="0" w:tplc="0405000B">
      <w:start w:val="1"/>
      <w:numFmt w:val="bullet"/>
      <w:lvlText w:val=""/>
      <w:lvlJc w:val="left"/>
      <w:pPr>
        <w:tabs>
          <w:tab w:val="num" w:pos="1320"/>
        </w:tabs>
        <w:ind w:left="13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nsid w:val="37DF3749"/>
    <w:multiLevelType w:val="singleLevel"/>
    <w:tmpl w:val="F570646C"/>
    <w:lvl w:ilvl="0">
      <w:start w:val="1"/>
      <w:numFmt w:val="bullet"/>
      <w:pStyle w:val="normalbulletbl"/>
      <w:lvlText w:val=""/>
      <w:lvlJc w:val="left"/>
      <w:pPr>
        <w:tabs>
          <w:tab w:val="num" w:pos="360"/>
        </w:tabs>
        <w:ind w:left="360" w:hanging="360"/>
      </w:pPr>
      <w:rPr>
        <w:rFonts w:ascii="Wingdings" w:hAnsi="Wingdings" w:hint="default"/>
      </w:rPr>
    </w:lvl>
  </w:abstractNum>
  <w:abstractNum w:abstractNumId="8">
    <w:nsid w:val="3C665D62"/>
    <w:multiLevelType w:val="hybridMultilevel"/>
    <w:tmpl w:val="91A85136"/>
    <w:lvl w:ilvl="0" w:tplc="3122665C">
      <w:start w:val="1"/>
      <w:numFmt w:val="bullet"/>
      <w:pStyle w:val="Odrky-rky"/>
      <w:lvlText w:val="–"/>
      <w:lvlJc w:val="left"/>
      <w:pPr>
        <w:tabs>
          <w:tab w:val="num" w:pos="720"/>
        </w:tabs>
        <w:ind w:left="720" w:hanging="360"/>
      </w:pPr>
      <w:rPr>
        <w:rFonts w:ascii="Arial" w:hAnsi="Arial" w:hint="default"/>
      </w:rPr>
    </w:lvl>
    <w:lvl w:ilvl="1" w:tplc="1AE40F08">
      <w:start w:val="1"/>
      <w:numFmt w:val="bullet"/>
      <w:lvlText w:val="-"/>
      <w:lvlJc w:val="left"/>
      <w:pPr>
        <w:tabs>
          <w:tab w:val="num" w:pos="1440"/>
        </w:tabs>
        <w:ind w:left="1440" w:hanging="360"/>
      </w:pPr>
      <w:rPr>
        <w:rFonts w:ascii="Arial" w:eastAsia="Times New Roman" w:hAnsi="Arial" w:cs="Arial"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nsid w:val="3E962F22"/>
    <w:multiLevelType w:val="hybridMultilevel"/>
    <w:tmpl w:val="56DCB954"/>
    <w:lvl w:ilvl="0" w:tplc="548627FE">
      <w:start w:val="1"/>
      <w:numFmt w:val="bullet"/>
      <w:pStyle w:val="09-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nsid w:val="3EF50E7A"/>
    <w:multiLevelType w:val="multilevel"/>
    <w:tmpl w:val="26588B6C"/>
    <w:lvl w:ilvl="0">
      <w:start w:val="7"/>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1">
    <w:nsid w:val="41CD29D5"/>
    <w:multiLevelType w:val="hybridMultilevel"/>
    <w:tmpl w:val="012A0190"/>
    <w:lvl w:ilvl="0" w:tplc="0405000B">
      <w:start w:val="1"/>
      <w:numFmt w:val="bullet"/>
      <w:lvlText w:val=""/>
      <w:lvlJc w:val="left"/>
      <w:pPr>
        <w:ind w:left="786" w:hanging="360"/>
      </w:pPr>
      <w:rPr>
        <w:rFonts w:ascii="Wingdings" w:hAnsi="Wingding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2">
    <w:nsid w:val="427A7280"/>
    <w:multiLevelType w:val="hybridMultilevel"/>
    <w:tmpl w:val="AE569A44"/>
    <w:lvl w:ilvl="0" w:tplc="0405000B">
      <w:start w:val="1"/>
      <w:numFmt w:val="bullet"/>
      <w:lvlText w:val=""/>
      <w:lvlJc w:val="left"/>
      <w:pPr>
        <w:tabs>
          <w:tab w:val="num" w:pos="1080"/>
        </w:tabs>
        <w:ind w:left="1080" w:hanging="360"/>
      </w:pPr>
      <w:rPr>
        <w:rFonts w:ascii="Wingdings" w:hAnsi="Wingdings" w:hint="default"/>
      </w:rPr>
    </w:lvl>
    <w:lvl w:ilvl="1" w:tplc="1AE40F08">
      <w:start w:val="1"/>
      <w:numFmt w:val="bullet"/>
      <w:lvlText w:val="-"/>
      <w:lvlJc w:val="left"/>
      <w:pPr>
        <w:tabs>
          <w:tab w:val="num" w:pos="1440"/>
        </w:tabs>
        <w:ind w:left="1440" w:hanging="360"/>
      </w:pPr>
      <w:rPr>
        <w:rFonts w:ascii="Arial" w:eastAsia="Times New Roman" w:hAnsi="Arial" w:cs="Arial"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3">
    <w:nsid w:val="477D5856"/>
    <w:multiLevelType w:val="hybridMultilevel"/>
    <w:tmpl w:val="5D4489A0"/>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F8018A6"/>
    <w:multiLevelType w:val="hybridMultilevel"/>
    <w:tmpl w:val="A5D0BAEA"/>
    <w:lvl w:ilvl="0" w:tplc="0405000B">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5">
    <w:nsid w:val="52E850FF"/>
    <w:multiLevelType w:val="multilevel"/>
    <w:tmpl w:val="E304B1CE"/>
    <w:lvl w:ilvl="0">
      <w:start w:val="1"/>
      <w:numFmt w:val="lowerLetter"/>
      <w:pStyle w:val="Odrky-psmena"/>
      <w:lvlText w:val="%1)"/>
      <w:lvlJc w:val="left"/>
      <w:pPr>
        <w:tabs>
          <w:tab w:val="num" w:pos="720"/>
        </w:tabs>
        <w:ind w:left="720" w:hanging="360"/>
      </w:pPr>
      <w:rPr>
        <w:rFonts w:hint="default"/>
      </w:rPr>
    </w:lvl>
    <w:lvl w:ilvl="1">
      <w:start w:val="1"/>
      <w:numFmt w:val="bullet"/>
      <w:lvlRestart w:val="0"/>
      <w:pStyle w:val="Odrky2rove"/>
      <w:lvlText w:val="•"/>
      <w:lvlJc w:val="left"/>
      <w:pPr>
        <w:tabs>
          <w:tab w:val="num" w:pos="1080"/>
        </w:tabs>
        <w:ind w:left="1080" w:hanging="360"/>
      </w:pPr>
      <w:rPr>
        <w:rFonts w:ascii="Arial" w:hAnsi="Arial" w:hint="default"/>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16">
    <w:nsid w:val="55154EBA"/>
    <w:multiLevelType w:val="hybridMultilevel"/>
    <w:tmpl w:val="63E01BD0"/>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56B779F1"/>
    <w:multiLevelType w:val="hybridMultilevel"/>
    <w:tmpl w:val="41A84ACC"/>
    <w:lvl w:ilvl="0" w:tplc="1836533C">
      <w:start w:val="1"/>
      <w:numFmt w:val="lowerLetter"/>
      <w:pStyle w:val="06-PSM"/>
      <w:lvlText w:val="%1)"/>
      <w:lvlJc w:val="left"/>
      <w:pPr>
        <w:tabs>
          <w:tab w:val="num" w:pos="1070"/>
        </w:tabs>
        <w:ind w:left="1070" w:hanging="360"/>
      </w:pPr>
      <w:rPr>
        <w:rFonts w:hint="default"/>
        <w:color w:val="auto"/>
      </w:rPr>
    </w:lvl>
    <w:lvl w:ilvl="1" w:tplc="04050003" w:tentative="1">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18">
    <w:nsid w:val="5C7F3DEC"/>
    <w:multiLevelType w:val="hybridMultilevel"/>
    <w:tmpl w:val="A934C74E"/>
    <w:lvl w:ilvl="0" w:tplc="F80A4910">
      <w:start w:val="1"/>
      <w:numFmt w:val="upperLetter"/>
      <w:lvlText w:val="%1."/>
      <w:lvlJc w:val="left"/>
      <w:pPr>
        <w:ind w:left="360" w:hanging="360"/>
      </w:pPr>
      <w:rPr>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nsid w:val="61FC4AC1"/>
    <w:multiLevelType w:val="hybridMultilevel"/>
    <w:tmpl w:val="160AD070"/>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64323042"/>
    <w:multiLevelType w:val="hybridMultilevel"/>
    <w:tmpl w:val="29C6EF72"/>
    <w:lvl w:ilvl="0" w:tplc="0405000B">
      <w:start w:val="1"/>
      <w:numFmt w:val="bullet"/>
      <w:lvlText w:val=""/>
      <w:lvlJc w:val="left"/>
      <w:pPr>
        <w:tabs>
          <w:tab w:val="num" w:pos="1080"/>
        </w:tabs>
        <w:ind w:left="1080" w:hanging="360"/>
      </w:pPr>
      <w:rPr>
        <w:rFonts w:ascii="Wingdings" w:hAnsi="Wingdings" w:hint="default"/>
      </w:rPr>
    </w:lvl>
    <w:lvl w:ilvl="1" w:tplc="04050003" w:tentative="1">
      <w:start w:val="1"/>
      <w:numFmt w:val="bullet"/>
      <w:lvlText w:val="o"/>
      <w:lvlJc w:val="left"/>
      <w:pPr>
        <w:tabs>
          <w:tab w:val="num" w:pos="1800"/>
        </w:tabs>
        <w:ind w:left="1800" w:hanging="360"/>
      </w:pPr>
      <w:rPr>
        <w:rFonts w:ascii="Courier New" w:hAnsi="Courier New" w:cs="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cs="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cs="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21">
    <w:nsid w:val="6504202F"/>
    <w:multiLevelType w:val="multilevel"/>
    <w:tmpl w:val="0FD6D13E"/>
    <w:lvl w:ilvl="0">
      <w:start w:val="1"/>
      <w:numFmt w:val="ordinal"/>
      <w:pStyle w:val="01-L"/>
      <w:suff w:val="space"/>
      <w:lvlText w:val="Čl. %1"/>
      <w:lvlJc w:val="left"/>
      <w:pPr>
        <w:ind w:left="18" w:hanging="454"/>
      </w:pPr>
      <w:rPr>
        <w:rFonts w:hint="default"/>
      </w:rPr>
    </w:lvl>
    <w:lvl w:ilvl="1">
      <w:start w:val="1"/>
      <w:numFmt w:val="ordinal"/>
      <w:pStyle w:val="02-ODST-2"/>
      <w:lvlText w:val="%1%2"/>
      <w:lvlJc w:val="left"/>
      <w:pPr>
        <w:tabs>
          <w:tab w:val="num" w:pos="1080"/>
        </w:tabs>
        <w:ind w:left="567" w:hanging="567"/>
      </w:pPr>
      <w:rPr>
        <w:rFonts w:hint="default"/>
      </w:rPr>
    </w:lvl>
    <w:lvl w:ilvl="2">
      <w:start w:val="1"/>
      <w:numFmt w:val="ordinal"/>
      <w:pStyle w:val="05-ODST-3"/>
      <w:lvlText w:val="%1%2%3"/>
      <w:lvlJc w:val="left"/>
      <w:pPr>
        <w:tabs>
          <w:tab w:val="num" w:pos="1364"/>
        </w:tabs>
        <w:ind w:left="1134" w:hanging="850"/>
      </w:pPr>
      <w:rPr>
        <w:rFonts w:hint="default"/>
        <w:b w:val="0"/>
      </w:rPr>
    </w:lvl>
    <w:lvl w:ilvl="3">
      <w:start w:val="1"/>
      <w:numFmt w:val="ordinal"/>
      <w:pStyle w:val="10-ODST-3"/>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22">
    <w:nsid w:val="6D022C01"/>
    <w:multiLevelType w:val="multilevel"/>
    <w:tmpl w:val="D66CA4DC"/>
    <w:lvl w:ilvl="0">
      <w:start w:val="1"/>
      <w:numFmt w:val="lowerLetter"/>
      <w:lvlText w:val="%1)"/>
      <w:lvlJc w:val="left"/>
      <w:pPr>
        <w:tabs>
          <w:tab w:val="num" w:pos="900"/>
        </w:tabs>
        <w:ind w:left="900" w:hanging="360"/>
      </w:pPr>
      <w:rPr>
        <w:rFonts w:hint="default"/>
        <w:b w:val="0"/>
      </w:rPr>
    </w:lvl>
    <w:lvl w:ilvl="1">
      <w:start w:val="1"/>
      <w:numFmt w:val="bullet"/>
      <w:lvlText w:val=""/>
      <w:lvlJc w:val="left"/>
      <w:pPr>
        <w:tabs>
          <w:tab w:val="num" w:pos="1080"/>
        </w:tabs>
        <w:ind w:left="1080" w:hanging="360"/>
      </w:pPr>
      <w:rPr>
        <w:rFonts w:ascii="Wingdings" w:hAnsi="Wingdings" w:hint="default"/>
        <w:b w:val="0"/>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23">
    <w:nsid w:val="73AD7BB2"/>
    <w:multiLevelType w:val="hybridMultilevel"/>
    <w:tmpl w:val="70B4280C"/>
    <w:lvl w:ilvl="0" w:tplc="0405000B">
      <w:start w:val="1"/>
      <w:numFmt w:val="bullet"/>
      <w:lvlText w:val=""/>
      <w:lvlJc w:val="left"/>
      <w:pPr>
        <w:ind w:left="36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7555718"/>
    <w:multiLevelType w:val="hybridMultilevel"/>
    <w:tmpl w:val="BA62CAE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9"/>
  </w:num>
  <w:num w:numId="2">
    <w:abstractNumId w:val="17"/>
  </w:num>
  <w:num w:numId="3">
    <w:abstractNumId w:val="21"/>
  </w:num>
  <w:num w:numId="4">
    <w:abstractNumId w:val="21"/>
  </w:num>
  <w:num w:numId="5">
    <w:abstractNumId w:val="3"/>
  </w:num>
  <w:num w:numId="6">
    <w:abstractNumId w:val="19"/>
  </w:num>
  <w:num w:numId="7">
    <w:abstractNumId w:val="16"/>
  </w:num>
  <w:num w:numId="8">
    <w:abstractNumId w:val="4"/>
  </w:num>
  <w:num w:numId="9">
    <w:abstractNumId w:val="15"/>
  </w:num>
  <w:num w:numId="10">
    <w:abstractNumId w:val="22"/>
  </w:num>
  <w:num w:numId="11">
    <w:abstractNumId w:val="24"/>
  </w:num>
  <w:num w:numId="12">
    <w:abstractNumId w:val="6"/>
  </w:num>
  <w:num w:numId="13">
    <w:abstractNumId w:val="18"/>
  </w:num>
  <w:num w:numId="14">
    <w:abstractNumId w:val="13"/>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num>
  <w:num w:numId="17">
    <w:abstractNumId w:val="2"/>
  </w:num>
  <w:num w:numId="18">
    <w:abstractNumId w:val="0"/>
  </w:num>
  <w:num w:numId="19">
    <w:abstractNumId w:val="23"/>
  </w:num>
  <w:num w:numId="20">
    <w:abstractNumId w:val="11"/>
  </w:num>
  <w:num w:numId="21">
    <w:abstractNumId w:val="15"/>
  </w:num>
  <w:num w:numId="22">
    <w:abstractNumId w:val="21"/>
  </w:num>
  <w:num w:numId="23">
    <w:abstractNumId w:val="21"/>
  </w:num>
  <w:num w:numId="24">
    <w:abstractNumId w:val="14"/>
  </w:num>
  <w:num w:numId="25">
    <w:abstractNumId w:val="1"/>
  </w:num>
  <w:num w:numId="26">
    <w:abstractNumId w:val="15"/>
  </w:num>
  <w:num w:numId="27">
    <w:abstractNumId w:val="8"/>
  </w:num>
  <w:num w:numId="28">
    <w:abstractNumId w:val="12"/>
  </w:num>
  <w:num w:numId="29">
    <w:abstractNumId w:val="15"/>
  </w:num>
  <w:num w:numId="30">
    <w:abstractNumId w:val="20"/>
  </w:num>
  <w:num w:numId="31">
    <w:abstractNumId w:val="5"/>
  </w:num>
  <w:num w:numId="32">
    <w:abstractNumId w:val="1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SortMethod w:val="0000"/>
  <w:defaultTabStop w:val="284"/>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713A"/>
    <w:rsid w:val="000011C2"/>
    <w:rsid w:val="000045E1"/>
    <w:rsid w:val="0000612B"/>
    <w:rsid w:val="000124BA"/>
    <w:rsid w:val="00012DF6"/>
    <w:rsid w:val="00013E6A"/>
    <w:rsid w:val="000236E1"/>
    <w:rsid w:val="00041965"/>
    <w:rsid w:val="000479BF"/>
    <w:rsid w:val="0005310D"/>
    <w:rsid w:val="000535C0"/>
    <w:rsid w:val="000551F2"/>
    <w:rsid w:val="00073FF8"/>
    <w:rsid w:val="00074602"/>
    <w:rsid w:val="00080F4B"/>
    <w:rsid w:val="0008142C"/>
    <w:rsid w:val="00087529"/>
    <w:rsid w:val="000955E2"/>
    <w:rsid w:val="000A0274"/>
    <w:rsid w:val="000A0DAA"/>
    <w:rsid w:val="000A0F6C"/>
    <w:rsid w:val="000A5034"/>
    <w:rsid w:val="000A78A9"/>
    <w:rsid w:val="000B021F"/>
    <w:rsid w:val="000B3717"/>
    <w:rsid w:val="000B67B5"/>
    <w:rsid w:val="000C2DB0"/>
    <w:rsid w:val="000C2F86"/>
    <w:rsid w:val="000C3BBB"/>
    <w:rsid w:val="000C685A"/>
    <w:rsid w:val="000D19D8"/>
    <w:rsid w:val="000E0CA8"/>
    <w:rsid w:val="000E3238"/>
    <w:rsid w:val="000E4097"/>
    <w:rsid w:val="000E501B"/>
    <w:rsid w:val="000E621C"/>
    <w:rsid w:val="000E6C57"/>
    <w:rsid w:val="000F353A"/>
    <w:rsid w:val="00101AFB"/>
    <w:rsid w:val="00101CB8"/>
    <w:rsid w:val="001033A7"/>
    <w:rsid w:val="00112454"/>
    <w:rsid w:val="00121EAF"/>
    <w:rsid w:val="001245C0"/>
    <w:rsid w:val="00127E8A"/>
    <w:rsid w:val="00133126"/>
    <w:rsid w:val="00135600"/>
    <w:rsid w:val="0014620A"/>
    <w:rsid w:val="00147608"/>
    <w:rsid w:val="001635EA"/>
    <w:rsid w:val="0017266E"/>
    <w:rsid w:val="00175C74"/>
    <w:rsid w:val="00181EC5"/>
    <w:rsid w:val="00181F40"/>
    <w:rsid w:val="00182F7A"/>
    <w:rsid w:val="00194D31"/>
    <w:rsid w:val="001A0C69"/>
    <w:rsid w:val="001A58DE"/>
    <w:rsid w:val="001A7C9C"/>
    <w:rsid w:val="001B2C79"/>
    <w:rsid w:val="001B2EB8"/>
    <w:rsid w:val="001C3580"/>
    <w:rsid w:val="001C4700"/>
    <w:rsid w:val="001C4E9E"/>
    <w:rsid w:val="001C515A"/>
    <w:rsid w:val="001C7850"/>
    <w:rsid w:val="001D0EBC"/>
    <w:rsid w:val="001D191F"/>
    <w:rsid w:val="001D49F4"/>
    <w:rsid w:val="001E050D"/>
    <w:rsid w:val="001F4E43"/>
    <w:rsid w:val="001F688E"/>
    <w:rsid w:val="002025FA"/>
    <w:rsid w:val="00210A24"/>
    <w:rsid w:val="00213874"/>
    <w:rsid w:val="00215599"/>
    <w:rsid w:val="002161FB"/>
    <w:rsid w:val="0021642E"/>
    <w:rsid w:val="0021708A"/>
    <w:rsid w:val="00217265"/>
    <w:rsid w:val="002173D0"/>
    <w:rsid w:val="00217AA2"/>
    <w:rsid w:val="00225234"/>
    <w:rsid w:val="00226756"/>
    <w:rsid w:val="00232C66"/>
    <w:rsid w:val="002335B5"/>
    <w:rsid w:val="0023700B"/>
    <w:rsid w:val="00244A55"/>
    <w:rsid w:val="0025498C"/>
    <w:rsid w:val="002571A9"/>
    <w:rsid w:val="002607A9"/>
    <w:rsid w:val="002641A3"/>
    <w:rsid w:val="00266267"/>
    <w:rsid w:val="00274152"/>
    <w:rsid w:val="002749B7"/>
    <w:rsid w:val="00274C6D"/>
    <w:rsid w:val="002755EA"/>
    <w:rsid w:val="002861CB"/>
    <w:rsid w:val="00286CCC"/>
    <w:rsid w:val="00291727"/>
    <w:rsid w:val="0029252D"/>
    <w:rsid w:val="002A0B67"/>
    <w:rsid w:val="002A0F19"/>
    <w:rsid w:val="002A1D2E"/>
    <w:rsid w:val="002A2D42"/>
    <w:rsid w:val="002B75AD"/>
    <w:rsid w:val="002C06E9"/>
    <w:rsid w:val="002C09C3"/>
    <w:rsid w:val="002C0A06"/>
    <w:rsid w:val="002C1986"/>
    <w:rsid w:val="002C2A3C"/>
    <w:rsid w:val="002C2FA3"/>
    <w:rsid w:val="002D3BD9"/>
    <w:rsid w:val="002E66BA"/>
    <w:rsid w:val="002F1DAA"/>
    <w:rsid w:val="002F4D38"/>
    <w:rsid w:val="002F685A"/>
    <w:rsid w:val="00304F1D"/>
    <w:rsid w:val="00310291"/>
    <w:rsid w:val="00314F9E"/>
    <w:rsid w:val="00316B24"/>
    <w:rsid w:val="00316D5A"/>
    <w:rsid w:val="00316F07"/>
    <w:rsid w:val="0031777D"/>
    <w:rsid w:val="00320091"/>
    <w:rsid w:val="00335AF8"/>
    <w:rsid w:val="00336B93"/>
    <w:rsid w:val="003379F1"/>
    <w:rsid w:val="0034109B"/>
    <w:rsid w:val="0034357C"/>
    <w:rsid w:val="00345ADB"/>
    <w:rsid w:val="00353261"/>
    <w:rsid w:val="0035626F"/>
    <w:rsid w:val="00363594"/>
    <w:rsid w:val="00372B60"/>
    <w:rsid w:val="0037597F"/>
    <w:rsid w:val="0037741A"/>
    <w:rsid w:val="00384D7D"/>
    <w:rsid w:val="003868B8"/>
    <w:rsid w:val="0039001B"/>
    <w:rsid w:val="00390346"/>
    <w:rsid w:val="00393230"/>
    <w:rsid w:val="00393734"/>
    <w:rsid w:val="00393B3A"/>
    <w:rsid w:val="003A03E6"/>
    <w:rsid w:val="003A0487"/>
    <w:rsid w:val="003A6C1E"/>
    <w:rsid w:val="003A727D"/>
    <w:rsid w:val="003B6995"/>
    <w:rsid w:val="003D1FB3"/>
    <w:rsid w:val="003E6724"/>
    <w:rsid w:val="003F095B"/>
    <w:rsid w:val="003F53C4"/>
    <w:rsid w:val="00402E90"/>
    <w:rsid w:val="0040366F"/>
    <w:rsid w:val="00405EF5"/>
    <w:rsid w:val="004131A1"/>
    <w:rsid w:val="00421334"/>
    <w:rsid w:val="00424730"/>
    <w:rsid w:val="00426D8D"/>
    <w:rsid w:val="004336BF"/>
    <w:rsid w:val="004417C3"/>
    <w:rsid w:val="00442127"/>
    <w:rsid w:val="00445802"/>
    <w:rsid w:val="00452526"/>
    <w:rsid w:val="004526A8"/>
    <w:rsid w:val="00461812"/>
    <w:rsid w:val="00470BA9"/>
    <w:rsid w:val="004727FE"/>
    <w:rsid w:val="00476F4A"/>
    <w:rsid w:val="0048412C"/>
    <w:rsid w:val="004959CD"/>
    <w:rsid w:val="004A3427"/>
    <w:rsid w:val="004B0A61"/>
    <w:rsid w:val="004B13AA"/>
    <w:rsid w:val="004B43F6"/>
    <w:rsid w:val="004C10C2"/>
    <w:rsid w:val="004C4A7F"/>
    <w:rsid w:val="004C72CA"/>
    <w:rsid w:val="004E10F4"/>
    <w:rsid w:val="004E21FF"/>
    <w:rsid w:val="004E65D5"/>
    <w:rsid w:val="004F05DD"/>
    <w:rsid w:val="004F3232"/>
    <w:rsid w:val="004F5000"/>
    <w:rsid w:val="00504059"/>
    <w:rsid w:val="00505138"/>
    <w:rsid w:val="00510DF3"/>
    <w:rsid w:val="00512BEF"/>
    <w:rsid w:val="0051427E"/>
    <w:rsid w:val="00522905"/>
    <w:rsid w:val="00546025"/>
    <w:rsid w:val="005614CA"/>
    <w:rsid w:val="00567909"/>
    <w:rsid w:val="005741AD"/>
    <w:rsid w:val="00582536"/>
    <w:rsid w:val="00584106"/>
    <w:rsid w:val="00587564"/>
    <w:rsid w:val="00590E18"/>
    <w:rsid w:val="00591826"/>
    <w:rsid w:val="005A25B1"/>
    <w:rsid w:val="005A4598"/>
    <w:rsid w:val="005B0A2E"/>
    <w:rsid w:val="005C228B"/>
    <w:rsid w:val="005C55B3"/>
    <w:rsid w:val="005D5F45"/>
    <w:rsid w:val="005E4D9E"/>
    <w:rsid w:val="005F40FC"/>
    <w:rsid w:val="005F5AC4"/>
    <w:rsid w:val="0060207C"/>
    <w:rsid w:val="006062F6"/>
    <w:rsid w:val="006114FC"/>
    <w:rsid w:val="00611845"/>
    <w:rsid w:val="006156A0"/>
    <w:rsid w:val="00630031"/>
    <w:rsid w:val="0063188C"/>
    <w:rsid w:val="00635D66"/>
    <w:rsid w:val="006432E6"/>
    <w:rsid w:val="006468BE"/>
    <w:rsid w:val="006545F4"/>
    <w:rsid w:val="00656D03"/>
    <w:rsid w:val="00666F32"/>
    <w:rsid w:val="00676191"/>
    <w:rsid w:val="00676C6B"/>
    <w:rsid w:val="00687FB9"/>
    <w:rsid w:val="006A0459"/>
    <w:rsid w:val="006A2B20"/>
    <w:rsid w:val="006A4C5B"/>
    <w:rsid w:val="006A5BCF"/>
    <w:rsid w:val="006B2A31"/>
    <w:rsid w:val="006C2314"/>
    <w:rsid w:val="006E29B4"/>
    <w:rsid w:val="006E4D1F"/>
    <w:rsid w:val="006E4D23"/>
    <w:rsid w:val="006F7350"/>
    <w:rsid w:val="00704484"/>
    <w:rsid w:val="0070629D"/>
    <w:rsid w:val="00710381"/>
    <w:rsid w:val="007105D1"/>
    <w:rsid w:val="007238E8"/>
    <w:rsid w:val="00726AD9"/>
    <w:rsid w:val="00736AD1"/>
    <w:rsid w:val="007455D0"/>
    <w:rsid w:val="007504E0"/>
    <w:rsid w:val="00751BA3"/>
    <w:rsid w:val="00770378"/>
    <w:rsid w:val="007776A8"/>
    <w:rsid w:val="00785C89"/>
    <w:rsid w:val="0079251E"/>
    <w:rsid w:val="00792966"/>
    <w:rsid w:val="00796DF6"/>
    <w:rsid w:val="007B159E"/>
    <w:rsid w:val="007B17A2"/>
    <w:rsid w:val="007B1C0B"/>
    <w:rsid w:val="007C3A74"/>
    <w:rsid w:val="007C5B06"/>
    <w:rsid w:val="007C7B6F"/>
    <w:rsid w:val="007D32C1"/>
    <w:rsid w:val="007D6EC6"/>
    <w:rsid w:val="007E426D"/>
    <w:rsid w:val="007E4568"/>
    <w:rsid w:val="007F0259"/>
    <w:rsid w:val="007F34C3"/>
    <w:rsid w:val="0080557D"/>
    <w:rsid w:val="00812C5E"/>
    <w:rsid w:val="008139C6"/>
    <w:rsid w:val="008174AF"/>
    <w:rsid w:val="00824032"/>
    <w:rsid w:val="00833E1F"/>
    <w:rsid w:val="0084001B"/>
    <w:rsid w:val="00840792"/>
    <w:rsid w:val="00845D5A"/>
    <w:rsid w:val="00846F25"/>
    <w:rsid w:val="00854DC0"/>
    <w:rsid w:val="008560CC"/>
    <w:rsid w:val="00864C9B"/>
    <w:rsid w:val="00867383"/>
    <w:rsid w:val="00870134"/>
    <w:rsid w:val="008706FF"/>
    <w:rsid w:val="00871FB1"/>
    <w:rsid w:val="00874BCD"/>
    <w:rsid w:val="00875408"/>
    <w:rsid w:val="00877AFB"/>
    <w:rsid w:val="0088014B"/>
    <w:rsid w:val="00885AD5"/>
    <w:rsid w:val="00886CE6"/>
    <w:rsid w:val="00891187"/>
    <w:rsid w:val="0089190E"/>
    <w:rsid w:val="00891B87"/>
    <w:rsid w:val="008937A9"/>
    <w:rsid w:val="00895635"/>
    <w:rsid w:val="008C2BA2"/>
    <w:rsid w:val="008E2CE1"/>
    <w:rsid w:val="008E7340"/>
    <w:rsid w:val="008F41D3"/>
    <w:rsid w:val="008F53ED"/>
    <w:rsid w:val="00902442"/>
    <w:rsid w:val="009046EB"/>
    <w:rsid w:val="0091080C"/>
    <w:rsid w:val="00912F78"/>
    <w:rsid w:val="0091328C"/>
    <w:rsid w:val="009234EC"/>
    <w:rsid w:val="009242B6"/>
    <w:rsid w:val="0092603E"/>
    <w:rsid w:val="00926CEB"/>
    <w:rsid w:val="00930C17"/>
    <w:rsid w:val="0094207B"/>
    <w:rsid w:val="009450FC"/>
    <w:rsid w:val="009464DA"/>
    <w:rsid w:val="0095237A"/>
    <w:rsid w:val="009574B8"/>
    <w:rsid w:val="0096741C"/>
    <w:rsid w:val="00967A9F"/>
    <w:rsid w:val="00967D14"/>
    <w:rsid w:val="00970AB3"/>
    <w:rsid w:val="0098165D"/>
    <w:rsid w:val="00984EC2"/>
    <w:rsid w:val="00985512"/>
    <w:rsid w:val="00990D92"/>
    <w:rsid w:val="009A0670"/>
    <w:rsid w:val="009A40CC"/>
    <w:rsid w:val="009B571F"/>
    <w:rsid w:val="009B5EE3"/>
    <w:rsid w:val="009C09FC"/>
    <w:rsid w:val="009C3609"/>
    <w:rsid w:val="009D153C"/>
    <w:rsid w:val="009D6A8C"/>
    <w:rsid w:val="009F1903"/>
    <w:rsid w:val="009F3994"/>
    <w:rsid w:val="009F6EE3"/>
    <w:rsid w:val="00A06FCA"/>
    <w:rsid w:val="00A1195A"/>
    <w:rsid w:val="00A13182"/>
    <w:rsid w:val="00A2174B"/>
    <w:rsid w:val="00A235DC"/>
    <w:rsid w:val="00A2487A"/>
    <w:rsid w:val="00A4581D"/>
    <w:rsid w:val="00A54827"/>
    <w:rsid w:val="00A66838"/>
    <w:rsid w:val="00A72CEE"/>
    <w:rsid w:val="00A76B1C"/>
    <w:rsid w:val="00A90421"/>
    <w:rsid w:val="00A94B55"/>
    <w:rsid w:val="00AA08D4"/>
    <w:rsid w:val="00AA1993"/>
    <w:rsid w:val="00AA44C3"/>
    <w:rsid w:val="00AA5B09"/>
    <w:rsid w:val="00AA6C8A"/>
    <w:rsid w:val="00AA74BE"/>
    <w:rsid w:val="00AC0323"/>
    <w:rsid w:val="00AC433D"/>
    <w:rsid w:val="00AC4B33"/>
    <w:rsid w:val="00AD1383"/>
    <w:rsid w:val="00AD1D15"/>
    <w:rsid w:val="00AD24C0"/>
    <w:rsid w:val="00AE6570"/>
    <w:rsid w:val="00AF26B7"/>
    <w:rsid w:val="00AF6E96"/>
    <w:rsid w:val="00B1426E"/>
    <w:rsid w:val="00B14991"/>
    <w:rsid w:val="00B154D9"/>
    <w:rsid w:val="00B24359"/>
    <w:rsid w:val="00B26E60"/>
    <w:rsid w:val="00B30EE6"/>
    <w:rsid w:val="00B31DE8"/>
    <w:rsid w:val="00B35A9A"/>
    <w:rsid w:val="00B36623"/>
    <w:rsid w:val="00B407F6"/>
    <w:rsid w:val="00B41C9D"/>
    <w:rsid w:val="00B47316"/>
    <w:rsid w:val="00B50D1E"/>
    <w:rsid w:val="00B53C09"/>
    <w:rsid w:val="00B61332"/>
    <w:rsid w:val="00B6737B"/>
    <w:rsid w:val="00B75617"/>
    <w:rsid w:val="00B77B5A"/>
    <w:rsid w:val="00B83144"/>
    <w:rsid w:val="00B871AA"/>
    <w:rsid w:val="00B87CBF"/>
    <w:rsid w:val="00B92771"/>
    <w:rsid w:val="00B963F5"/>
    <w:rsid w:val="00BD110A"/>
    <w:rsid w:val="00BD5BEE"/>
    <w:rsid w:val="00BD6B30"/>
    <w:rsid w:val="00BE007E"/>
    <w:rsid w:val="00BE7B07"/>
    <w:rsid w:val="00BF1B11"/>
    <w:rsid w:val="00BF6141"/>
    <w:rsid w:val="00C0158D"/>
    <w:rsid w:val="00C03FB5"/>
    <w:rsid w:val="00C05699"/>
    <w:rsid w:val="00C160BB"/>
    <w:rsid w:val="00C20DBF"/>
    <w:rsid w:val="00C21681"/>
    <w:rsid w:val="00C25B7C"/>
    <w:rsid w:val="00C41F6F"/>
    <w:rsid w:val="00C44CCB"/>
    <w:rsid w:val="00C5103D"/>
    <w:rsid w:val="00C518B9"/>
    <w:rsid w:val="00C5495B"/>
    <w:rsid w:val="00C636BE"/>
    <w:rsid w:val="00C6670B"/>
    <w:rsid w:val="00C66831"/>
    <w:rsid w:val="00C71C0B"/>
    <w:rsid w:val="00C7395C"/>
    <w:rsid w:val="00C82996"/>
    <w:rsid w:val="00C87C98"/>
    <w:rsid w:val="00CA1D1C"/>
    <w:rsid w:val="00CA2662"/>
    <w:rsid w:val="00CA3669"/>
    <w:rsid w:val="00CA72A1"/>
    <w:rsid w:val="00CB031D"/>
    <w:rsid w:val="00CB131C"/>
    <w:rsid w:val="00CB3A5B"/>
    <w:rsid w:val="00CB51C7"/>
    <w:rsid w:val="00CB737B"/>
    <w:rsid w:val="00CC362D"/>
    <w:rsid w:val="00CC5121"/>
    <w:rsid w:val="00CD15B0"/>
    <w:rsid w:val="00CD22AD"/>
    <w:rsid w:val="00CE1BAE"/>
    <w:rsid w:val="00CE67E3"/>
    <w:rsid w:val="00CF45F3"/>
    <w:rsid w:val="00CF61F4"/>
    <w:rsid w:val="00D03C24"/>
    <w:rsid w:val="00D04BC0"/>
    <w:rsid w:val="00D07E9B"/>
    <w:rsid w:val="00D22E6F"/>
    <w:rsid w:val="00D2433E"/>
    <w:rsid w:val="00D3516F"/>
    <w:rsid w:val="00D36FE2"/>
    <w:rsid w:val="00D374B8"/>
    <w:rsid w:val="00D46147"/>
    <w:rsid w:val="00D47D6A"/>
    <w:rsid w:val="00D60990"/>
    <w:rsid w:val="00D619B8"/>
    <w:rsid w:val="00D6713A"/>
    <w:rsid w:val="00D7050E"/>
    <w:rsid w:val="00D7373C"/>
    <w:rsid w:val="00D759F0"/>
    <w:rsid w:val="00D7799F"/>
    <w:rsid w:val="00D81C40"/>
    <w:rsid w:val="00D82E36"/>
    <w:rsid w:val="00D8452E"/>
    <w:rsid w:val="00D92C46"/>
    <w:rsid w:val="00D9341B"/>
    <w:rsid w:val="00D97172"/>
    <w:rsid w:val="00DA13A0"/>
    <w:rsid w:val="00DA19FE"/>
    <w:rsid w:val="00DA1E37"/>
    <w:rsid w:val="00DA6199"/>
    <w:rsid w:val="00DB087D"/>
    <w:rsid w:val="00DB33D1"/>
    <w:rsid w:val="00DB44C5"/>
    <w:rsid w:val="00DC4834"/>
    <w:rsid w:val="00DC63ED"/>
    <w:rsid w:val="00DD516D"/>
    <w:rsid w:val="00DD5CC5"/>
    <w:rsid w:val="00DE573F"/>
    <w:rsid w:val="00DE7F5C"/>
    <w:rsid w:val="00DF0366"/>
    <w:rsid w:val="00DF33E5"/>
    <w:rsid w:val="00DF6E19"/>
    <w:rsid w:val="00E00385"/>
    <w:rsid w:val="00E1672C"/>
    <w:rsid w:val="00E22E4F"/>
    <w:rsid w:val="00E23E14"/>
    <w:rsid w:val="00E30AD3"/>
    <w:rsid w:val="00E368B0"/>
    <w:rsid w:val="00E36F17"/>
    <w:rsid w:val="00E37CAE"/>
    <w:rsid w:val="00E431EC"/>
    <w:rsid w:val="00E463E4"/>
    <w:rsid w:val="00E47D1E"/>
    <w:rsid w:val="00E5267F"/>
    <w:rsid w:val="00E53B7C"/>
    <w:rsid w:val="00E57BB9"/>
    <w:rsid w:val="00E61B3F"/>
    <w:rsid w:val="00E63BA8"/>
    <w:rsid w:val="00E74C53"/>
    <w:rsid w:val="00E76357"/>
    <w:rsid w:val="00E768EF"/>
    <w:rsid w:val="00E76CBF"/>
    <w:rsid w:val="00E809C6"/>
    <w:rsid w:val="00E852B7"/>
    <w:rsid w:val="00EA5A89"/>
    <w:rsid w:val="00EB108E"/>
    <w:rsid w:val="00EB15B5"/>
    <w:rsid w:val="00EB40FA"/>
    <w:rsid w:val="00EB4186"/>
    <w:rsid w:val="00EC3033"/>
    <w:rsid w:val="00EC6561"/>
    <w:rsid w:val="00EE3A47"/>
    <w:rsid w:val="00EE64EE"/>
    <w:rsid w:val="00EE7EF8"/>
    <w:rsid w:val="00EF07B5"/>
    <w:rsid w:val="00EF46F7"/>
    <w:rsid w:val="00EF5E5E"/>
    <w:rsid w:val="00F02080"/>
    <w:rsid w:val="00F0702F"/>
    <w:rsid w:val="00F0728B"/>
    <w:rsid w:val="00F332D7"/>
    <w:rsid w:val="00F418D7"/>
    <w:rsid w:val="00F41CB0"/>
    <w:rsid w:val="00F47E9D"/>
    <w:rsid w:val="00F51AEA"/>
    <w:rsid w:val="00F51F38"/>
    <w:rsid w:val="00F525E4"/>
    <w:rsid w:val="00F5485C"/>
    <w:rsid w:val="00F56244"/>
    <w:rsid w:val="00F579A2"/>
    <w:rsid w:val="00F62B0C"/>
    <w:rsid w:val="00F63406"/>
    <w:rsid w:val="00F65FDE"/>
    <w:rsid w:val="00F848E4"/>
    <w:rsid w:val="00F8799C"/>
    <w:rsid w:val="00F93012"/>
    <w:rsid w:val="00F94C8C"/>
    <w:rsid w:val="00FA242A"/>
    <w:rsid w:val="00FB0F06"/>
    <w:rsid w:val="00FB1778"/>
    <w:rsid w:val="00FC103F"/>
    <w:rsid w:val="00FD07F0"/>
    <w:rsid w:val="00FD100D"/>
    <w:rsid w:val="00FD3649"/>
    <w:rsid w:val="00FE0D7D"/>
    <w:rsid w:val="00FE367D"/>
    <w:rsid w:val="00FE3E4A"/>
    <w:rsid w:val="00FE5885"/>
    <w:rsid w:val="00FE70C1"/>
    <w:rsid w:val="00FF0C6D"/>
    <w:rsid w:val="00FF126D"/>
    <w:rsid w:val="00FF3D1A"/>
    <w:rsid w:val="00FF3F03"/>
    <w:rsid w:val="00FF5508"/>
    <w:rsid w:val="00FF5B3F"/>
    <w:rsid w:val="00FF730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locked="1" w:semiHidden="0" w:uiPriority="10" w:unhideWhenUsed="0"/>
    <w:lsdException w:name="Default Paragraph Font" w:uiPriority="1"/>
    <w:lsdException w:name="Subtitle" w:locked="1" w:semiHidden="0" w:uiPriority="11" w:unhideWhenUsed="0"/>
    <w:lsdException w:name="Strong" w:locked="1" w:semiHidden="0" w:uiPriority="22" w:unhideWhenUsed="0"/>
    <w:lsdException w:name="Emphasis" w:locked="1" w:semiHidden="0" w:uiPriority="20" w:unhideWhenUsed="0"/>
    <w:lsdException w:name="Table Grid" w:locked="1" w:semiHidden="0" w:uiPriority="59" w:unhideWhenUsed="0"/>
    <w:lsdException w:name="Placeholder Text" w:unhideWhenUsed="0"/>
    <w:lsdException w:name="No Spacing" w:locked="1" w:semiHidden="0" w:uiPriority="1" w:unhideWhenUsed="0"/>
    <w:lsdException w:name="Light Shading" w:locked="1" w:semiHidden="0" w:uiPriority="60" w:unhideWhenUsed="0"/>
    <w:lsdException w:name="Light List" w:locked="1" w:semiHidden="0" w:uiPriority="61" w:unhideWhenUsed="0"/>
    <w:lsdException w:name="Light Grid" w:locked="1" w:semiHidden="0" w:uiPriority="62" w:unhideWhenUsed="0"/>
    <w:lsdException w:name="Medium Shading 1" w:locked="1" w:semiHidden="0" w:uiPriority="63" w:unhideWhenUsed="0"/>
    <w:lsdException w:name="Medium Shading 2" w:locked="1" w:semiHidden="0" w:uiPriority="64" w:unhideWhenUsed="0"/>
    <w:lsdException w:name="Medium List 1" w:locked="1" w:semiHidden="0" w:uiPriority="65" w:unhideWhenUsed="0"/>
    <w:lsdException w:name="Medium List 2" w:locked="1" w:semiHidden="0" w:uiPriority="66" w:unhideWhenUsed="0"/>
    <w:lsdException w:name="Medium Grid 1" w:locked="1" w:semiHidden="0" w:uiPriority="67" w:unhideWhenUsed="0"/>
    <w:lsdException w:name="Medium Grid 2" w:locked="1" w:semiHidden="0" w:uiPriority="68" w:unhideWhenUsed="0"/>
    <w:lsdException w:name="Medium Grid 3" w:locked="1" w:semiHidden="0" w:uiPriority="69" w:unhideWhenUsed="0"/>
    <w:lsdException w:name="Dark List" w:locked="1" w:semiHidden="0" w:uiPriority="70" w:unhideWhenUsed="0"/>
    <w:lsdException w:name="Colorful Shading" w:locked="1" w:semiHidden="0" w:uiPriority="71" w:unhideWhenUsed="0"/>
    <w:lsdException w:name="Colorful List" w:locked="1" w:semiHidden="0" w:uiPriority="72" w:unhideWhenUsed="0"/>
    <w:lsdException w:name="Colorful Grid" w:locked="1" w:semiHidden="0" w:uiPriority="73" w:unhideWhenUsed="0"/>
    <w:lsdException w:name="Light Shading Accent 1" w:locked="1" w:semiHidden="0" w:uiPriority="60" w:unhideWhenUsed="0"/>
    <w:lsdException w:name="Light List Accent 1" w:locked="1" w:semiHidden="0" w:uiPriority="61" w:unhideWhenUsed="0"/>
    <w:lsdException w:name="Light Grid Accent 1" w:locked="1" w:semiHidden="0" w:uiPriority="62" w:unhideWhenUsed="0"/>
    <w:lsdException w:name="Medium Shading 1 Accent 1" w:locked="1" w:semiHidden="0" w:uiPriority="63" w:unhideWhenUsed="0"/>
    <w:lsdException w:name="Medium Shading 2 Accent 1" w:locked="1" w:semiHidden="0" w:uiPriority="64" w:unhideWhenUsed="0"/>
    <w:lsdException w:name="Medium List 1 Accent 1" w:locked="1" w:semiHidden="0" w:uiPriority="65" w:unhideWhenUsed="0"/>
    <w:lsdException w:name="Revision" w:unhideWhenUsed="0"/>
    <w:lsdException w:name="List Paragraph" w:locked="1" w:semiHidden="0" w:uiPriority="34" w:unhideWhenUsed="0" w:qFormat="1"/>
    <w:lsdException w:name="Quote" w:locked="1" w:semiHidden="0" w:uiPriority="29" w:unhideWhenUsed="0"/>
    <w:lsdException w:name="Intense Quote" w:locked="1" w:semiHidden="0" w:uiPriority="30" w:unhideWhenUsed="0"/>
    <w:lsdException w:name="Medium List 2 Accent 1" w:locked="1" w:semiHidden="0" w:uiPriority="66" w:unhideWhenUsed="0"/>
    <w:lsdException w:name="Medium Grid 1 Accent 1" w:locked="1" w:semiHidden="0" w:uiPriority="67" w:unhideWhenUsed="0"/>
    <w:lsdException w:name="Medium Grid 2 Accent 1" w:locked="1" w:semiHidden="0" w:uiPriority="68" w:unhideWhenUsed="0"/>
    <w:lsdException w:name="Medium Grid 3 Accent 1" w:locked="1" w:semiHidden="0" w:uiPriority="69" w:unhideWhenUsed="0"/>
    <w:lsdException w:name="Dark List Accent 1" w:locked="1" w:semiHidden="0" w:uiPriority="70" w:unhideWhenUsed="0"/>
    <w:lsdException w:name="Colorful Shading Accent 1" w:locked="1" w:semiHidden="0" w:uiPriority="71" w:unhideWhenUsed="0"/>
    <w:lsdException w:name="Colorful List Accent 1" w:locked="1" w:semiHidden="0" w:uiPriority="72" w:unhideWhenUsed="0"/>
    <w:lsdException w:name="Colorful Grid Accent 1" w:locked="1" w:semiHidden="0" w:uiPriority="73" w:unhideWhenUsed="0"/>
    <w:lsdException w:name="Light Shading Accent 2" w:locked="1" w:semiHidden="0" w:uiPriority="60" w:unhideWhenUsed="0"/>
    <w:lsdException w:name="Light List Accent 2" w:locked="1" w:semiHidden="0" w:uiPriority="61" w:unhideWhenUsed="0"/>
    <w:lsdException w:name="Light Grid Accent 2" w:locked="1" w:semiHidden="0" w:uiPriority="62" w:unhideWhenUsed="0"/>
    <w:lsdException w:name="Medium Shading 1 Accent 2" w:locked="1" w:semiHidden="0" w:uiPriority="63" w:unhideWhenUsed="0"/>
    <w:lsdException w:name="Medium Shading 2 Accent 2" w:locked="1" w:semiHidden="0" w:uiPriority="64" w:unhideWhenUsed="0"/>
    <w:lsdException w:name="Medium List 1 Accent 2" w:locked="1" w:semiHidden="0" w:uiPriority="65" w:unhideWhenUsed="0"/>
    <w:lsdException w:name="Medium List 2 Accent 2" w:locked="1" w:semiHidden="0" w:uiPriority="66" w:unhideWhenUsed="0"/>
    <w:lsdException w:name="Medium Grid 1 Accent 2" w:locked="1" w:semiHidden="0" w:uiPriority="67" w:unhideWhenUsed="0"/>
    <w:lsdException w:name="Medium Grid 2 Accent 2" w:locked="1" w:semiHidden="0" w:uiPriority="68" w:unhideWhenUsed="0"/>
    <w:lsdException w:name="Medium Grid 3 Accent 2" w:locked="1" w:semiHidden="0" w:uiPriority="69" w:unhideWhenUsed="0"/>
    <w:lsdException w:name="Dark List Accent 2" w:locked="1" w:semiHidden="0" w:uiPriority="70" w:unhideWhenUsed="0"/>
    <w:lsdException w:name="Colorful Shading Accent 2" w:locked="1" w:semiHidden="0" w:uiPriority="71" w:unhideWhenUsed="0"/>
    <w:lsdException w:name="Colorful List Accent 2" w:locked="1" w:semiHidden="0" w:uiPriority="72" w:unhideWhenUsed="0"/>
    <w:lsdException w:name="Colorful Grid Accent 2" w:locked="1" w:semiHidden="0" w:uiPriority="73" w:unhideWhenUsed="0"/>
    <w:lsdException w:name="Light Shading Accent 3" w:locked="1" w:semiHidden="0" w:uiPriority="60" w:unhideWhenUsed="0"/>
    <w:lsdException w:name="Light List Accent 3" w:locked="1" w:semiHidden="0" w:uiPriority="61" w:unhideWhenUsed="0"/>
    <w:lsdException w:name="Light Grid Accent 3" w:locked="1" w:semiHidden="0" w:uiPriority="62" w:unhideWhenUsed="0"/>
    <w:lsdException w:name="Medium Shading 1 Accent 3" w:locked="1" w:semiHidden="0" w:uiPriority="63" w:unhideWhenUsed="0"/>
    <w:lsdException w:name="Medium Shading 2 Accent 3" w:locked="1" w:semiHidden="0" w:uiPriority="64" w:unhideWhenUsed="0"/>
    <w:lsdException w:name="Medium List 1 Accent 3" w:locked="1" w:semiHidden="0" w:uiPriority="65" w:unhideWhenUsed="0"/>
    <w:lsdException w:name="Medium List 2 Accent 3" w:locked="1" w:semiHidden="0" w:uiPriority="66" w:unhideWhenUsed="0"/>
    <w:lsdException w:name="Medium Grid 1 Accent 3" w:locked="1" w:semiHidden="0" w:uiPriority="67" w:unhideWhenUsed="0"/>
    <w:lsdException w:name="Medium Grid 2 Accent 3" w:locked="1" w:semiHidden="0" w:uiPriority="68" w:unhideWhenUsed="0"/>
    <w:lsdException w:name="Medium Grid 3 Accent 3" w:locked="1" w:semiHidden="0" w:uiPriority="69" w:unhideWhenUsed="0"/>
    <w:lsdException w:name="Dark List Accent 3" w:locked="1" w:semiHidden="0" w:uiPriority="70" w:unhideWhenUsed="0"/>
    <w:lsdException w:name="Colorful Shading Accent 3" w:locked="1" w:semiHidden="0" w:uiPriority="71" w:unhideWhenUsed="0"/>
    <w:lsdException w:name="Colorful List Accent 3" w:locked="1" w:semiHidden="0" w:uiPriority="72" w:unhideWhenUsed="0"/>
    <w:lsdException w:name="Colorful Grid Accent 3" w:locked="1" w:semiHidden="0" w:uiPriority="73" w:unhideWhenUsed="0"/>
    <w:lsdException w:name="Light Shading Accent 4" w:locked="1" w:semiHidden="0" w:uiPriority="60" w:unhideWhenUsed="0"/>
    <w:lsdException w:name="Light List Accent 4" w:locked="1" w:semiHidden="0" w:uiPriority="61" w:unhideWhenUsed="0"/>
    <w:lsdException w:name="Light Grid Accent 4" w:locked="1" w:semiHidden="0" w:uiPriority="62" w:unhideWhenUsed="0"/>
    <w:lsdException w:name="Medium Shading 1 Accent 4" w:locked="1" w:semiHidden="0" w:uiPriority="63" w:unhideWhenUsed="0"/>
    <w:lsdException w:name="Medium Shading 2 Accent 4" w:locked="1" w:semiHidden="0" w:uiPriority="64" w:unhideWhenUsed="0"/>
    <w:lsdException w:name="Medium List 1 Accent 4" w:locked="1" w:semiHidden="0" w:uiPriority="65" w:unhideWhenUsed="0"/>
    <w:lsdException w:name="Medium List 2 Accent 4" w:locked="1" w:semiHidden="0" w:uiPriority="66" w:unhideWhenUsed="0"/>
    <w:lsdException w:name="Medium Grid 1 Accent 4" w:locked="1" w:semiHidden="0" w:uiPriority="67" w:unhideWhenUsed="0"/>
    <w:lsdException w:name="Medium Grid 2 Accent 4" w:locked="1" w:semiHidden="0" w:uiPriority="68" w:unhideWhenUsed="0"/>
    <w:lsdException w:name="Medium Grid 3 Accent 4" w:locked="1" w:semiHidden="0" w:uiPriority="69" w:unhideWhenUsed="0"/>
    <w:lsdException w:name="Dark List Accent 4" w:locked="1" w:semiHidden="0" w:uiPriority="70" w:unhideWhenUsed="0"/>
    <w:lsdException w:name="Colorful Shading Accent 4" w:locked="1" w:semiHidden="0" w:uiPriority="71" w:unhideWhenUsed="0"/>
    <w:lsdException w:name="Colorful List Accent 4" w:locked="1" w:semiHidden="0" w:uiPriority="72" w:unhideWhenUsed="0"/>
    <w:lsdException w:name="Colorful Grid Accent 4" w:locked="1" w:semiHidden="0" w:uiPriority="73" w:unhideWhenUsed="0"/>
    <w:lsdException w:name="Light Shading Accent 5" w:locked="1" w:semiHidden="0" w:uiPriority="60" w:unhideWhenUsed="0"/>
    <w:lsdException w:name="Light List Accent 5" w:locked="1" w:semiHidden="0" w:uiPriority="61" w:unhideWhenUsed="0"/>
    <w:lsdException w:name="Light Grid Accent 5" w:locked="1" w:semiHidden="0" w:uiPriority="62" w:unhideWhenUsed="0"/>
    <w:lsdException w:name="Medium Shading 1 Accent 5" w:locked="1" w:semiHidden="0" w:uiPriority="63" w:unhideWhenUsed="0"/>
    <w:lsdException w:name="Medium Shading 2 Accent 5" w:locked="1" w:semiHidden="0" w:uiPriority="64" w:unhideWhenUsed="0"/>
    <w:lsdException w:name="Medium List 1 Accent 5" w:locked="1" w:semiHidden="0" w:uiPriority="65" w:unhideWhenUsed="0"/>
    <w:lsdException w:name="Medium List 2 Accent 5" w:locked="1" w:semiHidden="0" w:uiPriority="66" w:unhideWhenUsed="0"/>
    <w:lsdException w:name="Medium Grid 1 Accent 5" w:locked="1" w:semiHidden="0" w:uiPriority="67" w:unhideWhenUsed="0"/>
    <w:lsdException w:name="Medium Grid 2 Accent 5" w:locked="1" w:semiHidden="0" w:uiPriority="68" w:unhideWhenUsed="0"/>
    <w:lsdException w:name="Medium Grid 3 Accent 5" w:locked="1" w:semiHidden="0" w:uiPriority="69" w:unhideWhenUsed="0"/>
    <w:lsdException w:name="Dark List Accent 5" w:locked="1" w:semiHidden="0" w:uiPriority="70" w:unhideWhenUsed="0"/>
    <w:lsdException w:name="Colorful Shading Accent 5" w:locked="1" w:semiHidden="0" w:uiPriority="71" w:unhideWhenUsed="0"/>
    <w:lsdException w:name="Colorful List Accent 5" w:locked="1" w:semiHidden="0" w:uiPriority="72" w:unhideWhenUsed="0"/>
    <w:lsdException w:name="Colorful Grid Accent 5" w:locked="1" w:semiHidden="0" w:uiPriority="73" w:unhideWhenUsed="0"/>
    <w:lsdException w:name="Light Shading Accent 6" w:locked="1" w:semiHidden="0" w:uiPriority="60" w:unhideWhenUsed="0"/>
    <w:lsdException w:name="Light List Accent 6" w:locked="1" w:semiHidden="0" w:uiPriority="61" w:unhideWhenUsed="0"/>
    <w:lsdException w:name="Light Grid Accent 6" w:locked="1" w:semiHidden="0" w:uiPriority="62" w:unhideWhenUsed="0"/>
    <w:lsdException w:name="Medium Shading 1 Accent 6" w:locked="1" w:semiHidden="0" w:uiPriority="63" w:unhideWhenUsed="0"/>
    <w:lsdException w:name="Medium Shading 2 Accent 6" w:locked="1" w:semiHidden="0" w:uiPriority="64" w:unhideWhenUsed="0"/>
    <w:lsdException w:name="Medium List 1 Accent 6" w:locked="1" w:semiHidden="0" w:uiPriority="65" w:unhideWhenUsed="0"/>
    <w:lsdException w:name="Medium List 2 Accent 6" w:locked="1" w:semiHidden="0" w:uiPriority="66" w:unhideWhenUsed="0"/>
    <w:lsdException w:name="Medium Grid 1 Accent 6" w:locked="1" w:semiHidden="0" w:uiPriority="67" w:unhideWhenUsed="0"/>
    <w:lsdException w:name="Medium Grid 2 Accent 6" w:locked="1" w:semiHidden="0" w:uiPriority="68" w:unhideWhenUsed="0"/>
    <w:lsdException w:name="Medium Grid 3 Accent 6" w:locked="1" w:semiHidden="0" w:uiPriority="69" w:unhideWhenUsed="0"/>
    <w:lsdException w:name="Dark List Accent 6" w:locked="1" w:semiHidden="0" w:uiPriority="70" w:unhideWhenUsed="0"/>
    <w:lsdException w:name="Colorful Shading Accent 6" w:locked="1" w:semiHidden="0" w:uiPriority="71" w:unhideWhenUsed="0"/>
    <w:lsdException w:name="Colorful List Accent 6" w:locked="1" w:semiHidden="0" w:uiPriority="72" w:unhideWhenUsed="0"/>
    <w:lsdException w:name="Colorful Grid Accent 6" w:locked="1" w:semiHidden="0" w:uiPriority="73" w:unhideWhenUsed="0"/>
    <w:lsdException w:name="Subtle Emphasis" w:locked="1" w:semiHidden="0" w:uiPriority="19" w:unhideWhenUsed="0"/>
    <w:lsdException w:name="Intense Emphasis" w:locked="1" w:semiHidden="0" w:uiPriority="21" w:unhideWhenUsed="0"/>
    <w:lsdException w:name="Subtle Reference" w:locked="1" w:semiHidden="0" w:uiPriority="31" w:unhideWhenUsed="0"/>
    <w:lsdException w:name="Intense Reference" w:locked="1" w:semiHidden="0" w:uiPriority="32" w:unhideWhenUsed="0"/>
    <w:lsdException w:name="Book Title" w:locked="1" w:semiHidden="0" w:uiPriority="33" w:unhideWhenUsed="0"/>
    <w:lsdException w:name="Bibliography" w:uiPriority="37"/>
    <w:lsdException w:name="TOC Heading" w:uiPriority="39" w:qFormat="1"/>
  </w:latentStyles>
  <w:style w:type="paragraph" w:default="1" w:styleId="Normln">
    <w:name w:val="Normal"/>
    <w:aliases w:val="02-NORM-01,06-NORM-01,01-nor1"/>
    <w:qFormat/>
    <w:rsid w:val="00452526"/>
    <w:pPr>
      <w:spacing w:before="120"/>
      <w:jc w:val="both"/>
    </w:pPr>
  </w:style>
  <w:style w:type="paragraph" w:styleId="Nadpis1">
    <w:name w:val="heading 1"/>
    <w:basedOn w:val="Normln"/>
    <w:next w:val="Normln"/>
    <w:link w:val="Nadpis1Char"/>
    <w:qFormat/>
    <w:locked/>
    <w:rsid w:val="00AC4B33"/>
    <w:pPr>
      <w:keepNext/>
      <w:numPr>
        <w:numId w:val="8"/>
      </w:numPr>
      <w:spacing w:before="360"/>
      <w:ind w:left="17" w:firstLine="0"/>
      <w:outlineLvl w:val="0"/>
    </w:pPr>
    <w:rPr>
      <w:rFonts w:cs="Arial"/>
      <w:b/>
      <w:bCs/>
      <w:kern w:val="32"/>
      <w:sz w:val="24"/>
      <w:szCs w:val="24"/>
    </w:rPr>
  </w:style>
  <w:style w:type="paragraph" w:styleId="Nadpis2">
    <w:name w:val="heading 2"/>
    <w:basedOn w:val="Normln"/>
    <w:next w:val="Normln"/>
    <w:link w:val="Nadpis2Char"/>
    <w:qFormat/>
    <w:locked/>
    <w:rsid w:val="00AC4B33"/>
    <w:pPr>
      <w:numPr>
        <w:ilvl w:val="1"/>
        <w:numId w:val="8"/>
      </w:numPr>
      <w:spacing w:before="240"/>
      <w:ind w:left="584"/>
      <w:outlineLvl w:val="1"/>
    </w:pPr>
    <w:rPr>
      <w:b/>
      <w:bCs/>
      <w:iCs/>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rsid w:val="00133126"/>
  </w:style>
  <w:style w:type="paragraph" w:styleId="Zhlav">
    <w:name w:val="header"/>
    <w:basedOn w:val="Normln"/>
    <w:semiHidden/>
    <w:pPr>
      <w:tabs>
        <w:tab w:val="center" w:pos="4536"/>
        <w:tab w:val="right" w:pos="9072"/>
      </w:tabs>
    </w:pPr>
    <w:rPr>
      <w:sz w:val="16"/>
    </w:rPr>
  </w:style>
  <w:style w:type="paragraph" w:customStyle="1" w:styleId="Odstavec2">
    <w:name w:val="Odstavec2"/>
    <w:basedOn w:val="Normln"/>
    <w:rsid w:val="00133126"/>
    <w:pPr>
      <w:tabs>
        <w:tab w:val="left" w:pos="567"/>
      </w:tabs>
    </w:pPr>
  </w:style>
  <w:style w:type="paragraph" w:customStyle="1" w:styleId="Odstavec30">
    <w:name w:val="Odstavec3"/>
    <w:basedOn w:val="Odstavec2"/>
    <w:rsid w:val="00133126"/>
    <w:pPr>
      <w:numPr>
        <w:ilvl w:val="2"/>
      </w:numPr>
      <w:tabs>
        <w:tab w:val="clear" w:pos="567"/>
        <w:tab w:val="left" w:pos="1134"/>
      </w:tabs>
    </w:pPr>
  </w:style>
  <w:style w:type="paragraph" w:customStyle="1" w:styleId="lnek">
    <w:name w:val="Článek"/>
    <w:basedOn w:val="Normln"/>
    <w:next w:val="Normln"/>
    <w:rsid w:val="00133126"/>
    <w:pPr>
      <w:spacing w:before="600"/>
      <w:jc w:val="center"/>
    </w:pPr>
    <w:rPr>
      <w:b/>
      <w:bCs/>
      <w:sz w:val="24"/>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emiHidden/>
  </w:style>
  <w:style w:type="paragraph" w:customStyle="1" w:styleId="Body">
    <w:name w:val="Body"/>
    <w:basedOn w:val="Normln"/>
    <w:rsid w:val="00133126"/>
  </w:style>
  <w:style w:type="paragraph" w:customStyle="1" w:styleId="Odstavec4">
    <w:name w:val="Odstavec4"/>
    <w:basedOn w:val="Odstavec30"/>
    <w:rsid w:val="00133126"/>
    <w:pPr>
      <w:numPr>
        <w:ilvl w:val="3"/>
      </w:numPr>
      <w:tabs>
        <w:tab w:val="left" w:pos="1701"/>
      </w:tabs>
    </w:pPr>
  </w:style>
  <w:style w:type="paragraph" w:customStyle="1" w:styleId="normlnpod11">
    <w:name w:val="normální pod 1.1"/>
    <w:basedOn w:val="Normln"/>
    <w:link w:val="normlnpod11Char"/>
    <w:rsid w:val="00133126"/>
    <w:pPr>
      <w:ind w:left="567"/>
    </w:pPr>
  </w:style>
  <w:style w:type="character" w:customStyle="1" w:styleId="normlnpod11Char">
    <w:name w:val="normální pod 1.1 Char"/>
    <w:basedOn w:val="Standardnpsmoodstavce"/>
    <w:link w:val="normlnpod11"/>
    <w:rsid w:val="00133126"/>
  </w:style>
  <w:style w:type="paragraph" w:customStyle="1" w:styleId="normlnpod111">
    <w:name w:val="normální pod 1.1.1"/>
    <w:basedOn w:val="Normln"/>
    <w:link w:val="normlnpod111Char"/>
    <w:rsid w:val="00133126"/>
    <w:pPr>
      <w:ind w:left="1134"/>
    </w:pPr>
  </w:style>
  <w:style w:type="character" w:customStyle="1" w:styleId="normlnpod111Char">
    <w:name w:val="normální pod 1.1.1 Char"/>
    <w:basedOn w:val="Standardnpsmoodstavce"/>
    <w:link w:val="normlnpod111"/>
    <w:rsid w:val="00133126"/>
  </w:style>
  <w:style w:type="paragraph" w:customStyle="1" w:styleId="04-PSMENO">
    <w:name w:val="04-PÍSMENO"/>
    <w:basedOn w:val="Normln"/>
    <w:rsid w:val="00133126"/>
  </w:style>
  <w:style w:type="paragraph" w:customStyle="1" w:styleId="02-ODST-1">
    <w:name w:val="02-ODST-1"/>
    <w:basedOn w:val="Normln"/>
    <w:rsid w:val="00C20DBF"/>
    <w:pPr>
      <w:tabs>
        <w:tab w:val="left" w:pos="567"/>
      </w:tabs>
    </w:pPr>
  </w:style>
  <w:style w:type="paragraph" w:customStyle="1" w:styleId="03-ODST-2">
    <w:name w:val="03-ODST-2"/>
    <w:basedOn w:val="02-ODST-1"/>
    <w:rsid w:val="00133126"/>
    <w:pPr>
      <w:tabs>
        <w:tab w:val="clear" w:pos="567"/>
        <w:tab w:val="left" w:pos="1134"/>
      </w:tabs>
    </w:pPr>
  </w:style>
  <w:style w:type="paragraph" w:customStyle="1" w:styleId="01-LNEK">
    <w:name w:val="01-ČLÁNEK"/>
    <w:basedOn w:val="Normln"/>
    <w:next w:val="Normln"/>
    <w:rsid w:val="00C20DBF"/>
    <w:pPr>
      <w:spacing w:before="600"/>
      <w:jc w:val="center"/>
    </w:pPr>
    <w:rPr>
      <w:b/>
      <w:bCs/>
      <w:sz w:val="24"/>
    </w:rPr>
  </w:style>
  <w:style w:type="paragraph" w:customStyle="1" w:styleId="05-BODY">
    <w:name w:val="05-BODY"/>
    <w:basedOn w:val="Normln"/>
    <w:rsid w:val="00133126"/>
  </w:style>
  <w:style w:type="paragraph" w:customStyle="1" w:styleId="04-ODST-3">
    <w:name w:val="04-ODST-3"/>
    <w:basedOn w:val="03-ODST-2"/>
    <w:rsid w:val="00133126"/>
    <w:pPr>
      <w:tabs>
        <w:tab w:val="left" w:pos="1701"/>
      </w:tabs>
    </w:pPr>
  </w:style>
  <w:style w:type="paragraph" w:customStyle="1" w:styleId="07-NORM-03">
    <w:name w:val="07-NORM-03"/>
    <w:basedOn w:val="Normln"/>
    <w:link w:val="07-NORM-03Char"/>
    <w:rsid w:val="00E22E4F"/>
    <w:pPr>
      <w:ind w:left="1134"/>
    </w:pPr>
  </w:style>
  <w:style w:type="character" w:customStyle="1" w:styleId="07-NORM-03Char">
    <w:name w:val="07-NORM-03 Char"/>
    <w:basedOn w:val="Standardnpsmoodstavce"/>
    <w:link w:val="07-NORM-03"/>
    <w:rsid w:val="00E22E4F"/>
  </w:style>
  <w:style w:type="paragraph" w:customStyle="1" w:styleId="08-NORMPSMENO">
    <w:name w:val="08-NORM PÍSMENO"/>
    <w:basedOn w:val="Normln"/>
    <w:link w:val="08-NORMPSMENOChar"/>
    <w:rsid w:val="00C20DBF"/>
    <w:pPr>
      <w:ind w:left="1418"/>
    </w:pPr>
  </w:style>
  <w:style w:type="character" w:customStyle="1" w:styleId="08-NORMPSMENOChar">
    <w:name w:val="08-NORM PÍSMENO Char"/>
    <w:basedOn w:val="Standardnpsmoodstavce"/>
    <w:link w:val="08-NORMPSMENO"/>
    <w:rsid w:val="00C20DBF"/>
  </w:style>
  <w:style w:type="paragraph" w:customStyle="1" w:styleId="03-NORM-03">
    <w:name w:val="03-NORM-03"/>
    <w:basedOn w:val="Normln"/>
    <w:link w:val="03-NORM-03Char"/>
    <w:rsid w:val="00133126"/>
    <w:pPr>
      <w:ind w:left="1134"/>
    </w:pPr>
  </w:style>
  <w:style w:type="character" w:customStyle="1" w:styleId="03-NORM-03Char">
    <w:name w:val="03-NORM-03 Char"/>
    <w:basedOn w:val="Standardnpsmoodstavce"/>
    <w:link w:val="03-NORM-03"/>
    <w:rsid w:val="00133126"/>
  </w:style>
  <w:style w:type="paragraph" w:customStyle="1" w:styleId="04-NORM-02">
    <w:name w:val="04-NORM-02"/>
    <w:basedOn w:val="05-NORM-03"/>
    <w:link w:val="04-NORM-02Char"/>
    <w:rsid w:val="00133126"/>
    <w:pPr>
      <w:ind w:left="567"/>
    </w:pPr>
  </w:style>
  <w:style w:type="character" w:customStyle="1" w:styleId="04-NORM-02Char">
    <w:name w:val="04-NORM-02 Char"/>
    <w:basedOn w:val="05-NORM-03Char"/>
    <w:link w:val="04-NORM-02"/>
    <w:rsid w:val="00133126"/>
  </w:style>
  <w:style w:type="paragraph" w:customStyle="1" w:styleId="03-NORM-02">
    <w:name w:val="03-NORM-02"/>
    <w:basedOn w:val="Normln"/>
    <w:link w:val="03-NORM-02Char"/>
    <w:rsid w:val="00C20DBF"/>
    <w:pPr>
      <w:ind w:left="567"/>
    </w:pPr>
  </w:style>
  <w:style w:type="character" w:customStyle="1" w:styleId="03-NORM-02Char">
    <w:name w:val="03-NORM-02 Char"/>
    <w:basedOn w:val="Standardnpsmoodstavce"/>
    <w:link w:val="03-NORM-02"/>
    <w:rsid w:val="00C20DBF"/>
  </w:style>
  <w:style w:type="paragraph" w:customStyle="1" w:styleId="06-PSMENO">
    <w:name w:val="06-PÍSMENO"/>
    <w:basedOn w:val="Normln"/>
    <w:rsid w:val="00C20DBF"/>
  </w:style>
  <w:style w:type="paragraph" w:customStyle="1" w:styleId="04-ODST-2">
    <w:name w:val="04-ODST-2"/>
    <w:basedOn w:val="02-ODST-1"/>
    <w:rsid w:val="00C20DBF"/>
    <w:pPr>
      <w:tabs>
        <w:tab w:val="clear" w:pos="567"/>
        <w:tab w:val="left" w:pos="1134"/>
      </w:tabs>
    </w:pPr>
  </w:style>
  <w:style w:type="paragraph" w:customStyle="1" w:styleId="09-BODY">
    <w:name w:val="09-BODY"/>
    <w:basedOn w:val="Normln"/>
    <w:qFormat/>
    <w:rsid w:val="00452526"/>
    <w:pPr>
      <w:numPr>
        <w:numId w:val="1"/>
      </w:numPr>
    </w:pPr>
  </w:style>
  <w:style w:type="paragraph" w:customStyle="1" w:styleId="09-ODST-3">
    <w:name w:val="09-ODST-3"/>
    <w:basedOn w:val="04-ODST-2"/>
    <w:rsid w:val="00C20DBF"/>
    <w:pPr>
      <w:tabs>
        <w:tab w:val="left" w:pos="1701"/>
      </w:tabs>
    </w:pPr>
  </w:style>
  <w:style w:type="paragraph" w:customStyle="1" w:styleId="05-NORM-03">
    <w:name w:val="05-NORM-03"/>
    <w:basedOn w:val="Normln"/>
    <w:link w:val="05-NORM-03Char"/>
    <w:rsid w:val="00C20DBF"/>
    <w:pPr>
      <w:ind w:left="1134"/>
    </w:pPr>
  </w:style>
  <w:style w:type="character" w:customStyle="1" w:styleId="05-NORM-03Char">
    <w:name w:val="05-NORM-03 Char"/>
    <w:basedOn w:val="Standardnpsmoodstavce"/>
    <w:link w:val="05-NORM-03"/>
    <w:rsid w:val="00C20DBF"/>
  </w:style>
  <w:style w:type="paragraph" w:customStyle="1" w:styleId="02-ODST-2">
    <w:name w:val="02-ODST-2"/>
    <w:basedOn w:val="Normln"/>
    <w:qFormat/>
    <w:rsid w:val="00452526"/>
    <w:pPr>
      <w:numPr>
        <w:ilvl w:val="1"/>
        <w:numId w:val="3"/>
      </w:numPr>
      <w:tabs>
        <w:tab w:val="left" w:pos="567"/>
      </w:tabs>
    </w:pPr>
  </w:style>
  <w:style w:type="paragraph" w:customStyle="1" w:styleId="01-L">
    <w:name w:val="01-ČL."/>
    <w:basedOn w:val="Normln"/>
    <w:next w:val="Normln"/>
    <w:qFormat/>
    <w:rsid w:val="00452526"/>
    <w:pPr>
      <w:numPr>
        <w:numId w:val="3"/>
      </w:numPr>
      <w:spacing w:before="600"/>
      <w:jc w:val="center"/>
    </w:pPr>
    <w:rPr>
      <w:b/>
      <w:bCs/>
      <w:sz w:val="24"/>
    </w:rPr>
  </w:style>
  <w:style w:type="paragraph" w:customStyle="1" w:styleId="08-norP">
    <w:name w:val="08-norP"/>
    <w:basedOn w:val="Normln"/>
    <w:link w:val="08-norPChar"/>
    <w:qFormat/>
    <w:rsid w:val="00452526"/>
    <w:pPr>
      <w:ind w:left="1418"/>
    </w:pPr>
  </w:style>
  <w:style w:type="character" w:customStyle="1" w:styleId="08-norPChar">
    <w:name w:val="08-norP Char"/>
    <w:basedOn w:val="Standardnpsmoodstavce"/>
    <w:link w:val="08-norP"/>
    <w:rsid w:val="00452526"/>
  </w:style>
  <w:style w:type="paragraph" w:customStyle="1" w:styleId="06-PSM">
    <w:name w:val="06-PÍSM"/>
    <w:basedOn w:val="Normln"/>
    <w:qFormat/>
    <w:rsid w:val="00452526"/>
    <w:pPr>
      <w:numPr>
        <w:numId w:val="2"/>
      </w:numPr>
    </w:pPr>
  </w:style>
  <w:style w:type="paragraph" w:customStyle="1" w:styleId="05-ODST-3">
    <w:name w:val="05-ODST-3"/>
    <w:basedOn w:val="02-ODST-2"/>
    <w:qFormat/>
    <w:rsid w:val="00452526"/>
    <w:pPr>
      <w:numPr>
        <w:ilvl w:val="2"/>
      </w:numPr>
      <w:tabs>
        <w:tab w:val="clear" w:pos="567"/>
        <w:tab w:val="left" w:pos="1134"/>
      </w:tabs>
    </w:pPr>
  </w:style>
  <w:style w:type="paragraph" w:customStyle="1" w:styleId="10-ODST-3">
    <w:name w:val="10-ODST-3"/>
    <w:basedOn w:val="05-ODST-3"/>
    <w:qFormat/>
    <w:rsid w:val="00452526"/>
    <w:pPr>
      <w:numPr>
        <w:ilvl w:val="3"/>
      </w:numPr>
      <w:tabs>
        <w:tab w:val="left" w:pos="1701"/>
      </w:tabs>
    </w:pPr>
  </w:style>
  <w:style w:type="paragraph" w:customStyle="1" w:styleId="06-norm3">
    <w:name w:val="06-norm3"/>
    <w:basedOn w:val="Normln"/>
    <w:link w:val="06-norm3Char"/>
    <w:qFormat/>
    <w:rsid w:val="00452526"/>
    <w:pPr>
      <w:ind w:left="1134"/>
    </w:pPr>
  </w:style>
  <w:style w:type="character" w:customStyle="1" w:styleId="06-norm3Char">
    <w:name w:val="06-norm3 Char"/>
    <w:basedOn w:val="Standardnpsmoodstavce"/>
    <w:link w:val="06-norm3"/>
    <w:rsid w:val="00452526"/>
  </w:style>
  <w:style w:type="paragraph" w:customStyle="1" w:styleId="03-nor2">
    <w:name w:val="03-nor2"/>
    <w:basedOn w:val="Normln"/>
    <w:link w:val="03-nor2Char"/>
    <w:qFormat/>
    <w:rsid w:val="00452526"/>
    <w:pPr>
      <w:ind w:left="567"/>
    </w:pPr>
  </w:style>
  <w:style w:type="character" w:customStyle="1" w:styleId="03-nor2Char">
    <w:name w:val="03-nor2 Char"/>
    <w:basedOn w:val="Standardnpsmoodstavce"/>
    <w:link w:val="03-nor2"/>
    <w:rsid w:val="00452526"/>
  </w:style>
  <w:style w:type="character" w:styleId="Hypertextovodkaz">
    <w:name w:val="Hyperlink"/>
    <w:basedOn w:val="Standardnpsmoodstavce"/>
    <w:uiPriority w:val="99"/>
    <w:unhideWhenUsed/>
    <w:rsid w:val="00F0728B"/>
    <w:rPr>
      <w:color w:val="0000FF" w:themeColor="hyperlink"/>
      <w:u w:val="single"/>
    </w:rPr>
  </w:style>
  <w:style w:type="paragraph" w:styleId="Odstavecseseznamem">
    <w:name w:val="List Paragraph"/>
    <w:basedOn w:val="Normln"/>
    <w:uiPriority w:val="34"/>
    <w:qFormat/>
    <w:locked/>
    <w:rsid w:val="000E621C"/>
    <w:pPr>
      <w:ind w:left="720"/>
      <w:contextualSpacing/>
    </w:pPr>
  </w:style>
  <w:style w:type="character" w:customStyle="1" w:styleId="Nadpis1Char">
    <w:name w:val="Nadpis 1 Char"/>
    <w:basedOn w:val="Standardnpsmoodstavce"/>
    <w:link w:val="Nadpis1"/>
    <w:rsid w:val="00AC4B33"/>
    <w:rPr>
      <w:rFonts w:cs="Arial"/>
      <w:b/>
      <w:bCs/>
      <w:kern w:val="32"/>
      <w:sz w:val="24"/>
      <w:szCs w:val="24"/>
    </w:rPr>
  </w:style>
  <w:style w:type="character" w:customStyle="1" w:styleId="Nadpis2Char">
    <w:name w:val="Nadpis 2 Char"/>
    <w:basedOn w:val="Standardnpsmoodstavce"/>
    <w:link w:val="Nadpis2"/>
    <w:rsid w:val="00AC4B33"/>
    <w:rPr>
      <w:b/>
      <w:bCs/>
      <w:iCs/>
      <w:szCs w:val="28"/>
    </w:rPr>
  </w:style>
  <w:style w:type="paragraph" w:customStyle="1" w:styleId="Odstavec3">
    <w:name w:val="Odstavec 3"/>
    <w:basedOn w:val="Normln"/>
    <w:rsid w:val="00AC4B33"/>
    <w:pPr>
      <w:numPr>
        <w:ilvl w:val="2"/>
        <w:numId w:val="8"/>
      </w:numPr>
      <w:tabs>
        <w:tab w:val="clear" w:pos="767"/>
        <w:tab w:val="num" w:pos="900"/>
      </w:tabs>
      <w:overflowPunct w:val="0"/>
      <w:autoSpaceDE w:val="0"/>
      <w:autoSpaceDN w:val="0"/>
      <w:adjustRightInd w:val="0"/>
      <w:ind w:left="900" w:hanging="868"/>
      <w:textAlignment w:val="baseline"/>
      <w:outlineLvl w:val="2"/>
    </w:pPr>
    <w:rPr>
      <w:szCs w:val="24"/>
    </w:rPr>
  </w:style>
  <w:style w:type="paragraph" w:customStyle="1" w:styleId="Odrky-psmena">
    <w:name w:val="Odrážky - písmena"/>
    <w:basedOn w:val="Normln"/>
    <w:link w:val="Odrky-psmenaCharChar"/>
    <w:rsid w:val="00BD6B30"/>
    <w:pPr>
      <w:numPr>
        <w:numId w:val="9"/>
      </w:numPr>
      <w:spacing w:before="0"/>
    </w:pPr>
  </w:style>
  <w:style w:type="paragraph" w:customStyle="1" w:styleId="Odrky2rove">
    <w:name w:val="Odrážky 2 úroveň"/>
    <w:basedOn w:val="Normln"/>
    <w:rsid w:val="00BD6B30"/>
    <w:pPr>
      <w:numPr>
        <w:ilvl w:val="1"/>
        <w:numId w:val="9"/>
      </w:numPr>
      <w:spacing w:before="0"/>
    </w:pPr>
  </w:style>
  <w:style w:type="character" w:styleId="Odkaznakoment">
    <w:name w:val="annotation reference"/>
    <w:basedOn w:val="Standardnpsmoodstavce"/>
    <w:uiPriority w:val="99"/>
    <w:semiHidden/>
    <w:unhideWhenUsed/>
    <w:rsid w:val="00C160BB"/>
    <w:rPr>
      <w:sz w:val="16"/>
      <w:szCs w:val="16"/>
    </w:rPr>
  </w:style>
  <w:style w:type="paragraph" w:styleId="Textkomente">
    <w:name w:val="annotation text"/>
    <w:basedOn w:val="Normln"/>
    <w:link w:val="TextkomenteChar"/>
    <w:unhideWhenUsed/>
    <w:rsid w:val="00C160BB"/>
  </w:style>
  <w:style w:type="character" w:customStyle="1" w:styleId="TextkomenteChar">
    <w:name w:val="Text komentáře Char"/>
    <w:basedOn w:val="Standardnpsmoodstavce"/>
    <w:link w:val="Textkomente"/>
    <w:rsid w:val="00C160BB"/>
  </w:style>
  <w:style w:type="paragraph" w:styleId="Pedmtkomente">
    <w:name w:val="annotation subject"/>
    <w:basedOn w:val="Textkomente"/>
    <w:next w:val="Textkomente"/>
    <w:link w:val="PedmtkomenteChar"/>
    <w:uiPriority w:val="99"/>
    <w:semiHidden/>
    <w:unhideWhenUsed/>
    <w:rsid w:val="00C160BB"/>
    <w:rPr>
      <w:b/>
      <w:bCs/>
    </w:rPr>
  </w:style>
  <w:style w:type="character" w:customStyle="1" w:styleId="PedmtkomenteChar">
    <w:name w:val="Předmět komentáře Char"/>
    <w:basedOn w:val="TextkomenteChar"/>
    <w:link w:val="Pedmtkomente"/>
    <w:uiPriority w:val="99"/>
    <w:semiHidden/>
    <w:rsid w:val="00C160BB"/>
    <w:rPr>
      <w:b/>
      <w:bCs/>
    </w:rPr>
  </w:style>
  <w:style w:type="paragraph" w:styleId="Textbubliny">
    <w:name w:val="Balloon Text"/>
    <w:basedOn w:val="Normln"/>
    <w:link w:val="TextbublinyChar"/>
    <w:uiPriority w:val="99"/>
    <w:semiHidden/>
    <w:unhideWhenUsed/>
    <w:rsid w:val="00C160BB"/>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160BB"/>
    <w:rPr>
      <w:rFonts w:ascii="Tahoma" w:hAnsi="Tahoma" w:cs="Tahoma"/>
      <w:sz w:val="16"/>
      <w:szCs w:val="16"/>
    </w:rPr>
  </w:style>
  <w:style w:type="character" w:customStyle="1" w:styleId="Odrky-psmenaCharChar">
    <w:name w:val="Odrážky - písmena Char Char"/>
    <w:link w:val="Odrky-psmena"/>
    <w:rsid w:val="00C0158D"/>
  </w:style>
  <w:style w:type="paragraph" w:customStyle="1" w:styleId="normalbulletbl">
    <w:name w:val="normal bullet bílá"/>
    <w:basedOn w:val="Normln"/>
    <w:uiPriority w:val="99"/>
    <w:rsid w:val="004B43F6"/>
    <w:pPr>
      <w:numPr>
        <w:numId w:val="16"/>
      </w:numPr>
      <w:spacing w:before="0"/>
      <w:jc w:val="left"/>
    </w:pPr>
    <w:rPr>
      <w:snapToGrid w:val="0"/>
    </w:rPr>
  </w:style>
  <w:style w:type="paragraph" w:styleId="Revize">
    <w:name w:val="Revision"/>
    <w:hidden/>
    <w:uiPriority w:val="99"/>
    <w:semiHidden/>
    <w:rsid w:val="00BF6141"/>
  </w:style>
  <w:style w:type="paragraph" w:customStyle="1" w:styleId="Odrky-rky">
    <w:name w:val="Odrážky - čárky"/>
    <w:basedOn w:val="Normln"/>
    <w:rsid w:val="004959CD"/>
    <w:pPr>
      <w:numPr>
        <w:numId w:val="27"/>
      </w:numPr>
      <w:tabs>
        <w:tab w:val="clear" w:pos="720"/>
      </w:tabs>
      <w:spacing w:before="0"/>
      <w:ind w:left="680" w:hanging="3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locked="1" w:semiHidden="0" w:uiPriority="10" w:unhideWhenUsed="0"/>
    <w:lsdException w:name="Default Paragraph Font" w:uiPriority="1"/>
    <w:lsdException w:name="Subtitle" w:locked="1" w:semiHidden="0" w:uiPriority="11" w:unhideWhenUsed="0"/>
    <w:lsdException w:name="Strong" w:locked="1" w:semiHidden="0" w:uiPriority="22" w:unhideWhenUsed="0"/>
    <w:lsdException w:name="Emphasis" w:locked="1" w:semiHidden="0" w:uiPriority="20" w:unhideWhenUsed="0"/>
    <w:lsdException w:name="Table Grid" w:locked="1" w:semiHidden="0" w:uiPriority="59" w:unhideWhenUsed="0"/>
    <w:lsdException w:name="Placeholder Text" w:unhideWhenUsed="0"/>
    <w:lsdException w:name="No Spacing" w:locked="1" w:semiHidden="0" w:uiPriority="1" w:unhideWhenUsed="0"/>
    <w:lsdException w:name="Light Shading" w:locked="1" w:semiHidden="0" w:uiPriority="60" w:unhideWhenUsed="0"/>
    <w:lsdException w:name="Light List" w:locked="1" w:semiHidden="0" w:uiPriority="61" w:unhideWhenUsed="0"/>
    <w:lsdException w:name="Light Grid" w:locked="1" w:semiHidden="0" w:uiPriority="62" w:unhideWhenUsed="0"/>
    <w:lsdException w:name="Medium Shading 1" w:locked="1" w:semiHidden="0" w:uiPriority="63" w:unhideWhenUsed="0"/>
    <w:lsdException w:name="Medium Shading 2" w:locked="1" w:semiHidden="0" w:uiPriority="64" w:unhideWhenUsed="0"/>
    <w:lsdException w:name="Medium List 1" w:locked="1" w:semiHidden="0" w:uiPriority="65" w:unhideWhenUsed="0"/>
    <w:lsdException w:name="Medium List 2" w:locked="1" w:semiHidden="0" w:uiPriority="66" w:unhideWhenUsed="0"/>
    <w:lsdException w:name="Medium Grid 1" w:locked="1" w:semiHidden="0" w:uiPriority="67" w:unhideWhenUsed="0"/>
    <w:lsdException w:name="Medium Grid 2" w:locked="1" w:semiHidden="0" w:uiPriority="68" w:unhideWhenUsed="0"/>
    <w:lsdException w:name="Medium Grid 3" w:locked="1" w:semiHidden="0" w:uiPriority="69" w:unhideWhenUsed="0"/>
    <w:lsdException w:name="Dark List" w:locked="1" w:semiHidden="0" w:uiPriority="70" w:unhideWhenUsed="0"/>
    <w:lsdException w:name="Colorful Shading" w:locked="1" w:semiHidden="0" w:uiPriority="71" w:unhideWhenUsed="0"/>
    <w:lsdException w:name="Colorful List" w:locked="1" w:semiHidden="0" w:uiPriority="72" w:unhideWhenUsed="0"/>
    <w:lsdException w:name="Colorful Grid" w:locked="1" w:semiHidden="0" w:uiPriority="73" w:unhideWhenUsed="0"/>
    <w:lsdException w:name="Light Shading Accent 1" w:locked="1" w:semiHidden="0" w:uiPriority="60" w:unhideWhenUsed="0"/>
    <w:lsdException w:name="Light List Accent 1" w:locked="1" w:semiHidden="0" w:uiPriority="61" w:unhideWhenUsed="0"/>
    <w:lsdException w:name="Light Grid Accent 1" w:locked="1" w:semiHidden="0" w:uiPriority="62" w:unhideWhenUsed="0"/>
    <w:lsdException w:name="Medium Shading 1 Accent 1" w:locked="1" w:semiHidden="0" w:uiPriority="63" w:unhideWhenUsed="0"/>
    <w:lsdException w:name="Medium Shading 2 Accent 1" w:locked="1" w:semiHidden="0" w:uiPriority="64" w:unhideWhenUsed="0"/>
    <w:lsdException w:name="Medium List 1 Accent 1" w:locked="1" w:semiHidden="0" w:uiPriority="65" w:unhideWhenUsed="0"/>
    <w:lsdException w:name="Revision" w:unhideWhenUsed="0"/>
    <w:lsdException w:name="List Paragraph" w:locked="1" w:semiHidden="0" w:uiPriority="34" w:unhideWhenUsed="0" w:qFormat="1"/>
    <w:lsdException w:name="Quote" w:locked="1" w:semiHidden="0" w:uiPriority="29" w:unhideWhenUsed="0"/>
    <w:lsdException w:name="Intense Quote" w:locked="1" w:semiHidden="0" w:uiPriority="30" w:unhideWhenUsed="0"/>
    <w:lsdException w:name="Medium List 2 Accent 1" w:locked="1" w:semiHidden="0" w:uiPriority="66" w:unhideWhenUsed="0"/>
    <w:lsdException w:name="Medium Grid 1 Accent 1" w:locked="1" w:semiHidden="0" w:uiPriority="67" w:unhideWhenUsed="0"/>
    <w:lsdException w:name="Medium Grid 2 Accent 1" w:locked="1" w:semiHidden="0" w:uiPriority="68" w:unhideWhenUsed="0"/>
    <w:lsdException w:name="Medium Grid 3 Accent 1" w:locked="1" w:semiHidden="0" w:uiPriority="69" w:unhideWhenUsed="0"/>
    <w:lsdException w:name="Dark List Accent 1" w:locked="1" w:semiHidden="0" w:uiPriority="70" w:unhideWhenUsed="0"/>
    <w:lsdException w:name="Colorful Shading Accent 1" w:locked="1" w:semiHidden="0" w:uiPriority="71" w:unhideWhenUsed="0"/>
    <w:lsdException w:name="Colorful List Accent 1" w:locked="1" w:semiHidden="0" w:uiPriority="72" w:unhideWhenUsed="0"/>
    <w:lsdException w:name="Colorful Grid Accent 1" w:locked="1" w:semiHidden="0" w:uiPriority="73" w:unhideWhenUsed="0"/>
    <w:lsdException w:name="Light Shading Accent 2" w:locked="1" w:semiHidden="0" w:uiPriority="60" w:unhideWhenUsed="0"/>
    <w:lsdException w:name="Light List Accent 2" w:locked="1" w:semiHidden="0" w:uiPriority="61" w:unhideWhenUsed="0"/>
    <w:lsdException w:name="Light Grid Accent 2" w:locked="1" w:semiHidden="0" w:uiPriority="62" w:unhideWhenUsed="0"/>
    <w:lsdException w:name="Medium Shading 1 Accent 2" w:locked="1" w:semiHidden="0" w:uiPriority="63" w:unhideWhenUsed="0"/>
    <w:lsdException w:name="Medium Shading 2 Accent 2" w:locked="1" w:semiHidden="0" w:uiPriority="64" w:unhideWhenUsed="0"/>
    <w:lsdException w:name="Medium List 1 Accent 2" w:locked="1" w:semiHidden="0" w:uiPriority="65" w:unhideWhenUsed="0"/>
    <w:lsdException w:name="Medium List 2 Accent 2" w:locked="1" w:semiHidden="0" w:uiPriority="66" w:unhideWhenUsed="0"/>
    <w:lsdException w:name="Medium Grid 1 Accent 2" w:locked="1" w:semiHidden="0" w:uiPriority="67" w:unhideWhenUsed="0"/>
    <w:lsdException w:name="Medium Grid 2 Accent 2" w:locked="1" w:semiHidden="0" w:uiPriority="68" w:unhideWhenUsed="0"/>
    <w:lsdException w:name="Medium Grid 3 Accent 2" w:locked="1" w:semiHidden="0" w:uiPriority="69" w:unhideWhenUsed="0"/>
    <w:lsdException w:name="Dark List Accent 2" w:locked="1" w:semiHidden="0" w:uiPriority="70" w:unhideWhenUsed="0"/>
    <w:lsdException w:name="Colorful Shading Accent 2" w:locked="1" w:semiHidden="0" w:uiPriority="71" w:unhideWhenUsed="0"/>
    <w:lsdException w:name="Colorful List Accent 2" w:locked="1" w:semiHidden="0" w:uiPriority="72" w:unhideWhenUsed="0"/>
    <w:lsdException w:name="Colorful Grid Accent 2" w:locked="1" w:semiHidden="0" w:uiPriority="73" w:unhideWhenUsed="0"/>
    <w:lsdException w:name="Light Shading Accent 3" w:locked="1" w:semiHidden="0" w:uiPriority="60" w:unhideWhenUsed="0"/>
    <w:lsdException w:name="Light List Accent 3" w:locked="1" w:semiHidden="0" w:uiPriority="61" w:unhideWhenUsed="0"/>
    <w:lsdException w:name="Light Grid Accent 3" w:locked="1" w:semiHidden="0" w:uiPriority="62" w:unhideWhenUsed="0"/>
    <w:lsdException w:name="Medium Shading 1 Accent 3" w:locked="1" w:semiHidden="0" w:uiPriority="63" w:unhideWhenUsed="0"/>
    <w:lsdException w:name="Medium Shading 2 Accent 3" w:locked="1" w:semiHidden="0" w:uiPriority="64" w:unhideWhenUsed="0"/>
    <w:lsdException w:name="Medium List 1 Accent 3" w:locked="1" w:semiHidden="0" w:uiPriority="65" w:unhideWhenUsed="0"/>
    <w:lsdException w:name="Medium List 2 Accent 3" w:locked="1" w:semiHidden="0" w:uiPriority="66" w:unhideWhenUsed="0"/>
    <w:lsdException w:name="Medium Grid 1 Accent 3" w:locked="1" w:semiHidden="0" w:uiPriority="67" w:unhideWhenUsed="0"/>
    <w:lsdException w:name="Medium Grid 2 Accent 3" w:locked="1" w:semiHidden="0" w:uiPriority="68" w:unhideWhenUsed="0"/>
    <w:lsdException w:name="Medium Grid 3 Accent 3" w:locked="1" w:semiHidden="0" w:uiPriority="69" w:unhideWhenUsed="0"/>
    <w:lsdException w:name="Dark List Accent 3" w:locked="1" w:semiHidden="0" w:uiPriority="70" w:unhideWhenUsed="0"/>
    <w:lsdException w:name="Colorful Shading Accent 3" w:locked="1" w:semiHidden="0" w:uiPriority="71" w:unhideWhenUsed="0"/>
    <w:lsdException w:name="Colorful List Accent 3" w:locked="1" w:semiHidden="0" w:uiPriority="72" w:unhideWhenUsed="0"/>
    <w:lsdException w:name="Colorful Grid Accent 3" w:locked="1" w:semiHidden="0" w:uiPriority="73" w:unhideWhenUsed="0"/>
    <w:lsdException w:name="Light Shading Accent 4" w:locked="1" w:semiHidden="0" w:uiPriority="60" w:unhideWhenUsed="0"/>
    <w:lsdException w:name="Light List Accent 4" w:locked="1" w:semiHidden="0" w:uiPriority="61" w:unhideWhenUsed="0"/>
    <w:lsdException w:name="Light Grid Accent 4" w:locked="1" w:semiHidden="0" w:uiPriority="62" w:unhideWhenUsed="0"/>
    <w:lsdException w:name="Medium Shading 1 Accent 4" w:locked="1" w:semiHidden="0" w:uiPriority="63" w:unhideWhenUsed="0"/>
    <w:lsdException w:name="Medium Shading 2 Accent 4" w:locked="1" w:semiHidden="0" w:uiPriority="64" w:unhideWhenUsed="0"/>
    <w:lsdException w:name="Medium List 1 Accent 4" w:locked="1" w:semiHidden="0" w:uiPriority="65" w:unhideWhenUsed="0"/>
    <w:lsdException w:name="Medium List 2 Accent 4" w:locked="1" w:semiHidden="0" w:uiPriority="66" w:unhideWhenUsed="0"/>
    <w:lsdException w:name="Medium Grid 1 Accent 4" w:locked="1" w:semiHidden="0" w:uiPriority="67" w:unhideWhenUsed="0"/>
    <w:lsdException w:name="Medium Grid 2 Accent 4" w:locked="1" w:semiHidden="0" w:uiPriority="68" w:unhideWhenUsed="0"/>
    <w:lsdException w:name="Medium Grid 3 Accent 4" w:locked="1" w:semiHidden="0" w:uiPriority="69" w:unhideWhenUsed="0"/>
    <w:lsdException w:name="Dark List Accent 4" w:locked="1" w:semiHidden="0" w:uiPriority="70" w:unhideWhenUsed="0"/>
    <w:lsdException w:name="Colorful Shading Accent 4" w:locked="1" w:semiHidden="0" w:uiPriority="71" w:unhideWhenUsed="0"/>
    <w:lsdException w:name="Colorful List Accent 4" w:locked="1" w:semiHidden="0" w:uiPriority="72" w:unhideWhenUsed="0"/>
    <w:lsdException w:name="Colorful Grid Accent 4" w:locked="1" w:semiHidden="0" w:uiPriority="73" w:unhideWhenUsed="0"/>
    <w:lsdException w:name="Light Shading Accent 5" w:locked="1" w:semiHidden="0" w:uiPriority="60" w:unhideWhenUsed="0"/>
    <w:lsdException w:name="Light List Accent 5" w:locked="1" w:semiHidden="0" w:uiPriority="61" w:unhideWhenUsed="0"/>
    <w:lsdException w:name="Light Grid Accent 5" w:locked="1" w:semiHidden="0" w:uiPriority="62" w:unhideWhenUsed="0"/>
    <w:lsdException w:name="Medium Shading 1 Accent 5" w:locked="1" w:semiHidden="0" w:uiPriority="63" w:unhideWhenUsed="0"/>
    <w:lsdException w:name="Medium Shading 2 Accent 5" w:locked="1" w:semiHidden="0" w:uiPriority="64" w:unhideWhenUsed="0"/>
    <w:lsdException w:name="Medium List 1 Accent 5" w:locked="1" w:semiHidden="0" w:uiPriority="65" w:unhideWhenUsed="0"/>
    <w:lsdException w:name="Medium List 2 Accent 5" w:locked="1" w:semiHidden="0" w:uiPriority="66" w:unhideWhenUsed="0"/>
    <w:lsdException w:name="Medium Grid 1 Accent 5" w:locked="1" w:semiHidden="0" w:uiPriority="67" w:unhideWhenUsed="0"/>
    <w:lsdException w:name="Medium Grid 2 Accent 5" w:locked="1" w:semiHidden="0" w:uiPriority="68" w:unhideWhenUsed="0"/>
    <w:lsdException w:name="Medium Grid 3 Accent 5" w:locked="1" w:semiHidden="0" w:uiPriority="69" w:unhideWhenUsed="0"/>
    <w:lsdException w:name="Dark List Accent 5" w:locked="1" w:semiHidden="0" w:uiPriority="70" w:unhideWhenUsed="0"/>
    <w:lsdException w:name="Colorful Shading Accent 5" w:locked="1" w:semiHidden="0" w:uiPriority="71" w:unhideWhenUsed="0"/>
    <w:lsdException w:name="Colorful List Accent 5" w:locked="1" w:semiHidden="0" w:uiPriority="72" w:unhideWhenUsed="0"/>
    <w:lsdException w:name="Colorful Grid Accent 5" w:locked="1" w:semiHidden="0" w:uiPriority="73" w:unhideWhenUsed="0"/>
    <w:lsdException w:name="Light Shading Accent 6" w:locked="1" w:semiHidden="0" w:uiPriority="60" w:unhideWhenUsed="0"/>
    <w:lsdException w:name="Light List Accent 6" w:locked="1" w:semiHidden="0" w:uiPriority="61" w:unhideWhenUsed="0"/>
    <w:lsdException w:name="Light Grid Accent 6" w:locked="1" w:semiHidden="0" w:uiPriority="62" w:unhideWhenUsed="0"/>
    <w:lsdException w:name="Medium Shading 1 Accent 6" w:locked="1" w:semiHidden="0" w:uiPriority="63" w:unhideWhenUsed="0"/>
    <w:lsdException w:name="Medium Shading 2 Accent 6" w:locked="1" w:semiHidden="0" w:uiPriority="64" w:unhideWhenUsed="0"/>
    <w:lsdException w:name="Medium List 1 Accent 6" w:locked="1" w:semiHidden="0" w:uiPriority="65" w:unhideWhenUsed="0"/>
    <w:lsdException w:name="Medium List 2 Accent 6" w:locked="1" w:semiHidden="0" w:uiPriority="66" w:unhideWhenUsed="0"/>
    <w:lsdException w:name="Medium Grid 1 Accent 6" w:locked="1" w:semiHidden="0" w:uiPriority="67" w:unhideWhenUsed="0"/>
    <w:lsdException w:name="Medium Grid 2 Accent 6" w:locked="1" w:semiHidden="0" w:uiPriority="68" w:unhideWhenUsed="0"/>
    <w:lsdException w:name="Medium Grid 3 Accent 6" w:locked="1" w:semiHidden="0" w:uiPriority="69" w:unhideWhenUsed="0"/>
    <w:lsdException w:name="Dark List Accent 6" w:locked="1" w:semiHidden="0" w:uiPriority="70" w:unhideWhenUsed="0"/>
    <w:lsdException w:name="Colorful Shading Accent 6" w:locked="1" w:semiHidden="0" w:uiPriority="71" w:unhideWhenUsed="0"/>
    <w:lsdException w:name="Colorful List Accent 6" w:locked="1" w:semiHidden="0" w:uiPriority="72" w:unhideWhenUsed="0"/>
    <w:lsdException w:name="Colorful Grid Accent 6" w:locked="1" w:semiHidden="0" w:uiPriority="73" w:unhideWhenUsed="0"/>
    <w:lsdException w:name="Subtle Emphasis" w:locked="1" w:semiHidden="0" w:uiPriority="19" w:unhideWhenUsed="0"/>
    <w:lsdException w:name="Intense Emphasis" w:locked="1" w:semiHidden="0" w:uiPriority="21" w:unhideWhenUsed="0"/>
    <w:lsdException w:name="Subtle Reference" w:locked="1" w:semiHidden="0" w:uiPriority="31" w:unhideWhenUsed="0"/>
    <w:lsdException w:name="Intense Reference" w:locked="1" w:semiHidden="0" w:uiPriority="32" w:unhideWhenUsed="0"/>
    <w:lsdException w:name="Book Title" w:locked="1" w:semiHidden="0" w:uiPriority="33" w:unhideWhenUsed="0"/>
    <w:lsdException w:name="Bibliography" w:uiPriority="37"/>
    <w:lsdException w:name="TOC Heading" w:uiPriority="39" w:qFormat="1"/>
  </w:latentStyles>
  <w:style w:type="paragraph" w:default="1" w:styleId="Normln">
    <w:name w:val="Normal"/>
    <w:aliases w:val="02-NORM-01,06-NORM-01,01-nor1"/>
    <w:qFormat/>
    <w:rsid w:val="00452526"/>
    <w:pPr>
      <w:spacing w:before="120"/>
      <w:jc w:val="both"/>
    </w:pPr>
  </w:style>
  <w:style w:type="paragraph" w:styleId="Nadpis1">
    <w:name w:val="heading 1"/>
    <w:basedOn w:val="Normln"/>
    <w:next w:val="Normln"/>
    <w:link w:val="Nadpis1Char"/>
    <w:qFormat/>
    <w:locked/>
    <w:rsid w:val="00AC4B33"/>
    <w:pPr>
      <w:keepNext/>
      <w:numPr>
        <w:numId w:val="8"/>
      </w:numPr>
      <w:spacing w:before="360"/>
      <w:ind w:left="17" w:firstLine="0"/>
      <w:outlineLvl w:val="0"/>
    </w:pPr>
    <w:rPr>
      <w:rFonts w:cs="Arial"/>
      <w:b/>
      <w:bCs/>
      <w:kern w:val="32"/>
      <w:sz w:val="24"/>
      <w:szCs w:val="24"/>
    </w:rPr>
  </w:style>
  <w:style w:type="paragraph" w:styleId="Nadpis2">
    <w:name w:val="heading 2"/>
    <w:basedOn w:val="Normln"/>
    <w:next w:val="Normln"/>
    <w:link w:val="Nadpis2Char"/>
    <w:qFormat/>
    <w:locked/>
    <w:rsid w:val="00AC4B33"/>
    <w:pPr>
      <w:numPr>
        <w:ilvl w:val="1"/>
        <w:numId w:val="8"/>
      </w:numPr>
      <w:spacing w:before="240"/>
      <w:ind w:left="584"/>
      <w:outlineLvl w:val="1"/>
    </w:pPr>
    <w:rPr>
      <w:b/>
      <w:bCs/>
      <w:iCs/>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rsid w:val="00133126"/>
  </w:style>
  <w:style w:type="paragraph" w:styleId="Zhlav">
    <w:name w:val="header"/>
    <w:basedOn w:val="Normln"/>
    <w:semiHidden/>
    <w:pPr>
      <w:tabs>
        <w:tab w:val="center" w:pos="4536"/>
        <w:tab w:val="right" w:pos="9072"/>
      </w:tabs>
    </w:pPr>
    <w:rPr>
      <w:sz w:val="16"/>
    </w:rPr>
  </w:style>
  <w:style w:type="paragraph" w:customStyle="1" w:styleId="Odstavec2">
    <w:name w:val="Odstavec2"/>
    <w:basedOn w:val="Normln"/>
    <w:rsid w:val="00133126"/>
    <w:pPr>
      <w:tabs>
        <w:tab w:val="left" w:pos="567"/>
      </w:tabs>
    </w:pPr>
  </w:style>
  <w:style w:type="paragraph" w:customStyle="1" w:styleId="Odstavec30">
    <w:name w:val="Odstavec3"/>
    <w:basedOn w:val="Odstavec2"/>
    <w:rsid w:val="00133126"/>
    <w:pPr>
      <w:numPr>
        <w:ilvl w:val="2"/>
      </w:numPr>
      <w:tabs>
        <w:tab w:val="clear" w:pos="567"/>
        <w:tab w:val="left" w:pos="1134"/>
      </w:tabs>
    </w:pPr>
  </w:style>
  <w:style w:type="paragraph" w:customStyle="1" w:styleId="lnek">
    <w:name w:val="Článek"/>
    <w:basedOn w:val="Normln"/>
    <w:next w:val="Normln"/>
    <w:rsid w:val="00133126"/>
    <w:pPr>
      <w:spacing w:before="600"/>
      <w:jc w:val="center"/>
    </w:pPr>
    <w:rPr>
      <w:b/>
      <w:bCs/>
      <w:sz w:val="24"/>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emiHidden/>
  </w:style>
  <w:style w:type="paragraph" w:customStyle="1" w:styleId="Body">
    <w:name w:val="Body"/>
    <w:basedOn w:val="Normln"/>
    <w:rsid w:val="00133126"/>
  </w:style>
  <w:style w:type="paragraph" w:customStyle="1" w:styleId="Odstavec4">
    <w:name w:val="Odstavec4"/>
    <w:basedOn w:val="Odstavec30"/>
    <w:rsid w:val="00133126"/>
    <w:pPr>
      <w:numPr>
        <w:ilvl w:val="3"/>
      </w:numPr>
      <w:tabs>
        <w:tab w:val="left" w:pos="1701"/>
      </w:tabs>
    </w:pPr>
  </w:style>
  <w:style w:type="paragraph" w:customStyle="1" w:styleId="normlnpod11">
    <w:name w:val="normální pod 1.1"/>
    <w:basedOn w:val="Normln"/>
    <w:link w:val="normlnpod11Char"/>
    <w:rsid w:val="00133126"/>
    <w:pPr>
      <w:ind w:left="567"/>
    </w:pPr>
  </w:style>
  <w:style w:type="character" w:customStyle="1" w:styleId="normlnpod11Char">
    <w:name w:val="normální pod 1.1 Char"/>
    <w:basedOn w:val="Standardnpsmoodstavce"/>
    <w:link w:val="normlnpod11"/>
    <w:rsid w:val="00133126"/>
  </w:style>
  <w:style w:type="paragraph" w:customStyle="1" w:styleId="normlnpod111">
    <w:name w:val="normální pod 1.1.1"/>
    <w:basedOn w:val="Normln"/>
    <w:link w:val="normlnpod111Char"/>
    <w:rsid w:val="00133126"/>
    <w:pPr>
      <w:ind w:left="1134"/>
    </w:pPr>
  </w:style>
  <w:style w:type="character" w:customStyle="1" w:styleId="normlnpod111Char">
    <w:name w:val="normální pod 1.1.1 Char"/>
    <w:basedOn w:val="Standardnpsmoodstavce"/>
    <w:link w:val="normlnpod111"/>
    <w:rsid w:val="00133126"/>
  </w:style>
  <w:style w:type="paragraph" w:customStyle="1" w:styleId="04-PSMENO">
    <w:name w:val="04-PÍSMENO"/>
    <w:basedOn w:val="Normln"/>
    <w:rsid w:val="00133126"/>
  </w:style>
  <w:style w:type="paragraph" w:customStyle="1" w:styleId="02-ODST-1">
    <w:name w:val="02-ODST-1"/>
    <w:basedOn w:val="Normln"/>
    <w:rsid w:val="00C20DBF"/>
    <w:pPr>
      <w:tabs>
        <w:tab w:val="left" w:pos="567"/>
      </w:tabs>
    </w:pPr>
  </w:style>
  <w:style w:type="paragraph" w:customStyle="1" w:styleId="03-ODST-2">
    <w:name w:val="03-ODST-2"/>
    <w:basedOn w:val="02-ODST-1"/>
    <w:rsid w:val="00133126"/>
    <w:pPr>
      <w:tabs>
        <w:tab w:val="clear" w:pos="567"/>
        <w:tab w:val="left" w:pos="1134"/>
      </w:tabs>
    </w:pPr>
  </w:style>
  <w:style w:type="paragraph" w:customStyle="1" w:styleId="01-LNEK">
    <w:name w:val="01-ČLÁNEK"/>
    <w:basedOn w:val="Normln"/>
    <w:next w:val="Normln"/>
    <w:rsid w:val="00C20DBF"/>
    <w:pPr>
      <w:spacing w:before="600"/>
      <w:jc w:val="center"/>
    </w:pPr>
    <w:rPr>
      <w:b/>
      <w:bCs/>
      <w:sz w:val="24"/>
    </w:rPr>
  </w:style>
  <w:style w:type="paragraph" w:customStyle="1" w:styleId="05-BODY">
    <w:name w:val="05-BODY"/>
    <w:basedOn w:val="Normln"/>
    <w:rsid w:val="00133126"/>
  </w:style>
  <w:style w:type="paragraph" w:customStyle="1" w:styleId="04-ODST-3">
    <w:name w:val="04-ODST-3"/>
    <w:basedOn w:val="03-ODST-2"/>
    <w:rsid w:val="00133126"/>
    <w:pPr>
      <w:tabs>
        <w:tab w:val="left" w:pos="1701"/>
      </w:tabs>
    </w:pPr>
  </w:style>
  <w:style w:type="paragraph" w:customStyle="1" w:styleId="07-NORM-03">
    <w:name w:val="07-NORM-03"/>
    <w:basedOn w:val="Normln"/>
    <w:link w:val="07-NORM-03Char"/>
    <w:rsid w:val="00E22E4F"/>
    <w:pPr>
      <w:ind w:left="1134"/>
    </w:pPr>
  </w:style>
  <w:style w:type="character" w:customStyle="1" w:styleId="07-NORM-03Char">
    <w:name w:val="07-NORM-03 Char"/>
    <w:basedOn w:val="Standardnpsmoodstavce"/>
    <w:link w:val="07-NORM-03"/>
    <w:rsid w:val="00E22E4F"/>
  </w:style>
  <w:style w:type="paragraph" w:customStyle="1" w:styleId="08-NORMPSMENO">
    <w:name w:val="08-NORM PÍSMENO"/>
    <w:basedOn w:val="Normln"/>
    <w:link w:val="08-NORMPSMENOChar"/>
    <w:rsid w:val="00C20DBF"/>
    <w:pPr>
      <w:ind w:left="1418"/>
    </w:pPr>
  </w:style>
  <w:style w:type="character" w:customStyle="1" w:styleId="08-NORMPSMENOChar">
    <w:name w:val="08-NORM PÍSMENO Char"/>
    <w:basedOn w:val="Standardnpsmoodstavce"/>
    <w:link w:val="08-NORMPSMENO"/>
    <w:rsid w:val="00C20DBF"/>
  </w:style>
  <w:style w:type="paragraph" w:customStyle="1" w:styleId="03-NORM-03">
    <w:name w:val="03-NORM-03"/>
    <w:basedOn w:val="Normln"/>
    <w:link w:val="03-NORM-03Char"/>
    <w:rsid w:val="00133126"/>
    <w:pPr>
      <w:ind w:left="1134"/>
    </w:pPr>
  </w:style>
  <w:style w:type="character" w:customStyle="1" w:styleId="03-NORM-03Char">
    <w:name w:val="03-NORM-03 Char"/>
    <w:basedOn w:val="Standardnpsmoodstavce"/>
    <w:link w:val="03-NORM-03"/>
    <w:rsid w:val="00133126"/>
  </w:style>
  <w:style w:type="paragraph" w:customStyle="1" w:styleId="04-NORM-02">
    <w:name w:val="04-NORM-02"/>
    <w:basedOn w:val="05-NORM-03"/>
    <w:link w:val="04-NORM-02Char"/>
    <w:rsid w:val="00133126"/>
    <w:pPr>
      <w:ind w:left="567"/>
    </w:pPr>
  </w:style>
  <w:style w:type="character" w:customStyle="1" w:styleId="04-NORM-02Char">
    <w:name w:val="04-NORM-02 Char"/>
    <w:basedOn w:val="05-NORM-03Char"/>
    <w:link w:val="04-NORM-02"/>
    <w:rsid w:val="00133126"/>
  </w:style>
  <w:style w:type="paragraph" w:customStyle="1" w:styleId="03-NORM-02">
    <w:name w:val="03-NORM-02"/>
    <w:basedOn w:val="Normln"/>
    <w:link w:val="03-NORM-02Char"/>
    <w:rsid w:val="00C20DBF"/>
    <w:pPr>
      <w:ind w:left="567"/>
    </w:pPr>
  </w:style>
  <w:style w:type="character" w:customStyle="1" w:styleId="03-NORM-02Char">
    <w:name w:val="03-NORM-02 Char"/>
    <w:basedOn w:val="Standardnpsmoodstavce"/>
    <w:link w:val="03-NORM-02"/>
    <w:rsid w:val="00C20DBF"/>
  </w:style>
  <w:style w:type="paragraph" w:customStyle="1" w:styleId="06-PSMENO">
    <w:name w:val="06-PÍSMENO"/>
    <w:basedOn w:val="Normln"/>
    <w:rsid w:val="00C20DBF"/>
  </w:style>
  <w:style w:type="paragraph" w:customStyle="1" w:styleId="04-ODST-2">
    <w:name w:val="04-ODST-2"/>
    <w:basedOn w:val="02-ODST-1"/>
    <w:rsid w:val="00C20DBF"/>
    <w:pPr>
      <w:tabs>
        <w:tab w:val="clear" w:pos="567"/>
        <w:tab w:val="left" w:pos="1134"/>
      </w:tabs>
    </w:pPr>
  </w:style>
  <w:style w:type="paragraph" w:customStyle="1" w:styleId="09-BODY">
    <w:name w:val="09-BODY"/>
    <w:basedOn w:val="Normln"/>
    <w:qFormat/>
    <w:rsid w:val="00452526"/>
    <w:pPr>
      <w:numPr>
        <w:numId w:val="1"/>
      </w:numPr>
    </w:pPr>
  </w:style>
  <w:style w:type="paragraph" w:customStyle="1" w:styleId="09-ODST-3">
    <w:name w:val="09-ODST-3"/>
    <w:basedOn w:val="04-ODST-2"/>
    <w:rsid w:val="00C20DBF"/>
    <w:pPr>
      <w:tabs>
        <w:tab w:val="left" w:pos="1701"/>
      </w:tabs>
    </w:pPr>
  </w:style>
  <w:style w:type="paragraph" w:customStyle="1" w:styleId="05-NORM-03">
    <w:name w:val="05-NORM-03"/>
    <w:basedOn w:val="Normln"/>
    <w:link w:val="05-NORM-03Char"/>
    <w:rsid w:val="00C20DBF"/>
    <w:pPr>
      <w:ind w:left="1134"/>
    </w:pPr>
  </w:style>
  <w:style w:type="character" w:customStyle="1" w:styleId="05-NORM-03Char">
    <w:name w:val="05-NORM-03 Char"/>
    <w:basedOn w:val="Standardnpsmoodstavce"/>
    <w:link w:val="05-NORM-03"/>
    <w:rsid w:val="00C20DBF"/>
  </w:style>
  <w:style w:type="paragraph" w:customStyle="1" w:styleId="02-ODST-2">
    <w:name w:val="02-ODST-2"/>
    <w:basedOn w:val="Normln"/>
    <w:qFormat/>
    <w:rsid w:val="00452526"/>
    <w:pPr>
      <w:numPr>
        <w:ilvl w:val="1"/>
        <w:numId w:val="3"/>
      </w:numPr>
      <w:tabs>
        <w:tab w:val="left" w:pos="567"/>
      </w:tabs>
    </w:pPr>
  </w:style>
  <w:style w:type="paragraph" w:customStyle="1" w:styleId="01-L">
    <w:name w:val="01-ČL."/>
    <w:basedOn w:val="Normln"/>
    <w:next w:val="Normln"/>
    <w:qFormat/>
    <w:rsid w:val="00452526"/>
    <w:pPr>
      <w:numPr>
        <w:numId w:val="3"/>
      </w:numPr>
      <w:spacing w:before="600"/>
      <w:jc w:val="center"/>
    </w:pPr>
    <w:rPr>
      <w:b/>
      <w:bCs/>
      <w:sz w:val="24"/>
    </w:rPr>
  </w:style>
  <w:style w:type="paragraph" w:customStyle="1" w:styleId="08-norP">
    <w:name w:val="08-norP"/>
    <w:basedOn w:val="Normln"/>
    <w:link w:val="08-norPChar"/>
    <w:qFormat/>
    <w:rsid w:val="00452526"/>
    <w:pPr>
      <w:ind w:left="1418"/>
    </w:pPr>
  </w:style>
  <w:style w:type="character" w:customStyle="1" w:styleId="08-norPChar">
    <w:name w:val="08-norP Char"/>
    <w:basedOn w:val="Standardnpsmoodstavce"/>
    <w:link w:val="08-norP"/>
    <w:rsid w:val="00452526"/>
  </w:style>
  <w:style w:type="paragraph" w:customStyle="1" w:styleId="06-PSM">
    <w:name w:val="06-PÍSM"/>
    <w:basedOn w:val="Normln"/>
    <w:qFormat/>
    <w:rsid w:val="00452526"/>
    <w:pPr>
      <w:numPr>
        <w:numId w:val="2"/>
      </w:numPr>
    </w:pPr>
  </w:style>
  <w:style w:type="paragraph" w:customStyle="1" w:styleId="05-ODST-3">
    <w:name w:val="05-ODST-3"/>
    <w:basedOn w:val="02-ODST-2"/>
    <w:qFormat/>
    <w:rsid w:val="00452526"/>
    <w:pPr>
      <w:numPr>
        <w:ilvl w:val="2"/>
      </w:numPr>
      <w:tabs>
        <w:tab w:val="clear" w:pos="567"/>
        <w:tab w:val="left" w:pos="1134"/>
      </w:tabs>
    </w:pPr>
  </w:style>
  <w:style w:type="paragraph" w:customStyle="1" w:styleId="10-ODST-3">
    <w:name w:val="10-ODST-3"/>
    <w:basedOn w:val="05-ODST-3"/>
    <w:qFormat/>
    <w:rsid w:val="00452526"/>
    <w:pPr>
      <w:numPr>
        <w:ilvl w:val="3"/>
      </w:numPr>
      <w:tabs>
        <w:tab w:val="left" w:pos="1701"/>
      </w:tabs>
    </w:pPr>
  </w:style>
  <w:style w:type="paragraph" w:customStyle="1" w:styleId="06-norm3">
    <w:name w:val="06-norm3"/>
    <w:basedOn w:val="Normln"/>
    <w:link w:val="06-norm3Char"/>
    <w:qFormat/>
    <w:rsid w:val="00452526"/>
    <w:pPr>
      <w:ind w:left="1134"/>
    </w:pPr>
  </w:style>
  <w:style w:type="character" w:customStyle="1" w:styleId="06-norm3Char">
    <w:name w:val="06-norm3 Char"/>
    <w:basedOn w:val="Standardnpsmoodstavce"/>
    <w:link w:val="06-norm3"/>
    <w:rsid w:val="00452526"/>
  </w:style>
  <w:style w:type="paragraph" w:customStyle="1" w:styleId="03-nor2">
    <w:name w:val="03-nor2"/>
    <w:basedOn w:val="Normln"/>
    <w:link w:val="03-nor2Char"/>
    <w:qFormat/>
    <w:rsid w:val="00452526"/>
    <w:pPr>
      <w:ind w:left="567"/>
    </w:pPr>
  </w:style>
  <w:style w:type="character" w:customStyle="1" w:styleId="03-nor2Char">
    <w:name w:val="03-nor2 Char"/>
    <w:basedOn w:val="Standardnpsmoodstavce"/>
    <w:link w:val="03-nor2"/>
    <w:rsid w:val="00452526"/>
  </w:style>
  <w:style w:type="character" w:styleId="Hypertextovodkaz">
    <w:name w:val="Hyperlink"/>
    <w:basedOn w:val="Standardnpsmoodstavce"/>
    <w:uiPriority w:val="99"/>
    <w:unhideWhenUsed/>
    <w:rsid w:val="00F0728B"/>
    <w:rPr>
      <w:color w:val="0000FF" w:themeColor="hyperlink"/>
      <w:u w:val="single"/>
    </w:rPr>
  </w:style>
  <w:style w:type="paragraph" w:styleId="Odstavecseseznamem">
    <w:name w:val="List Paragraph"/>
    <w:basedOn w:val="Normln"/>
    <w:uiPriority w:val="34"/>
    <w:qFormat/>
    <w:locked/>
    <w:rsid w:val="000E621C"/>
    <w:pPr>
      <w:ind w:left="720"/>
      <w:contextualSpacing/>
    </w:pPr>
  </w:style>
  <w:style w:type="character" w:customStyle="1" w:styleId="Nadpis1Char">
    <w:name w:val="Nadpis 1 Char"/>
    <w:basedOn w:val="Standardnpsmoodstavce"/>
    <w:link w:val="Nadpis1"/>
    <w:rsid w:val="00AC4B33"/>
    <w:rPr>
      <w:rFonts w:cs="Arial"/>
      <w:b/>
      <w:bCs/>
      <w:kern w:val="32"/>
      <w:sz w:val="24"/>
      <w:szCs w:val="24"/>
    </w:rPr>
  </w:style>
  <w:style w:type="character" w:customStyle="1" w:styleId="Nadpis2Char">
    <w:name w:val="Nadpis 2 Char"/>
    <w:basedOn w:val="Standardnpsmoodstavce"/>
    <w:link w:val="Nadpis2"/>
    <w:rsid w:val="00AC4B33"/>
    <w:rPr>
      <w:b/>
      <w:bCs/>
      <w:iCs/>
      <w:szCs w:val="28"/>
    </w:rPr>
  </w:style>
  <w:style w:type="paragraph" w:customStyle="1" w:styleId="Odstavec3">
    <w:name w:val="Odstavec 3"/>
    <w:basedOn w:val="Normln"/>
    <w:rsid w:val="00AC4B33"/>
    <w:pPr>
      <w:numPr>
        <w:ilvl w:val="2"/>
        <w:numId w:val="8"/>
      </w:numPr>
      <w:tabs>
        <w:tab w:val="clear" w:pos="767"/>
        <w:tab w:val="num" w:pos="900"/>
      </w:tabs>
      <w:overflowPunct w:val="0"/>
      <w:autoSpaceDE w:val="0"/>
      <w:autoSpaceDN w:val="0"/>
      <w:adjustRightInd w:val="0"/>
      <w:ind w:left="900" w:hanging="868"/>
      <w:textAlignment w:val="baseline"/>
      <w:outlineLvl w:val="2"/>
    </w:pPr>
    <w:rPr>
      <w:szCs w:val="24"/>
    </w:rPr>
  </w:style>
  <w:style w:type="paragraph" w:customStyle="1" w:styleId="Odrky-psmena">
    <w:name w:val="Odrážky - písmena"/>
    <w:basedOn w:val="Normln"/>
    <w:link w:val="Odrky-psmenaCharChar"/>
    <w:rsid w:val="00BD6B30"/>
    <w:pPr>
      <w:numPr>
        <w:numId w:val="9"/>
      </w:numPr>
      <w:spacing w:before="0"/>
    </w:pPr>
  </w:style>
  <w:style w:type="paragraph" w:customStyle="1" w:styleId="Odrky2rove">
    <w:name w:val="Odrážky 2 úroveň"/>
    <w:basedOn w:val="Normln"/>
    <w:rsid w:val="00BD6B30"/>
    <w:pPr>
      <w:numPr>
        <w:ilvl w:val="1"/>
        <w:numId w:val="9"/>
      </w:numPr>
      <w:spacing w:before="0"/>
    </w:pPr>
  </w:style>
  <w:style w:type="character" w:styleId="Odkaznakoment">
    <w:name w:val="annotation reference"/>
    <w:basedOn w:val="Standardnpsmoodstavce"/>
    <w:uiPriority w:val="99"/>
    <w:semiHidden/>
    <w:unhideWhenUsed/>
    <w:rsid w:val="00C160BB"/>
    <w:rPr>
      <w:sz w:val="16"/>
      <w:szCs w:val="16"/>
    </w:rPr>
  </w:style>
  <w:style w:type="paragraph" w:styleId="Textkomente">
    <w:name w:val="annotation text"/>
    <w:basedOn w:val="Normln"/>
    <w:link w:val="TextkomenteChar"/>
    <w:unhideWhenUsed/>
    <w:rsid w:val="00C160BB"/>
  </w:style>
  <w:style w:type="character" w:customStyle="1" w:styleId="TextkomenteChar">
    <w:name w:val="Text komentáře Char"/>
    <w:basedOn w:val="Standardnpsmoodstavce"/>
    <w:link w:val="Textkomente"/>
    <w:rsid w:val="00C160BB"/>
  </w:style>
  <w:style w:type="paragraph" w:styleId="Pedmtkomente">
    <w:name w:val="annotation subject"/>
    <w:basedOn w:val="Textkomente"/>
    <w:next w:val="Textkomente"/>
    <w:link w:val="PedmtkomenteChar"/>
    <w:uiPriority w:val="99"/>
    <w:semiHidden/>
    <w:unhideWhenUsed/>
    <w:rsid w:val="00C160BB"/>
    <w:rPr>
      <w:b/>
      <w:bCs/>
    </w:rPr>
  </w:style>
  <w:style w:type="character" w:customStyle="1" w:styleId="PedmtkomenteChar">
    <w:name w:val="Předmět komentáře Char"/>
    <w:basedOn w:val="TextkomenteChar"/>
    <w:link w:val="Pedmtkomente"/>
    <w:uiPriority w:val="99"/>
    <w:semiHidden/>
    <w:rsid w:val="00C160BB"/>
    <w:rPr>
      <w:b/>
      <w:bCs/>
    </w:rPr>
  </w:style>
  <w:style w:type="paragraph" w:styleId="Textbubliny">
    <w:name w:val="Balloon Text"/>
    <w:basedOn w:val="Normln"/>
    <w:link w:val="TextbublinyChar"/>
    <w:uiPriority w:val="99"/>
    <w:semiHidden/>
    <w:unhideWhenUsed/>
    <w:rsid w:val="00C160BB"/>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160BB"/>
    <w:rPr>
      <w:rFonts w:ascii="Tahoma" w:hAnsi="Tahoma" w:cs="Tahoma"/>
      <w:sz w:val="16"/>
      <w:szCs w:val="16"/>
    </w:rPr>
  </w:style>
  <w:style w:type="character" w:customStyle="1" w:styleId="Odrky-psmenaCharChar">
    <w:name w:val="Odrážky - písmena Char Char"/>
    <w:link w:val="Odrky-psmena"/>
    <w:rsid w:val="00C0158D"/>
  </w:style>
  <w:style w:type="paragraph" w:customStyle="1" w:styleId="normalbulletbl">
    <w:name w:val="normal bullet bílá"/>
    <w:basedOn w:val="Normln"/>
    <w:uiPriority w:val="99"/>
    <w:rsid w:val="004B43F6"/>
    <w:pPr>
      <w:numPr>
        <w:numId w:val="16"/>
      </w:numPr>
      <w:spacing w:before="0"/>
      <w:jc w:val="left"/>
    </w:pPr>
    <w:rPr>
      <w:snapToGrid w:val="0"/>
    </w:rPr>
  </w:style>
  <w:style w:type="paragraph" w:styleId="Revize">
    <w:name w:val="Revision"/>
    <w:hidden/>
    <w:uiPriority w:val="99"/>
    <w:semiHidden/>
    <w:rsid w:val="00BF6141"/>
  </w:style>
  <w:style w:type="paragraph" w:customStyle="1" w:styleId="Odrky-rky">
    <w:name w:val="Odrážky - čárky"/>
    <w:basedOn w:val="Normln"/>
    <w:rsid w:val="004959CD"/>
    <w:pPr>
      <w:numPr>
        <w:numId w:val="27"/>
      </w:numPr>
      <w:tabs>
        <w:tab w:val="clear" w:pos="720"/>
      </w:tabs>
      <w:spacing w:before="0"/>
      <w:ind w:left="680" w:hanging="3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7905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lenka.hoskova@ceproas.cz"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jindrich.svoboda@ceproas.cz"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jindrich.svoboda@ceproas.cz"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27073B-ACA5-4E29-A6C1-E919F87A40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10</Pages>
  <Words>3754</Words>
  <Characters>22151</Characters>
  <Application>Microsoft Office Word</Application>
  <DocSecurity>0</DocSecurity>
  <Lines>184</Lines>
  <Paragraphs>51</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25854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Hošková Lenka</dc:creator>
  <cp:lastModifiedBy>Hošková Lenka</cp:lastModifiedBy>
  <cp:revision>12</cp:revision>
  <cp:lastPrinted>2014-10-09T04:52:00Z</cp:lastPrinted>
  <dcterms:created xsi:type="dcterms:W3CDTF">2014-10-08T08:17:00Z</dcterms:created>
  <dcterms:modified xsi:type="dcterms:W3CDTF">2014-10-09T06:18:00Z</dcterms:modified>
</cp:coreProperties>
</file>