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D59" w:rsidRPr="00790973" w:rsidRDefault="00C30D59" w:rsidP="00790973">
      <w:pPr>
        <w:pStyle w:val="Nzev"/>
        <w:rPr>
          <w:sz w:val="36"/>
          <w:szCs w:val="36"/>
        </w:rPr>
      </w:pPr>
      <w:r w:rsidRPr="00790973">
        <w:rPr>
          <w:sz w:val="36"/>
          <w:szCs w:val="36"/>
        </w:rPr>
        <w:t xml:space="preserve">SMLOUVA O DÍLO </w:t>
      </w:r>
    </w:p>
    <w:p w:rsidR="00C30D59" w:rsidRPr="00790973" w:rsidRDefault="00C30D59" w:rsidP="00790973">
      <w:pPr>
        <w:pStyle w:val="Nzev"/>
        <w:rPr>
          <w:sz w:val="24"/>
          <w:szCs w:val="24"/>
        </w:rPr>
      </w:pPr>
      <w:r w:rsidRPr="00790973">
        <w:rPr>
          <w:sz w:val="24"/>
          <w:szCs w:val="24"/>
        </w:rPr>
        <w:t>č. Objednatele …………….</w:t>
      </w:r>
    </w:p>
    <w:p w:rsidR="00790973" w:rsidRDefault="00C30D59" w:rsidP="00790973">
      <w:pPr>
        <w:pStyle w:val="Nzev"/>
        <w:spacing w:after="240"/>
        <w:rPr>
          <w:sz w:val="24"/>
          <w:szCs w:val="24"/>
        </w:rPr>
      </w:pPr>
      <w:r w:rsidRPr="00790973">
        <w:rPr>
          <w:sz w:val="24"/>
          <w:szCs w:val="24"/>
        </w:rPr>
        <w:t>č. Zhotovitele …………….</w:t>
      </w:r>
    </w:p>
    <w:p w:rsidR="00790973" w:rsidRDefault="00790973" w:rsidP="00790973">
      <w:pPr>
        <w:pStyle w:val="Nzev"/>
        <w:spacing w:after="720"/>
        <w:rPr>
          <w:sz w:val="36"/>
          <w:szCs w:val="36"/>
        </w:rPr>
      </w:pPr>
    </w:p>
    <w:p w:rsidR="00C30D59" w:rsidRPr="00790973" w:rsidRDefault="00025EB3" w:rsidP="00790973">
      <w:pPr>
        <w:pStyle w:val="Nzev"/>
        <w:spacing w:after="720"/>
        <w:rPr>
          <w:sz w:val="36"/>
          <w:szCs w:val="36"/>
        </w:rPr>
      </w:pPr>
      <w:r>
        <w:rPr>
          <w:sz w:val="36"/>
          <w:szCs w:val="36"/>
        </w:rPr>
        <w:t xml:space="preserve">„Oprava kanalizace </w:t>
      </w:r>
      <w:r w:rsidRPr="00025EB3">
        <w:rPr>
          <w:sz w:val="36"/>
          <w:szCs w:val="36"/>
        </w:rPr>
        <w:t>v areálu skladu ČEPRO, a.s. Smyslov</w:t>
      </w:r>
      <w:r>
        <w:rPr>
          <w:sz w:val="36"/>
          <w:szCs w:val="36"/>
        </w:rPr>
        <w:t>“</w:t>
      </w:r>
    </w:p>
    <w:p w:rsidR="00C30D59" w:rsidRPr="00C30D59" w:rsidRDefault="00C30D59" w:rsidP="00280022">
      <w:pPr>
        <w:pStyle w:val="lnek"/>
      </w:pPr>
      <w:r w:rsidRPr="00280022">
        <w:t>Smluvní</w:t>
      </w:r>
      <w:r w:rsidRPr="00C30D59">
        <w:t xml:space="preserve"> strany</w:t>
      </w:r>
    </w:p>
    <w:p w:rsidR="00C30D59" w:rsidRDefault="00C30D59" w:rsidP="00C30D59">
      <w:pPr>
        <w:pStyle w:val="Odstavec2"/>
      </w:pPr>
      <w:r>
        <w:t>Objednatel:</w:t>
      </w:r>
      <w:r>
        <w:tab/>
      </w:r>
      <w:r>
        <w:tab/>
      </w:r>
      <w:r>
        <w:tab/>
      </w:r>
      <w:r w:rsidRPr="00C30D59">
        <w:rPr>
          <w:b/>
        </w:rPr>
        <w:t>ČEPRO, a.s.</w:t>
      </w:r>
    </w:p>
    <w:p w:rsidR="00C30D59" w:rsidRDefault="00C30D59" w:rsidP="00C30D59">
      <w:pPr>
        <w:ind w:left="283" w:firstLine="284"/>
      </w:pPr>
      <w:r>
        <w:t>se sídlem:</w:t>
      </w:r>
      <w:r>
        <w:tab/>
      </w:r>
      <w:r>
        <w:tab/>
      </w:r>
      <w:r>
        <w:tab/>
        <w:t>Praha 7, Dělnická č.p.</w:t>
      </w:r>
      <w:r w:rsidR="00025EB3">
        <w:t xml:space="preserve"> </w:t>
      </w:r>
      <w:r>
        <w:t>213, č.</w:t>
      </w:r>
      <w:r w:rsidR="00025EB3">
        <w:t xml:space="preserve"> </w:t>
      </w:r>
      <w:r>
        <w:t>or. 12, PSČ 170 04</w:t>
      </w:r>
    </w:p>
    <w:p w:rsidR="00C30D59" w:rsidRDefault="00C30D59" w:rsidP="00C30D59">
      <w:pPr>
        <w:ind w:left="283" w:firstLine="284"/>
      </w:pPr>
      <w:r>
        <w:t>zapsaná:</w:t>
      </w:r>
      <w:r>
        <w:tab/>
      </w:r>
      <w:r>
        <w:tab/>
      </w:r>
      <w:r>
        <w:tab/>
      </w:r>
      <w:r>
        <w:tab/>
        <w:t>Obchodní rejstřík Městského soudu v Praze, oddíl B, vložka 2341</w:t>
      </w:r>
    </w:p>
    <w:p w:rsidR="00C30D59" w:rsidRDefault="00C30D59" w:rsidP="00C30D59">
      <w:pPr>
        <w:ind w:left="283" w:firstLine="284"/>
      </w:pPr>
      <w:r>
        <w:t>bankovní spojení:</w:t>
      </w:r>
      <w:r>
        <w:tab/>
        <w:t>Komerční banka a.s.</w:t>
      </w:r>
    </w:p>
    <w:p w:rsidR="00C30D59" w:rsidRDefault="00C30D59" w:rsidP="00C30D59">
      <w:pPr>
        <w:ind w:left="283" w:firstLine="284"/>
      </w:pPr>
      <w:r>
        <w:t>č.</w:t>
      </w:r>
      <w:r w:rsidR="00025EB3">
        <w:t xml:space="preserve"> </w:t>
      </w:r>
      <w:r>
        <w:t>účtu:</w:t>
      </w:r>
      <w:r>
        <w:tab/>
      </w:r>
      <w:r>
        <w:tab/>
      </w:r>
      <w:r>
        <w:tab/>
      </w:r>
      <w:r>
        <w:tab/>
        <w:t>11 902931/0100</w:t>
      </w:r>
    </w:p>
    <w:p w:rsidR="00C30D59" w:rsidRDefault="00C30D59" w:rsidP="00C30D59">
      <w:pPr>
        <w:ind w:left="283" w:firstLine="284"/>
      </w:pPr>
      <w:r>
        <w:t>IČ:</w:t>
      </w:r>
      <w:r>
        <w:tab/>
      </w:r>
      <w:r>
        <w:tab/>
      </w:r>
      <w:r>
        <w:tab/>
      </w:r>
      <w:r>
        <w:tab/>
      </w:r>
      <w:r>
        <w:tab/>
      </w:r>
      <w:r>
        <w:tab/>
        <w:t>60193531</w:t>
      </w:r>
    </w:p>
    <w:p w:rsidR="00C30D59" w:rsidRDefault="00C30D59" w:rsidP="00C30D59">
      <w:pPr>
        <w:ind w:left="283" w:firstLine="284"/>
      </w:pPr>
      <w:r>
        <w:t>DIČ:</w:t>
      </w:r>
      <w:r>
        <w:tab/>
      </w:r>
      <w:r>
        <w:tab/>
      </w:r>
      <w:r>
        <w:tab/>
      </w:r>
      <w:r>
        <w:tab/>
      </w:r>
      <w:r>
        <w:tab/>
        <w:t>CZ60193531</w:t>
      </w:r>
    </w:p>
    <w:p w:rsidR="00C30D59" w:rsidRDefault="00C30D59" w:rsidP="00C30D59">
      <w:pPr>
        <w:ind w:left="283" w:firstLine="284"/>
      </w:pPr>
      <w:r>
        <w:t>jednající:</w:t>
      </w:r>
      <w:r>
        <w:tab/>
      </w:r>
      <w:r>
        <w:tab/>
      </w:r>
      <w:r>
        <w:tab/>
      </w:r>
      <w:r>
        <w:tab/>
        <w:t>Mgr. Jan Duspěva, předseda představenstva</w:t>
      </w:r>
    </w:p>
    <w:p w:rsidR="004F5000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Ladislav Staněk, člen představenstva</w:t>
      </w:r>
    </w:p>
    <w:p w:rsidR="00C30D59" w:rsidRDefault="00C30D59" w:rsidP="00C30D59">
      <w:r w:rsidRPr="00C30D59">
        <w:t>Osoby oprávněné jednat za objednatele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01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02698">
              <w:rPr>
                <w:rFonts w:cs="Arial"/>
                <w:color w:val="000000"/>
                <w:sz w:val="16"/>
                <w:szCs w:val="16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602698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 xml:space="preserve">Ing. </w:t>
            </w:r>
            <w:r w:rsidR="006C45A6">
              <w:rPr>
                <w:rFonts w:cs="Arial"/>
                <w:color w:val="000000"/>
                <w:sz w:val="16"/>
                <w:szCs w:val="16"/>
              </w:rPr>
              <w:t xml:space="preserve">Jiří </w:t>
            </w:r>
            <w:r>
              <w:rPr>
                <w:rFonts w:cs="Arial"/>
                <w:color w:val="000000"/>
                <w:sz w:val="16"/>
                <w:szCs w:val="16"/>
              </w:rPr>
              <w:t>Bouma</w:t>
            </w:r>
          </w:p>
        </w:tc>
        <w:tc>
          <w:tcPr>
            <w:tcW w:w="1839" w:type="dxa"/>
            <w:vAlign w:val="center"/>
          </w:tcPr>
          <w:p w:rsidR="00C30D59" w:rsidRPr="006C45A6" w:rsidRDefault="006C45A6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6C45A6">
              <w:rPr>
                <w:color w:val="010101"/>
                <w:sz w:val="16"/>
                <w:szCs w:val="16"/>
              </w:rPr>
              <w:t>724 765 639</w:t>
            </w:r>
          </w:p>
        </w:tc>
        <w:tc>
          <w:tcPr>
            <w:tcW w:w="2303" w:type="dxa"/>
            <w:vAlign w:val="center"/>
          </w:tcPr>
          <w:p w:rsidR="006C45A6" w:rsidRPr="009A0F9B" w:rsidRDefault="006602F5" w:rsidP="006C45A6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8" w:history="1">
              <w:r w:rsidR="006C45A6" w:rsidRPr="00E039FD">
                <w:rPr>
                  <w:rStyle w:val="Hypertextovodkaz"/>
                  <w:rFonts w:cs="Arial"/>
                  <w:sz w:val="16"/>
                  <w:szCs w:val="16"/>
                </w:rPr>
                <w:t>jiri.bouma@ceproas.cz</w:t>
              </w:r>
            </w:hyperlink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025EB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 Stára</w:t>
            </w:r>
          </w:p>
        </w:tc>
        <w:tc>
          <w:tcPr>
            <w:tcW w:w="1839" w:type="dxa"/>
            <w:vAlign w:val="center"/>
          </w:tcPr>
          <w:p w:rsidR="00C30D59" w:rsidRPr="009A0F9B" w:rsidRDefault="00025EB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602 205 947</w:t>
            </w:r>
          </w:p>
        </w:tc>
        <w:tc>
          <w:tcPr>
            <w:tcW w:w="2303" w:type="dxa"/>
            <w:vAlign w:val="center"/>
          </w:tcPr>
          <w:p w:rsidR="00025EB3" w:rsidRPr="009A0F9B" w:rsidRDefault="006602F5" w:rsidP="00025EB3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9" w:history="1">
              <w:r w:rsidR="00025EB3" w:rsidRPr="005810B3">
                <w:rPr>
                  <w:rStyle w:val="Hypertextovodkaz"/>
                  <w:rFonts w:cs="Arial"/>
                  <w:sz w:val="16"/>
                  <w:szCs w:val="16"/>
                </w:rPr>
                <w:t>petr.stara@ceproas.cz</w:t>
              </w:r>
            </w:hyperlink>
          </w:p>
        </w:tc>
      </w:tr>
      <w:tr w:rsidR="00025EB3" w:rsidRPr="009A21C7" w:rsidTr="009A0F9B">
        <w:tc>
          <w:tcPr>
            <w:tcW w:w="2660" w:type="dxa"/>
            <w:vAlign w:val="center"/>
          </w:tcPr>
          <w:p w:rsidR="00025EB3" w:rsidRPr="009A0F9B" w:rsidRDefault="00025EB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025EB3" w:rsidRPr="009A0F9B" w:rsidRDefault="00025EB3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 Stára</w:t>
            </w:r>
          </w:p>
        </w:tc>
        <w:tc>
          <w:tcPr>
            <w:tcW w:w="1839" w:type="dxa"/>
            <w:vAlign w:val="center"/>
          </w:tcPr>
          <w:p w:rsidR="00025EB3" w:rsidRPr="009A0F9B" w:rsidRDefault="00025EB3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602 205 947</w:t>
            </w:r>
          </w:p>
        </w:tc>
        <w:tc>
          <w:tcPr>
            <w:tcW w:w="2303" w:type="dxa"/>
            <w:vAlign w:val="center"/>
          </w:tcPr>
          <w:p w:rsidR="00025EB3" w:rsidRPr="009A0F9B" w:rsidRDefault="006602F5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0" w:history="1">
              <w:r w:rsidR="00025EB3" w:rsidRPr="005810B3">
                <w:rPr>
                  <w:rStyle w:val="Hypertextovodkaz"/>
                  <w:rFonts w:cs="Arial"/>
                  <w:sz w:val="16"/>
                  <w:szCs w:val="16"/>
                </w:rPr>
                <w:t>petr.stara@ceproas.cz</w:t>
              </w:r>
            </w:hyperlink>
          </w:p>
        </w:tc>
      </w:tr>
      <w:tr w:rsidR="00025EB3" w:rsidRPr="009A21C7" w:rsidTr="009A0F9B">
        <w:tc>
          <w:tcPr>
            <w:tcW w:w="2660" w:type="dxa"/>
            <w:vAlign w:val="center"/>
          </w:tcPr>
          <w:p w:rsidR="00025EB3" w:rsidRPr="009A0F9B" w:rsidRDefault="00025EB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025EB3" w:rsidRPr="009A0F9B" w:rsidRDefault="00025EB3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Petr Stára</w:t>
            </w:r>
          </w:p>
        </w:tc>
        <w:tc>
          <w:tcPr>
            <w:tcW w:w="1839" w:type="dxa"/>
            <w:vAlign w:val="center"/>
          </w:tcPr>
          <w:p w:rsidR="00025EB3" w:rsidRPr="009A0F9B" w:rsidRDefault="00025EB3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602 205 947</w:t>
            </w:r>
          </w:p>
        </w:tc>
        <w:tc>
          <w:tcPr>
            <w:tcW w:w="2303" w:type="dxa"/>
            <w:vAlign w:val="center"/>
          </w:tcPr>
          <w:p w:rsidR="00025EB3" w:rsidRPr="009A0F9B" w:rsidRDefault="006602F5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1" w:history="1">
              <w:r w:rsidR="00025EB3" w:rsidRPr="005810B3">
                <w:rPr>
                  <w:rStyle w:val="Hypertextovodkaz"/>
                  <w:rFonts w:cs="Arial"/>
                  <w:sz w:val="16"/>
                  <w:szCs w:val="16"/>
                </w:rPr>
                <w:t>petr.stara@ceproas.cz</w:t>
              </w:r>
            </w:hyperlink>
          </w:p>
        </w:tc>
      </w:tr>
      <w:tr w:rsidR="00025EB3" w:rsidRPr="009A21C7" w:rsidTr="009A0F9B">
        <w:tc>
          <w:tcPr>
            <w:tcW w:w="2660" w:type="dxa"/>
            <w:vAlign w:val="center"/>
          </w:tcPr>
          <w:p w:rsidR="00025EB3" w:rsidRPr="009A0F9B" w:rsidRDefault="00025EB3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5B0B7C">
              <w:rPr>
                <w:rFonts w:cs="Arial"/>
                <w:color w:val="000000"/>
                <w:sz w:val="16"/>
                <w:szCs w:val="16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025EB3" w:rsidRPr="009A0F9B" w:rsidRDefault="00602698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Václav Koukolík</w:t>
            </w:r>
          </w:p>
        </w:tc>
        <w:tc>
          <w:tcPr>
            <w:tcW w:w="1839" w:type="dxa"/>
            <w:vAlign w:val="center"/>
          </w:tcPr>
          <w:p w:rsidR="00025EB3" w:rsidRPr="009A0F9B" w:rsidRDefault="00602698" w:rsidP="004E6F24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>
              <w:rPr>
                <w:rFonts w:cs="Arial"/>
                <w:color w:val="000000"/>
                <w:sz w:val="16"/>
                <w:szCs w:val="16"/>
              </w:rPr>
              <w:t>739 240 717</w:t>
            </w:r>
          </w:p>
        </w:tc>
        <w:tc>
          <w:tcPr>
            <w:tcW w:w="2303" w:type="dxa"/>
            <w:vAlign w:val="center"/>
          </w:tcPr>
          <w:p w:rsidR="005B0B7C" w:rsidRPr="009A0F9B" w:rsidRDefault="006602F5" w:rsidP="005B0B7C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hyperlink r:id="rId12" w:history="1">
              <w:r w:rsidR="005B0B7C" w:rsidRPr="009C2597">
                <w:rPr>
                  <w:rStyle w:val="Hypertextovodkaz"/>
                  <w:rFonts w:cs="Arial"/>
                  <w:sz w:val="16"/>
                  <w:szCs w:val="16"/>
                </w:rPr>
                <w:t>vaclav.koukolik@ceproas.cz</w:t>
              </w:r>
            </w:hyperlink>
          </w:p>
        </w:tc>
      </w:tr>
    </w:tbl>
    <w:p w:rsidR="00C30D59" w:rsidRDefault="00C30D59" w:rsidP="00C30D59">
      <w:r w:rsidRPr="00C30D59">
        <w:t>(dále jen „</w:t>
      </w:r>
      <w:r w:rsidRPr="00C30D59">
        <w:rPr>
          <w:b/>
          <w:i/>
        </w:rPr>
        <w:t>Objednatel</w:t>
      </w:r>
      <w:r w:rsidRPr="00C30D59">
        <w:t>“)</w:t>
      </w:r>
    </w:p>
    <w:p w:rsidR="00C30D59" w:rsidRDefault="00C30D59" w:rsidP="00C30D59"/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  <w:r w:rsidRPr="00C30D59">
        <w:rPr>
          <w:rFonts w:cs="Arial"/>
          <w:b/>
          <w:color w:val="000000"/>
        </w:rPr>
        <w:t>a</w:t>
      </w:r>
    </w:p>
    <w:p w:rsidR="00C30D59" w:rsidRDefault="00C30D59" w:rsidP="00C30D59">
      <w:pPr>
        <w:overflowPunct w:val="0"/>
        <w:autoSpaceDE w:val="0"/>
        <w:autoSpaceDN w:val="0"/>
        <w:adjustRightInd w:val="0"/>
        <w:spacing w:after="0"/>
        <w:textAlignment w:val="baseline"/>
        <w:rPr>
          <w:rFonts w:cs="Arial"/>
          <w:b/>
          <w:color w:val="000000"/>
        </w:rPr>
      </w:pPr>
    </w:p>
    <w:p w:rsidR="00C30D59" w:rsidRPr="00025EB3" w:rsidRDefault="00C30D59" w:rsidP="00C30D59">
      <w:pPr>
        <w:pStyle w:val="Odstavec2"/>
        <w:rPr>
          <w:highlight w:val="yellow"/>
        </w:rPr>
      </w:pPr>
      <w:r w:rsidRPr="00025EB3">
        <w:rPr>
          <w:highlight w:val="yellow"/>
        </w:rPr>
        <w:t>Zhotovitel: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b/>
          <w:highlight w:val="yellow"/>
        </w:rPr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se sídlem: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zapsaná: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Obchodní rejstřík ……….., oddíl …, vložka ….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bankovní spojení:</w:t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č.</w:t>
      </w:r>
      <w:r w:rsidR="00025EB3" w:rsidRPr="00025EB3">
        <w:rPr>
          <w:highlight w:val="yellow"/>
        </w:rPr>
        <w:t xml:space="preserve"> </w:t>
      </w:r>
      <w:r w:rsidRPr="00025EB3">
        <w:rPr>
          <w:highlight w:val="yellow"/>
        </w:rPr>
        <w:t>účtu: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IČ: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Pr="00025EB3" w:rsidRDefault="00C30D59" w:rsidP="00C30D59">
      <w:pPr>
        <w:ind w:left="283" w:firstLine="284"/>
        <w:rPr>
          <w:highlight w:val="yellow"/>
        </w:rPr>
      </w:pPr>
      <w:r w:rsidRPr="00025EB3">
        <w:rPr>
          <w:highlight w:val="yellow"/>
        </w:rPr>
        <w:t>DIČ: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……………...</w:t>
      </w:r>
    </w:p>
    <w:p w:rsidR="00C30D59" w:rsidRDefault="00C30D59" w:rsidP="00C30D59">
      <w:pPr>
        <w:ind w:left="283" w:firstLine="284"/>
      </w:pPr>
      <w:r w:rsidRPr="00025EB3">
        <w:rPr>
          <w:highlight w:val="yellow"/>
        </w:rPr>
        <w:t>jednající:</w:t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</w:r>
      <w:r w:rsidRPr="00025EB3">
        <w:rPr>
          <w:highlight w:val="yellow"/>
        </w:rPr>
        <w:tab/>
        <w:t>………………</w:t>
      </w:r>
    </w:p>
    <w:p w:rsidR="00C30D59" w:rsidRDefault="00C30D59" w:rsidP="00C30D59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……………….</w:t>
      </w:r>
    </w:p>
    <w:p w:rsidR="00C30D59" w:rsidRDefault="00C30D59" w:rsidP="00C30D59">
      <w:r w:rsidRPr="00C30D59">
        <w:t>Osoby oprávněné jednat za zhotovitele v rámci uzavřené smlouvy o dílo: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660"/>
        <w:gridCol w:w="2410"/>
        <w:gridCol w:w="1839"/>
        <w:gridCol w:w="2303"/>
      </w:tblGrid>
      <w:tr w:rsidR="00C30D59" w:rsidRPr="009A21C7" w:rsidTr="009A0F9B">
        <w:trPr>
          <w:trHeight w:val="438"/>
        </w:trPr>
        <w:tc>
          <w:tcPr>
            <w:tcW w:w="266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lastRenderedPageBreak/>
              <w:t>ve věcech: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jméno a příjmení:</w:t>
            </w: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telefon:</w:t>
            </w: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  <w:r w:rsidRPr="009A0F9B">
              <w:rPr>
                <w:rFonts w:cs="Arial"/>
                <w:color w:val="000000"/>
                <w:sz w:val="16"/>
                <w:szCs w:val="16"/>
              </w:rPr>
              <w:t>e-mail:</w:t>
            </w: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smluvních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 xml:space="preserve">technických 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zapisovat do deníku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předání a převzetí díla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  <w:tr w:rsidR="00C30D59" w:rsidRPr="009A21C7" w:rsidTr="009A0F9B">
        <w:tc>
          <w:tcPr>
            <w:tcW w:w="2660" w:type="dxa"/>
            <w:vAlign w:val="center"/>
          </w:tcPr>
          <w:p w:rsidR="00C30D59" w:rsidRPr="00025EB3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  <w:highlight w:val="yellow"/>
              </w:rPr>
            </w:pPr>
            <w:r w:rsidRPr="00025EB3">
              <w:rPr>
                <w:rFonts w:cs="Arial"/>
                <w:color w:val="000000"/>
                <w:sz w:val="16"/>
                <w:szCs w:val="16"/>
                <w:highlight w:val="yellow"/>
              </w:rPr>
              <w:t>dodržování bezpečnostních opatření (včetně BOZP)</w:t>
            </w:r>
          </w:p>
        </w:tc>
        <w:tc>
          <w:tcPr>
            <w:tcW w:w="2410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1839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C30D59" w:rsidRPr="009A0F9B" w:rsidRDefault="00C30D59" w:rsidP="00BA59A8">
            <w:pPr>
              <w:overflowPunct w:val="0"/>
              <w:autoSpaceDE w:val="0"/>
              <w:autoSpaceDN w:val="0"/>
              <w:adjustRightInd w:val="0"/>
              <w:textAlignment w:val="baseline"/>
              <w:rPr>
                <w:rFonts w:cs="Arial"/>
                <w:color w:val="000000"/>
                <w:sz w:val="16"/>
                <w:szCs w:val="16"/>
              </w:rPr>
            </w:pPr>
          </w:p>
        </w:tc>
      </w:tr>
    </w:tbl>
    <w:p w:rsidR="00C30D59" w:rsidRDefault="00C30D59" w:rsidP="00C30D59">
      <w:pPr>
        <w:pStyle w:val="Odstavec2"/>
        <w:numPr>
          <w:ilvl w:val="0"/>
          <w:numId w:val="0"/>
        </w:numPr>
        <w:ind w:left="567" w:hanging="567"/>
      </w:pPr>
      <w:r>
        <w:t>(dále jen „</w:t>
      </w:r>
      <w:r w:rsidRPr="00C30D59">
        <w:rPr>
          <w:b/>
          <w:i/>
        </w:rPr>
        <w:t>Zhotovitel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>
        <w:t>(Objednatel a Zhotovitel společně též „</w:t>
      </w:r>
      <w:r w:rsidRPr="00C30D59">
        <w:rPr>
          <w:b/>
          <w:i/>
        </w:rPr>
        <w:t>Smluvní strany</w:t>
      </w:r>
      <w:r>
        <w:t>“)</w:t>
      </w:r>
    </w:p>
    <w:p w:rsidR="00C30D59" w:rsidRDefault="00C30D59" w:rsidP="00C30D59">
      <w:pPr>
        <w:pStyle w:val="Odstavec2"/>
        <w:numPr>
          <w:ilvl w:val="0"/>
          <w:numId w:val="0"/>
        </w:numPr>
      </w:pPr>
      <w:r w:rsidRPr="00C30D59">
        <w:t>níže uvedeného dne, měsíce a roku uzavřely tuto smlouvu o dílo (dále jen „</w:t>
      </w:r>
      <w:r w:rsidRPr="00C30D59">
        <w:rPr>
          <w:b/>
          <w:i/>
        </w:rPr>
        <w:t>Smlouva</w:t>
      </w:r>
      <w:r w:rsidRPr="00C30D59">
        <w:t>“)</w:t>
      </w:r>
      <w:r w:rsidR="00AF68B0">
        <w:t>:</w:t>
      </w:r>
    </w:p>
    <w:p w:rsidR="00C962BE" w:rsidRPr="00C962BE" w:rsidRDefault="00C962BE" w:rsidP="00280022">
      <w:pPr>
        <w:pStyle w:val="lnek"/>
      </w:pPr>
      <w:r w:rsidRPr="00C962BE">
        <w:t xml:space="preserve">Základní údaje </w:t>
      </w:r>
      <w:r w:rsidR="00204984">
        <w:t xml:space="preserve">a </w:t>
      </w:r>
      <w:r w:rsidR="00204984" w:rsidRPr="00280022">
        <w:t>předmět</w:t>
      </w:r>
      <w:r w:rsidR="00204984">
        <w:t xml:space="preserve"> plnění</w:t>
      </w:r>
    </w:p>
    <w:p w:rsidR="00204984" w:rsidRDefault="00204984" w:rsidP="00204984">
      <w:pPr>
        <w:pStyle w:val="Odstavec2"/>
      </w:pPr>
      <w:r w:rsidRPr="00204984">
        <w:t xml:space="preserve">Zhotovitel prohlašuje, že má veškerá oprávnění a technické vybavení potřebné k řádnému splnění této Smlouvy. </w:t>
      </w:r>
    </w:p>
    <w:p w:rsidR="00B20BE0" w:rsidRPr="0022702B" w:rsidRDefault="00B20BE0" w:rsidP="00B20BE0">
      <w:pPr>
        <w:pStyle w:val="Odstavec2"/>
      </w:pPr>
      <w:r w:rsidRPr="00B20BE0">
        <w:t xml:space="preserve">Předmětem této Smlouvy je </w:t>
      </w:r>
      <w:r w:rsidRPr="0022702B">
        <w:t>realizace díla „</w:t>
      </w:r>
      <w:r w:rsidR="00025EB3" w:rsidRPr="0022702B">
        <w:t>Oprava kanalizace v areálu skladu ČEPRO, a.s. Smylsov</w:t>
      </w:r>
      <w:r w:rsidRPr="0022702B">
        <w:t xml:space="preserve">“, které zahrnuje zejména </w:t>
      </w:r>
      <w:r w:rsidR="0022702B" w:rsidRPr="0022702B">
        <w:t>provedení stavební opravy kanalizace včetně šachet</w:t>
      </w:r>
      <w:r w:rsidRPr="0022702B">
        <w:t xml:space="preserve"> </w:t>
      </w:r>
      <w:r w:rsidR="0022702B" w:rsidRPr="0022702B">
        <w:t xml:space="preserve">ve skladu Smyslov </w:t>
      </w:r>
      <w:r w:rsidRPr="0022702B">
        <w:t>(dále jen „</w:t>
      </w:r>
      <w:r w:rsidRPr="0022702B">
        <w:rPr>
          <w:b/>
          <w:i/>
        </w:rPr>
        <w:t>Dílo</w:t>
      </w:r>
      <w:r w:rsidRPr="0022702B">
        <w:t>“).</w:t>
      </w:r>
    </w:p>
    <w:p w:rsidR="0022702B" w:rsidRDefault="0022702B" w:rsidP="00B20BE0">
      <w:pPr>
        <w:pStyle w:val="Odstavec2"/>
      </w:pPr>
      <w:r>
        <w:t>Předmět smlouvy zahrnuje zejména níže uvedené dodávky a služby:</w:t>
      </w:r>
    </w:p>
    <w:p w:rsidR="005B0B7C" w:rsidRDefault="005B0B7C" w:rsidP="005B0B7C">
      <w:pPr>
        <w:pStyle w:val="Odstavec3"/>
      </w:pPr>
      <w:r>
        <w:t xml:space="preserve">Potrubí DN 350 </w:t>
      </w:r>
    </w:p>
    <w:p w:rsidR="005B0B7C" w:rsidRPr="005B0B7C" w:rsidRDefault="005B0B7C" w:rsidP="005B0B7C">
      <w:pPr>
        <w:pStyle w:val="Odstavecseseznamem"/>
        <w:numPr>
          <w:ilvl w:val="0"/>
          <w:numId w:val="37"/>
        </w:numPr>
        <w:spacing w:after="6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cs="Arial"/>
        </w:rPr>
        <w:t xml:space="preserve">vyčištění kanalizace /potrubí/ před opravou a odvoz a likvidace veškerých kalů a odpadů přes </w:t>
      </w:r>
      <w:r w:rsidRPr="005B0B7C">
        <w:rPr>
          <w:rFonts w:ascii="Arial" w:hAnsi="Arial" w:cs="Arial"/>
          <w:sz w:val="20"/>
          <w:szCs w:val="20"/>
        </w:rPr>
        <w:t>chemickou ČOV skladu Smyslov,</w:t>
      </w:r>
    </w:p>
    <w:p w:rsidR="005B0B7C" w:rsidRPr="005B0B7C" w:rsidRDefault="005B0B7C" w:rsidP="005B0B7C">
      <w:pPr>
        <w:pStyle w:val="Odstavecseseznamem"/>
        <w:numPr>
          <w:ilvl w:val="0"/>
          <w:numId w:val="36"/>
        </w:numPr>
        <w:spacing w:after="6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B0B7C">
        <w:rPr>
          <w:rFonts w:ascii="Arial" w:hAnsi="Arial" w:cs="Arial"/>
          <w:sz w:val="20"/>
          <w:szCs w:val="20"/>
        </w:rPr>
        <w:t>provedení TV monitoringu před opravou,</w:t>
      </w:r>
    </w:p>
    <w:p w:rsidR="005B0B7C" w:rsidRPr="005B0B7C" w:rsidRDefault="005B0B7C" w:rsidP="005B0B7C">
      <w:pPr>
        <w:pStyle w:val="Odstavecseseznamem"/>
        <w:numPr>
          <w:ilvl w:val="0"/>
          <w:numId w:val="36"/>
        </w:numPr>
        <w:spacing w:after="6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B0B7C">
        <w:rPr>
          <w:rFonts w:ascii="Arial" w:hAnsi="Arial" w:cs="Arial"/>
          <w:sz w:val="20"/>
          <w:szCs w:val="20"/>
        </w:rPr>
        <w:t xml:space="preserve">uzavření vyčištěného úseku /uzavření nátoků kanalizace/ a přečerpávání splašků po dobu opravy do jiné šachty určené </w:t>
      </w:r>
      <w:r w:rsidR="006C45A6">
        <w:rPr>
          <w:rFonts w:ascii="Arial" w:hAnsi="Arial" w:cs="Arial"/>
          <w:sz w:val="20"/>
          <w:szCs w:val="20"/>
        </w:rPr>
        <w:t>Objednatelem</w:t>
      </w:r>
      <w:r w:rsidRPr="005B0B7C">
        <w:rPr>
          <w:rFonts w:ascii="Arial" w:hAnsi="Arial" w:cs="Arial"/>
          <w:sz w:val="20"/>
          <w:szCs w:val="20"/>
        </w:rPr>
        <w:t>,</w:t>
      </w:r>
    </w:p>
    <w:p w:rsidR="005B0B7C" w:rsidRPr="005B0B7C" w:rsidRDefault="005B0B7C" w:rsidP="005B0B7C">
      <w:pPr>
        <w:pStyle w:val="Odstavecseseznamem"/>
        <w:numPr>
          <w:ilvl w:val="0"/>
          <w:numId w:val="36"/>
        </w:numPr>
        <w:spacing w:after="6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B0B7C">
        <w:rPr>
          <w:rFonts w:ascii="Arial" w:hAnsi="Arial" w:cs="Arial"/>
          <w:sz w:val="20"/>
          <w:szCs w:val="20"/>
        </w:rPr>
        <w:t xml:space="preserve">odstranění překážek potrubí /práce robotem/ (frézování kořenů, inkrustací, přesazených hrdel…), </w:t>
      </w:r>
    </w:p>
    <w:p w:rsidR="005B0B7C" w:rsidRPr="005B0B7C" w:rsidRDefault="005B0B7C" w:rsidP="005B0B7C">
      <w:pPr>
        <w:pStyle w:val="Odstavecseseznamem"/>
        <w:numPr>
          <w:ilvl w:val="0"/>
          <w:numId w:val="36"/>
        </w:numPr>
        <w:spacing w:after="6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B0B7C">
        <w:rPr>
          <w:rFonts w:ascii="Arial" w:hAnsi="Arial" w:cs="Arial"/>
          <w:sz w:val="20"/>
          <w:szCs w:val="20"/>
        </w:rPr>
        <w:t xml:space="preserve">vytýčení inženýrských sítí před </w:t>
      </w:r>
      <w:r w:rsidR="006C45A6">
        <w:rPr>
          <w:rFonts w:ascii="Arial" w:hAnsi="Arial" w:cs="Arial"/>
          <w:sz w:val="20"/>
          <w:szCs w:val="20"/>
        </w:rPr>
        <w:t xml:space="preserve">započetím </w:t>
      </w:r>
      <w:r w:rsidRPr="005B0B7C">
        <w:rPr>
          <w:rFonts w:ascii="Arial" w:hAnsi="Arial" w:cs="Arial"/>
          <w:sz w:val="20"/>
          <w:szCs w:val="20"/>
        </w:rPr>
        <w:t>prac</w:t>
      </w:r>
      <w:r w:rsidR="006C45A6">
        <w:rPr>
          <w:rFonts w:ascii="Arial" w:hAnsi="Arial" w:cs="Arial"/>
          <w:sz w:val="20"/>
          <w:szCs w:val="20"/>
        </w:rPr>
        <w:t>í</w:t>
      </w:r>
      <w:r w:rsidRPr="005B0B7C">
        <w:rPr>
          <w:rFonts w:ascii="Arial" w:hAnsi="Arial" w:cs="Arial"/>
          <w:sz w:val="20"/>
          <w:szCs w:val="20"/>
        </w:rPr>
        <w:t xml:space="preserve"> (v součinnosti se </w:t>
      </w:r>
      <w:r w:rsidR="006C45A6">
        <w:rPr>
          <w:rFonts w:ascii="Arial" w:hAnsi="Arial" w:cs="Arial"/>
          <w:sz w:val="20"/>
          <w:szCs w:val="20"/>
        </w:rPr>
        <w:t>Objedantelem</w:t>
      </w:r>
      <w:r w:rsidRPr="005B0B7C">
        <w:rPr>
          <w:rFonts w:ascii="Arial" w:hAnsi="Arial" w:cs="Arial"/>
          <w:sz w:val="20"/>
          <w:szCs w:val="20"/>
        </w:rPr>
        <w:t xml:space="preserve">), </w:t>
      </w:r>
    </w:p>
    <w:p w:rsidR="005B0B7C" w:rsidRPr="005B0B7C" w:rsidRDefault="005B0B7C" w:rsidP="005B0B7C">
      <w:pPr>
        <w:pStyle w:val="Odstavecseseznamem"/>
        <w:numPr>
          <w:ilvl w:val="0"/>
          <w:numId w:val="36"/>
        </w:numPr>
        <w:spacing w:after="6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B0B7C">
        <w:rPr>
          <w:rFonts w:ascii="Arial" w:hAnsi="Arial" w:cs="Arial"/>
          <w:sz w:val="20"/>
          <w:szCs w:val="20"/>
        </w:rPr>
        <w:t>oprava kanalizačního potrubí pomocí sanačního rukávce,</w:t>
      </w:r>
    </w:p>
    <w:p w:rsidR="005B0B7C" w:rsidRPr="005B0B7C" w:rsidRDefault="005B0B7C" w:rsidP="005B0B7C">
      <w:pPr>
        <w:pStyle w:val="Odstavecseseznamem"/>
        <w:numPr>
          <w:ilvl w:val="0"/>
          <w:numId w:val="36"/>
        </w:numPr>
        <w:spacing w:after="6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 w:rsidRPr="005B0B7C">
        <w:rPr>
          <w:rFonts w:ascii="Arial" w:hAnsi="Arial" w:cs="Arial"/>
          <w:sz w:val="20"/>
          <w:szCs w:val="20"/>
        </w:rPr>
        <w:t xml:space="preserve">úprava terénu a komunikací skladu </w:t>
      </w:r>
      <w:r w:rsidR="006C45A6">
        <w:rPr>
          <w:rFonts w:ascii="Arial" w:hAnsi="Arial" w:cs="Arial"/>
          <w:sz w:val="20"/>
          <w:szCs w:val="20"/>
        </w:rPr>
        <w:t xml:space="preserve">Objednatele dotčené prováděním Díla Zhotovitelem </w:t>
      </w:r>
      <w:r w:rsidRPr="005B0B7C">
        <w:rPr>
          <w:rFonts w:ascii="Arial" w:hAnsi="Arial" w:cs="Arial"/>
          <w:sz w:val="20"/>
          <w:szCs w:val="20"/>
        </w:rPr>
        <w:t>do původního stavu,</w:t>
      </w:r>
    </w:p>
    <w:p w:rsidR="005B0B7C" w:rsidRDefault="006C45A6" w:rsidP="005B0B7C">
      <w:pPr>
        <w:pStyle w:val="Odstavecseseznamem"/>
        <w:numPr>
          <w:ilvl w:val="0"/>
          <w:numId w:val="36"/>
        </w:numPr>
        <w:spacing w:after="60" w:line="240" w:lineRule="auto"/>
        <w:ind w:left="714" w:hanging="357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vyzkoušení – provedení </w:t>
      </w:r>
      <w:r w:rsidR="005B0B7C" w:rsidRPr="005B0B7C">
        <w:rPr>
          <w:rFonts w:ascii="Arial" w:hAnsi="Arial" w:cs="Arial"/>
          <w:sz w:val="20"/>
          <w:szCs w:val="20"/>
        </w:rPr>
        <w:t>těstnostní zkoušk</w:t>
      </w:r>
      <w:r>
        <w:rPr>
          <w:rFonts w:ascii="Arial" w:hAnsi="Arial" w:cs="Arial"/>
          <w:sz w:val="20"/>
          <w:szCs w:val="20"/>
        </w:rPr>
        <w:t>y</w:t>
      </w:r>
      <w:r w:rsidR="005B0B7C" w:rsidRPr="005B0B7C">
        <w:rPr>
          <w:rFonts w:ascii="Arial" w:hAnsi="Arial" w:cs="Arial"/>
          <w:sz w:val="20"/>
          <w:szCs w:val="20"/>
        </w:rPr>
        <w:t xml:space="preserve"> potrubí,</w:t>
      </w:r>
    </w:p>
    <w:p w:rsidR="005B0B7C" w:rsidRPr="005B0B7C" w:rsidRDefault="005B0B7C" w:rsidP="005B0B7C">
      <w:pPr>
        <w:pStyle w:val="Odstavecseseznamem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5B0B7C" w:rsidRDefault="005B0B7C" w:rsidP="005B0B7C">
      <w:pPr>
        <w:pStyle w:val="Odstavec3"/>
      </w:pPr>
      <w:r w:rsidRPr="00D56175">
        <w:t>Provedení opravy a utěsnění 2 ks revizních šachet kanalizace</w:t>
      </w:r>
      <w:r>
        <w:t>,</w:t>
      </w:r>
      <w:r w:rsidRPr="00552A23">
        <w:rPr>
          <w:i/>
        </w:rPr>
        <w:t xml:space="preserve"> </w:t>
      </w:r>
      <w:r w:rsidRPr="00552A23">
        <w:t>průměr 1m, hloubka 2,5 - 3 m</w:t>
      </w:r>
    </w:p>
    <w:p w:rsidR="005B0B7C" w:rsidRPr="005B0B7C" w:rsidRDefault="005B0B7C" w:rsidP="005B0B7C">
      <w:pPr>
        <w:pStyle w:val="lnek"/>
        <w:numPr>
          <w:ilvl w:val="0"/>
          <w:numId w:val="40"/>
        </w:numPr>
        <w:spacing w:before="0" w:after="0"/>
        <w:ind w:left="709" w:hanging="283"/>
        <w:jc w:val="both"/>
        <w:rPr>
          <w:b w:val="0"/>
          <w:sz w:val="20"/>
        </w:rPr>
      </w:pPr>
      <w:r w:rsidRPr="005B0B7C">
        <w:rPr>
          <w:b w:val="0"/>
          <w:sz w:val="20"/>
        </w:rPr>
        <w:t>mechanické odstranění nesoudržných částí betonové konstrukce šachet,</w:t>
      </w:r>
    </w:p>
    <w:p w:rsidR="005B0B7C" w:rsidRPr="005B0B7C" w:rsidRDefault="005B0B7C" w:rsidP="005B0B7C">
      <w:pPr>
        <w:pStyle w:val="lnek"/>
        <w:numPr>
          <w:ilvl w:val="0"/>
          <w:numId w:val="40"/>
        </w:numPr>
        <w:spacing w:before="0" w:after="0"/>
        <w:ind w:left="709" w:hanging="283"/>
        <w:jc w:val="both"/>
        <w:rPr>
          <w:b w:val="0"/>
          <w:sz w:val="20"/>
        </w:rPr>
      </w:pPr>
      <w:r w:rsidRPr="005B0B7C">
        <w:rPr>
          <w:b w:val="0"/>
          <w:sz w:val="20"/>
        </w:rPr>
        <w:t>vyčištění šachet od usazenin,</w:t>
      </w:r>
    </w:p>
    <w:p w:rsidR="005B0B7C" w:rsidRPr="005B0B7C" w:rsidRDefault="005B0B7C" w:rsidP="005B0B7C">
      <w:pPr>
        <w:pStyle w:val="lnek"/>
        <w:numPr>
          <w:ilvl w:val="0"/>
          <w:numId w:val="40"/>
        </w:numPr>
        <w:spacing w:before="0" w:after="0"/>
        <w:ind w:left="709" w:hanging="283"/>
        <w:jc w:val="both"/>
        <w:rPr>
          <w:b w:val="0"/>
          <w:sz w:val="20"/>
        </w:rPr>
      </w:pPr>
      <w:r w:rsidRPr="005B0B7C">
        <w:rPr>
          <w:b w:val="0"/>
          <w:sz w:val="20"/>
        </w:rPr>
        <w:t>otryskání tlakovou vodou,</w:t>
      </w:r>
    </w:p>
    <w:p w:rsidR="005B0B7C" w:rsidRPr="005B0B7C" w:rsidRDefault="005B0B7C" w:rsidP="005B0B7C">
      <w:pPr>
        <w:pStyle w:val="lnek"/>
        <w:numPr>
          <w:ilvl w:val="0"/>
          <w:numId w:val="40"/>
        </w:numPr>
        <w:spacing w:before="0" w:after="0"/>
        <w:ind w:left="709" w:hanging="283"/>
        <w:jc w:val="both"/>
        <w:rPr>
          <w:b w:val="0"/>
          <w:sz w:val="20"/>
        </w:rPr>
      </w:pPr>
      <w:r w:rsidRPr="005B0B7C">
        <w:rPr>
          <w:b w:val="0"/>
          <w:sz w:val="20"/>
        </w:rPr>
        <w:t>oprava vyústění potrubí do šachet,</w:t>
      </w:r>
    </w:p>
    <w:p w:rsidR="005B0B7C" w:rsidRPr="005B0B7C" w:rsidRDefault="005B0B7C" w:rsidP="005B0B7C">
      <w:pPr>
        <w:pStyle w:val="lnek"/>
        <w:numPr>
          <w:ilvl w:val="0"/>
          <w:numId w:val="40"/>
        </w:numPr>
        <w:spacing w:before="0" w:after="0"/>
        <w:ind w:left="709" w:hanging="283"/>
        <w:jc w:val="both"/>
        <w:rPr>
          <w:b w:val="0"/>
          <w:sz w:val="20"/>
        </w:rPr>
      </w:pPr>
      <w:r w:rsidRPr="005B0B7C">
        <w:rPr>
          <w:b w:val="0"/>
          <w:sz w:val="20"/>
        </w:rPr>
        <w:t>nanesení ochranných sanačních vrstev,</w:t>
      </w:r>
    </w:p>
    <w:p w:rsidR="005B0B7C" w:rsidRDefault="005B0B7C" w:rsidP="005B0B7C">
      <w:pPr>
        <w:pStyle w:val="lnek"/>
        <w:numPr>
          <w:ilvl w:val="0"/>
          <w:numId w:val="40"/>
        </w:numPr>
        <w:spacing w:before="0" w:after="0"/>
        <w:ind w:left="709" w:hanging="283"/>
        <w:jc w:val="both"/>
        <w:rPr>
          <w:b w:val="0"/>
          <w:sz w:val="20"/>
        </w:rPr>
      </w:pPr>
      <w:r w:rsidRPr="005B0B7C">
        <w:rPr>
          <w:b w:val="0"/>
          <w:sz w:val="20"/>
        </w:rPr>
        <w:t>očištění a nátěr stupaček a žebříků proti korozi (nebo jejich výměna za nové).</w:t>
      </w:r>
    </w:p>
    <w:p w:rsidR="006C45A6" w:rsidRPr="006C45A6" w:rsidRDefault="006C45A6" w:rsidP="006C45A6"/>
    <w:p w:rsidR="006C45A6" w:rsidRPr="006C45A6" w:rsidRDefault="006C45A6" w:rsidP="006C45A6">
      <w:pPr>
        <w:pStyle w:val="Odstavec3"/>
      </w:pPr>
      <w:r>
        <w:rPr>
          <w:rFonts w:cs="Arial"/>
        </w:rPr>
        <w:t>Provedení TV monitoringu po opravě včetně vypracování revizní zprávy</w:t>
      </w:r>
    </w:p>
    <w:p w:rsidR="006C45A6" w:rsidRPr="006C45A6" w:rsidRDefault="006C45A6" w:rsidP="006C45A6">
      <w:pPr>
        <w:pStyle w:val="Odstavec3"/>
      </w:pPr>
      <w:r>
        <w:t>Vypracování dokumentace skutečného provedení Díla (pasport)</w:t>
      </w:r>
    </w:p>
    <w:p w:rsidR="005B0B7C" w:rsidRDefault="005B0B7C" w:rsidP="005B0B7C">
      <w:pPr>
        <w:pStyle w:val="Odstavec3"/>
        <w:numPr>
          <w:ilvl w:val="0"/>
          <w:numId w:val="0"/>
        </w:numPr>
        <w:ind w:left="1134"/>
      </w:pPr>
    </w:p>
    <w:p w:rsidR="00B20BE0" w:rsidRDefault="00B20BE0" w:rsidP="005B0B7C">
      <w:pPr>
        <w:pStyle w:val="Odstavec2"/>
      </w:pPr>
      <w:r>
        <w:t xml:space="preserve">Zhotovitel je povinen provést </w:t>
      </w:r>
      <w:r w:rsidR="006C45A6">
        <w:t>D</w:t>
      </w:r>
      <w:r>
        <w:t xml:space="preserve">ílo v rozsahu a dle technického řešení podle níže uvedené dokumentace (dále jen „Závazné podklady“): </w:t>
      </w:r>
    </w:p>
    <w:p w:rsidR="00B20BE0" w:rsidRDefault="00B20BE0" w:rsidP="005B0B7C">
      <w:pPr>
        <w:pStyle w:val="Odstavec2"/>
        <w:numPr>
          <w:ilvl w:val="0"/>
          <w:numId w:val="25"/>
        </w:numPr>
        <w:ind w:left="1281" w:hanging="357"/>
      </w:pPr>
      <w:r>
        <w:t xml:space="preserve">Zhotoviteli předané a jím převzaté zadávací dokumentace ze dne </w:t>
      </w:r>
      <w:r w:rsidR="00FF3F83">
        <w:t>18. 12. 2013</w:t>
      </w:r>
      <w:bookmarkStart w:id="0" w:name="_GoBack"/>
      <w:bookmarkEnd w:id="0"/>
      <w:r>
        <w:t xml:space="preserve"> k zakázce č.</w:t>
      </w:r>
      <w:r w:rsidR="0022702B">
        <w:t xml:space="preserve"> 038/14/OCN</w:t>
      </w:r>
      <w:r>
        <w:t>, nazvané „</w:t>
      </w:r>
      <w:r w:rsidR="0022702B" w:rsidRPr="0022702B">
        <w:t>Oprava kanalizace v areálu skladu ČEPRO, a.s. Smy</w:t>
      </w:r>
      <w:r w:rsidR="006C45A6" w:rsidRPr="0022702B">
        <w:t>s</w:t>
      </w:r>
      <w:r w:rsidR="0022702B" w:rsidRPr="0022702B">
        <w:t>lov</w:t>
      </w:r>
      <w:r>
        <w:t>“, včetně jejích příloh (dále jen „</w:t>
      </w:r>
      <w:r w:rsidRPr="00AF68B0">
        <w:rPr>
          <w:b/>
          <w:i/>
        </w:rPr>
        <w:t>Zadávací dokumentace</w:t>
      </w:r>
      <w:r>
        <w:t xml:space="preserve">“), </w:t>
      </w:r>
    </w:p>
    <w:p w:rsidR="00B20BE0" w:rsidRDefault="00B20BE0" w:rsidP="00AF68B0">
      <w:pPr>
        <w:pStyle w:val="Odstavec2"/>
        <w:numPr>
          <w:ilvl w:val="0"/>
          <w:numId w:val="25"/>
        </w:numPr>
      </w:pPr>
      <w:r>
        <w:lastRenderedPageBreak/>
        <w:t xml:space="preserve">nabídky Zhotovitele č. </w:t>
      </w:r>
      <w:r w:rsidRPr="00AF68B0">
        <w:rPr>
          <w:highlight w:val="yellow"/>
        </w:rPr>
        <w:t>…….</w:t>
      </w:r>
      <w:r>
        <w:t xml:space="preserve"> ze dne </w:t>
      </w:r>
      <w:r w:rsidRPr="00AF68B0">
        <w:rPr>
          <w:highlight w:val="yellow"/>
        </w:rPr>
        <w:t>…….</w:t>
      </w:r>
      <w:r>
        <w:t xml:space="preserve"> podané do výběrového řízení k zakázce </w:t>
      </w:r>
      <w:r w:rsidR="00AF68B0">
        <w:t>dle Zadávací dokumentace</w:t>
      </w:r>
      <w:r>
        <w:t xml:space="preserve"> (dále jen „</w:t>
      </w:r>
      <w:r w:rsidRPr="00AF68B0">
        <w:rPr>
          <w:b/>
          <w:i/>
        </w:rPr>
        <w:t>Nabídka</w:t>
      </w:r>
      <w:r>
        <w:t>“),</w:t>
      </w:r>
    </w:p>
    <w:p w:rsidR="00B20BE0" w:rsidRDefault="00AF68B0" w:rsidP="00AF68B0">
      <w:pPr>
        <w:pStyle w:val="Odstavec2"/>
      </w:pPr>
      <w:r w:rsidRPr="00AF68B0">
        <w:t>V případě rozporu mezi jednotlivými dokumenty Závazných podkladů má přednost Zadávací dokumentace.</w:t>
      </w:r>
    </w:p>
    <w:p w:rsidR="00AF68B0" w:rsidRDefault="00AF68B0" w:rsidP="00AF68B0">
      <w:pPr>
        <w:pStyle w:val="Odstavec2"/>
      </w:pPr>
      <w:r w:rsidRPr="00AF68B0">
        <w:t>Zhotovitel odpovídá za kompletnost Nabídky a za skutečnost, že Nabídka zajišťuje provedení díla podle Zadávací dokumentace v celém jeho rozsahu a se všemi jeho součástmi.</w:t>
      </w:r>
    </w:p>
    <w:p w:rsidR="00DD6392" w:rsidRDefault="00DD6392" w:rsidP="00DD6392">
      <w:pPr>
        <w:pStyle w:val="Odstavec2"/>
      </w:pPr>
      <w:r w:rsidRPr="00DD6392">
        <w:t xml:space="preserve">Zhotovitel je povinen při provádění Díla postupovat dle způsobu provedení uvedeného v závazném podrobném popisu technologických postupů a prací, </w:t>
      </w:r>
      <w:r w:rsidRPr="0022702B">
        <w:t xml:space="preserve">který </w:t>
      </w:r>
      <w:r w:rsidR="0022702B" w:rsidRPr="0022702B">
        <w:t>je součástí Nabídky.</w:t>
      </w:r>
    </w:p>
    <w:p w:rsidR="0022702B" w:rsidRPr="0033264D" w:rsidRDefault="0022702B" w:rsidP="0022702B">
      <w:pPr>
        <w:pStyle w:val="Odstavec2"/>
        <w:numPr>
          <w:ilvl w:val="1"/>
          <w:numId w:val="4"/>
        </w:numPr>
        <w:rPr>
          <w:rFonts w:cs="Arial"/>
        </w:rPr>
      </w:pPr>
      <w:r w:rsidRPr="0033264D">
        <w:rPr>
          <w:rFonts w:cs="Arial"/>
        </w:rPr>
        <w:t xml:space="preserve">Touto </w:t>
      </w:r>
      <w:r w:rsidRPr="0033264D">
        <w:rPr>
          <w:rFonts w:cs="Arial"/>
          <w:color w:val="000000" w:themeColor="text1"/>
        </w:rPr>
        <w:t xml:space="preserve">Smlouvou se Zhotovitel zavazuje na svůj náklad a nebezpečí řádně a včas </w:t>
      </w:r>
    </w:p>
    <w:p w:rsidR="0022702B" w:rsidRPr="0033264D" w:rsidRDefault="0022702B" w:rsidP="0022702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provést Dílo jako celek a jeho jednotlivé části v souladu a za podmínek stanovených zejména: 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>touto Smlouvou, jejími přílohami, zejména v souladu se Všeobecnými obchodními p</w:t>
      </w:r>
      <w:r>
        <w:rPr>
          <w:rFonts w:ascii="Arial" w:hAnsi="Arial" w:cs="Arial"/>
          <w:color w:val="000000" w:themeColor="text1"/>
          <w:sz w:val="20"/>
          <w:szCs w:val="20"/>
        </w:rPr>
        <w:t>odmínkami (dále též jen „VOP“)</w:t>
      </w:r>
      <w:r w:rsidRPr="0033264D">
        <w:rPr>
          <w:rFonts w:ascii="Arial" w:hAnsi="Arial" w:cs="Arial"/>
          <w:color w:val="000000" w:themeColor="text1"/>
          <w:sz w:val="20"/>
          <w:szCs w:val="20"/>
        </w:rPr>
        <w:t>, a v souladu s ostatními přílohami Smlouvy a dokumenty, na které odkazuje,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platnými právními a technickými předpisy a technickými normami, </w:t>
      </w:r>
    </w:p>
    <w:p w:rsidR="0022702B" w:rsidRPr="0033264D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 xml:space="preserve">Závaznými podklady, </w:t>
      </w:r>
    </w:p>
    <w:p w:rsidR="0022702B" w:rsidRPr="00081707" w:rsidRDefault="0022702B" w:rsidP="0022702B">
      <w:pPr>
        <w:pStyle w:val="Odstavecseseznamem"/>
        <w:numPr>
          <w:ilvl w:val="0"/>
          <w:numId w:val="23"/>
        </w:numPr>
        <w:ind w:left="1701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33264D">
        <w:rPr>
          <w:rFonts w:ascii="Arial" w:hAnsi="Arial" w:cs="Arial"/>
          <w:color w:val="000000" w:themeColor="text1"/>
          <w:sz w:val="20"/>
          <w:szCs w:val="20"/>
        </w:rPr>
        <w:t>pokyny a podklady předanými Objednatelem</w:t>
      </w:r>
      <w:r>
        <w:rPr>
          <w:rFonts w:ascii="Arial" w:hAnsi="Arial" w:cs="Arial"/>
          <w:color w:val="000000" w:themeColor="text1"/>
          <w:sz w:val="20"/>
          <w:szCs w:val="20"/>
        </w:rPr>
        <w:t>,</w:t>
      </w:r>
    </w:p>
    <w:p w:rsidR="0022702B" w:rsidRPr="00081707" w:rsidRDefault="0022702B" w:rsidP="0022702B">
      <w:pPr>
        <w:pStyle w:val="Odstavecseseznamem"/>
        <w:numPr>
          <w:ilvl w:val="0"/>
          <w:numId w:val="34"/>
        </w:numPr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81707">
        <w:rPr>
          <w:rFonts w:ascii="Arial" w:hAnsi="Arial" w:cs="Arial"/>
          <w:color w:val="000000" w:themeColor="text1"/>
          <w:sz w:val="20"/>
          <w:szCs w:val="20"/>
        </w:rPr>
        <w:t xml:space="preserve">předat řádně provedené Dílo Objednateli. </w:t>
      </w:r>
    </w:p>
    <w:p w:rsidR="0022702B" w:rsidRPr="005B0B7C" w:rsidRDefault="00D7135A" w:rsidP="00DD6392">
      <w:pPr>
        <w:pStyle w:val="Odstavec2"/>
      </w:pPr>
      <w:r w:rsidRPr="005B0B7C">
        <w:rPr>
          <w:rFonts w:cs="Arial"/>
          <w:color w:val="000000" w:themeColor="text1"/>
        </w:rPr>
        <w:t>Objednatel se zavazuje řádně provedené Dílo převzít a při dodržení podmínek a ujednání této Smlouvy zaplatit Zhotoviteli za Dílo dohodnutou Cenu díla.</w:t>
      </w:r>
    </w:p>
    <w:p w:rsidR="00D7135A" w:rsidRPr="005B0B7C" w:rsidRDefault="00D7135A" w:rsidP="00DD6392">
      <w:pPr>
        <w:pStyle w:val="Odstavec2"/>
      </w:pPr>
      <w:r w:rsidRPr="005B0B7C">
        <w:t>Zhotovitel se zavazuje provést Dílo sám.</w:t>
      </w:r>
    </w:p>
    <w:p w:rsidR="00DD57F1" w:rsidRPr="005B0B7C" w:rsidRDefault="00DD6392" w:rsidP="00DD6392">
      <w:pPr>
        <w:pStyle w:val="Odstavec2"/>
        <w:rPr>
          <w:rFonts w:cs="Arial"/>
        </w:rPr>
      </w:pPr>
      <w:r w:rsidRPr="005B0B7C">
        <w:t xml:space="preserve">Objednatel zajistí pro realizaci Díla: povolení ke vstupu na pozemky a/nebo do prostor dotčených zhotovováním Díla (tj. na Staveniště), </w:t>
      </w:r>
      <w:r w:rsidR="005B0B7C" w:rsidRPr="005B0B7C">
        <w:t>p</w:t>
      </w:r>
      <w:r w:rsidRPr="005B0B7C">
        <w:t>oskytne součinnost při realizaci Díla v termínech dohodnutých v Harmonogramu plnění,</w:t>
      </w:r>
      <w:r w:rsidRPr="005B0B7C">
        <w:rPr>
          <w:rFonts w:ascii="Times New Roman" w:hAnsi="Times New Roman"/>
          <w:color w:val="000000" w:themeColor="text1"/>
        </w:rPr>
        <w:t xml:space="preserve"> </w:t>
      </w:r>
      <w:r w:rsidR="00D7135A" w:rsidRPr="005B0B7C">
        <w:rPr>
          <w:rFonts w:cs="Arial"/>
          <w:color w:val="000000"/>
        </w:rPr>
        <w:t>vstupy do areálu ČEPRO, a.s.</w:t>
      </w:r>
      <w:r w:rsidR="006C45A6">
        <w:rPr>
          <w:rFonts w:cs="Arial"/>
          <w:color w:val="000000"/>
        </w:rPr>
        <w:t>,</w:t>
      </w:r>
      <w:r w:rsidR="00D7135A" w:rsidRPr="005B0B7C">
        <w:rPr>
          <w:rFonts w:cs="Arial"/>
          <w:color w:val="000000"/>
        </w:rPr>
        <w:t xml:space="preserve"> </w:t>
      </w:r>
      <w:r w:rsidR="006C45A6">
        <w:rPr>
          <w:rFonts w:cs="Arial"/>
          <w:color w:val="000000"/>
        </w:rPr>
        <w:t>s</w:t>
      </w:r>
      <w:r w:rsidR="00D7135A" w:rsidRPr="005B0B7C">
        <w:rPr>
          <w:rFonts w:cs="Arial"/>
          <w:color w:val="000000"/>
        </w:rPr>
        <w:t xml:space="preserve">klad Smyslov pro pracovníky a techniku </w:t>
      </w:r>
      <w:r w:rsidR="006C45A6">
        <w:rPr>
          <w:rFonts w:cs="Arial"/>
          <w:color w:val="000000"/>
        </w:rPr>
        <w:t>Zhotovitele</w:t>
      </w:r>
      <w:r w:rsidR="00D7135A" w:rsidRPr="005B0B7C">
        <w:rPr>
          <w:rFonts w:cs="Arial"/>
          <w:color w:val="000000"/>
        </w:rPr>
        <w:t xml:space="preserve">, proškolení </w:t>
      </w:r>
      <w:r w:rsidR="006C45A6">
        <w:rPr>
          <w:rFonts w:cs="Arial"/>
          <w:color w:val="000000"/>
        </w:rPr>
        <w:t xml:space="preserve">jeho </w:t>
      </w:r>
      <w:r w:rsidR="00D7135A" w:rsidRPr="005B0B7C">
        <w:rPr>
          <w:rFonts w:cs="Arial"/>
          <w:color w:val="000000"/>
        </w:rPr>
        <w:t>pracovníků z interních předpisů PO, BOZP, PHZ apod</w:t>
      </w:r>
      <w:r w:rsidR="00602698" w:rsidRPr="005B0B7C">
        <w:rPr>
          <w:rFonts w:cs="Arial"/>
          <w:color w:val="000000"/>
        </w:rPr>
        <w:t>.</w:t>
      </w:r>
    </w:p>
    <w:p w:rsidR="00DD57F1" w:rsidRPr="005B0B7C" w:rsidRDefault="00DD57F1" w:rsidP="00DD57F1">
      <w:pPr>
        <w:pStyle w:val="Odstavec2"/>
      </w:pPr>
      <w:r w:rsidRPr="005B0B7C">
        <w:t xml:space="preserve">Zhotovitel se zavazuje provést vyzkoušení Díla spočívající v provedení </w:t>
      </w:r>
      <w:r w:rsidR="00D7135A" w:rsidRPr="005B0B7C">
        <w:t>těstnostní zkoušky potrubí.</w:t>
      </w:r>
    </w:p>
    <w:p w:rsidR="00DD6392" w:rsidRPr="00DD57F1" w:rsidRDefault="00DD57F1" w:rsidP="00D7135A">
      <w:pPr>
        <w:pStyle w:val="Odstavec2"/>
      </w:pPr>
      <w:r w:rsidRPr="005B0B7C">
        <w:t>Za dodržování a plnění povinností v oblasti bezpečnosti a</w:t>
      </w:r>
      <w:r w:rsidRPr="00DD57F1">
        <w:t xml:space="preserve"> ochrany zdraví při práci při provádění Díla dle této Smlouvy je za Objednatele pověřen zaměstnanec Objednatele jmenovaný Objednatelem a uvedený v protokolu o předání Staveniště Zhotoviteli. Smluvní strany se dohodly, že </w:t>
      </w:r>
      <w:r w:rsidRPr="00417BED">
        <w:t xml:space="preserve">bude plnit úlohu koordinace provádění opatření k zajištění BOZP zaměstnanců Objednatele a </w:t>
      </w:r>
      <w:r w:rsidRPr="00DD57F1">
        <w:t>Zhotovitele a postupů k jejich splnění.</w:t>
      </w:r>
    </w:p>
    <w:p w:rsidR="00C30D59" w:rsidRDefault="007F3FC6" w:rsidP="00280022">
      <w:pPr>
        <w:pStyle w:val="lnek"/>
      </w:pPr>
      <w:r w:rsidRPr="00280022">
        <w:rPr>
          <w:rFonts w:eastAsiaTheme="minorEastAsia"/>
        </w:rPr>
        <w:t>Místo</w:t>
      </w:r>
      <w:r w:rsidRPr="007F3FC6">
        <w:t xml:space="preserve"> a doba plnění</w:t>
      </w:r>
    </w:p>
    <w:p w:rsidR="007F3FC6" w:rsidRDefault="007F3FC6" w:rsidP="007F3FC6">
      <w:pPr>
        <w:pStyle w:val="Odstavec2"/>
      </w:pPr>
      <w:r w:rsidRPr="007F3FC6">
        <w:t xml:space="preserve">Místem plnění je: </w:t>
      </w:r>
      <w:r w:rsidR="00D7135A">
        <w:t xml:space="preserve">ČEPRO, a.s., středisko JIH – sklad Smyslov u Tábora. </w:t>
      </w:r>
    </w:p>
    <w:p w:rsidR="007F3FC6" w:rsidRDefault="007F3FC6" w:rsidP="007F3FC6">
      <w:pPr>
        <w:pStyle w:val="Odstavec2"/>
      </w:pPr>
      <w:r w:rsidRPr="007F3FC6">
        <w:t xml:space="preserve">Místo plnění se nachází v areálu provozu Objednatele a </w:t>
      </w:r>
      <w:r w:rsidRPr="00D7135A">
        <w:t>Dílo bude prováděno za</w:t>
      </w:r>
      <w:r w:rsidRPr="007F3FC6">
        <w:t xml:space="preserve"> provozu</w:t>
      </w:r>
      <w:r>
        <w:t xml:space="preserve"> </w:t>
      </w:r>
      <w:r w:rsidRPr="007F3FC6">
        <w:t xml:space="preserve">a případné náklady Zhotovitele vzniklé z důvodu této skutečnosti, např. z důvodu opatření k dodržování předpisů Objednatele platných v místě plnění a veškerém dotčeném okolí místa plnění, kde je </w:t>
      </w:r>
      <w:r w:rsidR="00B14EA6">
        <w:t>D</w:t>
      </w:r>
      <w:r w:rsidRPr="007F3FC6">
        <w:t>ílo Zhotovitelem prováděno, jsou zahrnuty v Ceně díla.</w:t>
      </w:r>
    </w:p>
    <w:p w:rsidR="007F3FC6" w:rsidRDefault="007F3FC6" w:rsidP="007F3FC6">
      <w:pPr>
        <w:pStyle w:val="Odstavec2"/>
      </w:pPr>
      <w:r w:rsidRPr="007F3FC6">
        <w:t>Termíny provedení Díla</w:t>
      </w:r>
      <w:r>
        <w:t>:</w:t>
      </w:r>
      <w:r w:rsidR="001C6D3A">
        <w:t xml:space="preserve"> </w:t>
      </w:r>
      <w:r w:rsidR="001C6D3A" w:rsidRPr="00656398">
        <w:rPr>
          <w:i/>
        </w:rPr>
        <w:t>/budou upřesněny před podpisem smlouvy dle předloženého a odsouhlaseného harmonogramu/</w:t>
      </w:r>
    </w:p>
    <w:p w:rsidR="007F3FC6" w:rsidRPr="00D7135A" w:rsidRDefault="007F3FC6" w:rsidP="007F3FC6">
      <w:pPr>
        <w:pStyle w:val="Odstavec2"/>
        <w:numPr>
          <w:ilvl w:val="0"/>
          <w:numId w:val="0"/>
        </w:numPr>
        <w:ind w:left="567"/>
      </w:pPr>
      <w:r w:rsidRPr="00D7135A">
        <w:t xml:space="preserve">Zahájení Díla: </w:t>
      </w:r>
      <w:r w:rsidR="00D7135A">
        <w:t>červen 2014</w:t>
      </w:r>
    </w:p>
    <w:p w:rsidR="007F3FC6" w:rsidRPr="00D7135A" w:rsidRDefault="007F3FC6" w:rsidP="007F3FC6">
      <w:pPr>
        <w:pStyle w:val="Odstavec2"/>
        <w:numPr>
          <w:ilvl w:val="0"/>
          <w:numId w:val="0"/>
        </w:numPr>
        <w:ind w:left="567"/>
      </w:pPr>
      <w:r w:rsidRPr="00D7135A">
        <w:t xml:space="preserve">Dokončení Díla: </w:t>
      </w:r>
      <w:r w:rsidR="00D7135A">
        <w:t>červen 2014</w:t>
      </w:r>
    </w:p>
    <w:p w:rsidR="007F3FC6" w:rsidRDefault="007F3FC6" w:rsidP="007F3FC6">
      <w:pPr>
        <w:pStyle w:val="Odstavec2"/>
        <w:numPr>
          <w:ilvl w:val="0"/>
          <w:numId w:val="0"/>
        </w:numPr>
        <w:ind w:left="567"/>
      </w:pPr>
      <w:r w:rsidRPr="00D7135A">
        <w:t>Předání Díla:</w:t>
      </w:r>
      <w:r w:rsidR="00D7135A">
        <w:t xml:space="preserve"> červen 2014</w:t>
      </w:r>
    </w:p>
    <w:p w:rsidR="007F3FC6" w:rsidRDefault="002F6183" w:rsidP="001C6D3A">
      <w:pPr>
        <w:pStyle w:val="Odstavec2"/>
      </w:pPr>
      <w:r w:rsidRPr="00D7135A">
        <w:t>Zhotovitel je povinen realizovat Dílo v termínech uvedených v Harmonogramu plnění uvedeném v Nabídce, resp. odsouhlaseném Objednatelem (dále jen „</w:t>
      </w:r>
      <w:r w:rsidRPr="00D7135A">
        <w:rPr>
          <w:b/>
          <w:i/>
        </w:rPr>
        <w:t>Harmonogram plnění</w:t>
      </w:r>
      <w:r w:rsidRPr="00D7135A">
        <w:t>“)</w:t>
      </w:r>
      <w:r w:rsidR="001C6D3A">
        <w:t>. Harmonogram plnění tvoří nedílnou součást této smlouvy jako příloha č. 1.</w:t>
      </w:r>
    </w:p>
    <w:p w:rsidR="007F3FC6" w:rsidRPr="001C6D3A" w:rsidRDefault="007F3FC6" w:rsidP="007F3FC6">
      <w:pPr>
        <w:pStyle w:val="Odstavec2"/>
      </w:pPr>
      <w:r w:rsidRPr="007F3FC6">
        <w:lastRenderedPageBreak/>
        <w:t>Řádné provedení Díla</w:t>
      </w:r>
      <w:r>
        <w:t xml:space="preserve"> </w:t>
      </w:r>
      <w:r w:rsidRPr="001C6D3A">
        <w:t>nevyžaduje odstávku/y provozu Objednatele či jeho části.</w:t>
      </w:r>
      <w:r w:rsidR="002F6183" w:rsidRPr="001C6D3A">
        <w:t xml:space="preserve"> Smluvní strany se dohodly, že postup prací se řídí dle Harmonogramu plnění. </w:t>
      </w:r>
    </w:p>
    <w:p w:rsidR="002F6183" w:rsidRPr="002F6183" w:rsidRDefault="002F6183" w:rsidP="002F6183">
      <w:pPr>
        <w:pStyle w:val="Odstavec2"/>
      </w:pPr>
      <w:r w:rsidRPr="002F6183">
        <w:t>Přejímka Staveniště</w:t>
      </w:r>
    </w:p>
    <w:p w:rsidR="002F6183" w:rsidRPr="001C6D3A" w:rsidRDefault="002F6183" w:rsidP="002F6183">
      <w:pPr>
        <w:pStyle w:val="Odstavec3"/>
      </w:pPr>
      <w:r w:rsidRPr="001C6D3A">
        <w:t xml:space="preserve">Přejímka Staveniště proběhne </w:t>
      </w:r>
      <w:r w:rsidR="001C6D3A" w:rsidRPr="001C6D3A">
        <w:t>jednorázově.</w:t>
      </w:r>
    </w:p>
    <w:p w:rsidR="002F6183" w:rsidRPr="001C6D3A" w:rsidRDefault="00521FE0" w:rsidP="002F6183">
      <w:pPr>
        <w:pStyle w:val="Odstavec3"/>
      </w:pPr>
      <w:r w:rsidRPr="00521FE0">
        <w:t xml:space="preserve">Součástí předání a převzetí Staveniště je i předání dokumentů stanovených obecně závaznými právními předpisy </w:t>
      </w:r>
      <w:r w:rsidRPr="001C6D3A">
        <w:t>a níže uvedených dokumentů Objednatelem Zhotoviteli, pokud nebyly tyto dokumenty předány již dříve, a to:</w:t>
      </w:r>
    </w:p>
    <w:p w:rsidR="00521FE0" w:rsidRPr="001C6D3A" w:rsidRDefault="00521FE0" w:rsidP="00521FE0">
      <w:pPr>
        <w:pStyle w:val="Odstavec3"/>
        <w:numPr>
          <w:ilvl w:val="2"/>
          <w:numId w:val="26"/>
        </w:numPr>
      </w:pPr>
      <w:r w:rsidRPr="001C6D3A">
        <w:t>vyznačení bodů pro napojení odběrných míst vody, kanalizace, elektrické energie, plynu či případně jiných médií,</w:t>
      </w:r>
    </w:p>
    <w:p w:rsidR="00521FE0" w:rsidRPr="001C6D3A" w:rsidRDefault="00521FE0" w:rsidP="00521FE0">
      <w:pPr>
        <w:pStyle w:val="Odstavec3"/>
        <w:numPr>
          <w:ilvl w:val="2"/>
          <w:numId w:val="26"/>
        </w:numPr>
      </w:pPr>
      <w:r w:rsidRPr="001C6D3A">
        <w:t>podm</w:t>
      </w:r>
      <w:r w:rsidRPr="001C6D3A">
        <w:rPr>
          <w:rFonts w:cs="Arial"/>
        </w:rPr>
        <w:t>í</w:t>
      </w:r>
      <w:r w:rsidRPr="001C6D3A">
        <w:t>nky vztahuj</w:t>
      </w:r>
      <w:r w:rsidRPr="001C6D3A">
        <w:rPr>
          <w:rFonts w:cs="Arial"/>
        </w:rPr>
        <w:t>í</w:t>
      </w:r>
      <w:r w:rsidRPr="001C6D3A">
        <w:t>c</w:t>
      </w:r>
      <w:r w:rsidRPr="001C6D3A">
        <w:rPr>
          <w:rFonts w:cs="Arial"/>
        </w:rPr>
        <w:t>í</w:t>
      </w:r>
      <w:r w:rsidRPr="001C6D3A">
        <w:t xml:space="preserve"> se k ochran</w:t>
      </w:r>
      <w:r w:rsidRPr="001C6D3A">
        <w:rPr>
          <w:rFonts w:cs="Arial"/>
        </w:rPr>
        <w:t>ě</w:t>
      </w:r>
      <w:r w:rsidRPr="001C6D3A">
        <w:t xml:space="preserve"> </w:t>
      </w:r>
      <w:r w:rsidRPr="001C6D3A">
        <w:rPr>
          <w:rFonts w:cs="Arial"/>
        </w:rPr>
        <w:t>ž</w:t>
      </w:r>
      <w:r w:rsidRPr="001C6D3A">
        <w:t>ivotn</w:t>
      </w:r>
      <w:r w:rsidRPr="001C6D3A">
        <w:rPr>
          <w:rFonts w:cs="Arial"/>
        </w:rPr>
        <w:t>í</w:t>
      </w:r>
      <w:r w:rsidRPr="001C6D3A">
        <w:t>ho prost</w:t>
      </w:r>
      <w:r w:rsidRPr="001C6D3A">
        <w:rPr>
          <w:rFonts w:cs="Arial"/>
        </w:rPr>
        <w:t>ř</w:t>
      </w:r>
      <w:r w:rsidRPr="001C6D3A">
        <w:t>ed</w:t>
      </w:r>
      <w:r w:rsidRPr="001C6D3A">
        <w:rPr>
          <w:rFonts w:cs="Arial"/>
        </w:rPr>
        <w:t>í</w:t>
      </w:r>
      <w:r w:rsidRPr="001C6D3A">
        <w:t xml:space="preserve"> (zejm</w:t>
      </w:r>
      <w:r w:rsidRPr="001C6D3A">
        <w:rPr>
          <w:rFonts w:cs="Arial"/>
        </w:rPr>
        <w:t>é</w:t>
      </w:r>
      <w:r w:rsidRPr="001C6D3A">
        <w:t>na v ot</w:t>
      </w:r>
      <w:r w:rsidRPr="001C6D3A">
        <w:rPr>
          <w:rFonts w:cs="Arial"/>
        </w:rPr>
        <w:t>á</w:t>
      </w:r>
      <w:r w:rsidRPr="001C6D3A">
        <w:t>zk</w:t>
      </w:r>
      <w:r w:rsidRPr="001C6D3A">
        <w:rPr>
          <w:rFonts w:cs="Arial"/>
        </w:rPr>
        <w:t>á</w:t>
      </w:r>
      <w:r w:rsidRPr="001C6D3A">
        <w:t>ch zelen</w:t>
      </w:r>
      <w:r w:rsidRPr="001C6D3A">
        <w:rPr>
          <w:rFonts w:cs="Arial"/>
        </w:rPr>
        <w:t>ě</w:t>
      </w:r>
      <w:r w:rsidRPr="001C6D3A">
        <w:t>, manipulace s odpady, odvod zne</w:t>
      </w:r>
      <w:r w:rsidRPr="001C6D3A">
        <w:rPr>
          <w:rFonts w:cs="Arial"/>
        </w:rPr>
        <w:t>č</w:t>
      </w:r>
      <w:r w:rsidRPr="001C6D3A">
        <w:t>i</w:t>
      </w:r>
      <w:r w:rsidRPr="001C6D3A">
        <w:rPr>
          <w:rFonts w:cs="Arial"/>
        </w:rPr>
        <w:t>š</w:t>
      </w:r>
      <w:r w:rsidRPr="001C6D3A">
        <w:t>t</w:t>
      </w:r>
      <w:r w:rsidRPr="001C6D3A">
        <w:rPr>
          <w:rFonts w:cs="Arial"/>
        </w:rPr>
        <w:t>ě</w:t>
      </w:r>
      <w:r w:rsidRPr="001C6D3A">
        <w:t>n</w:t>
      </w:r>
      <w:r w:rsidRPr="001C6D3A">
        <w:rPr>
          <w:rFonts w:cs="Arial"/>
        </w:rPr>
        <w:t>ý</w:t>
      </w:r>
      <w:r w:rsidRPr="001C6D3A">
        <w:t>ch vod apod.),</w:t>
      </w:r>
    </w:p>
    <w:p w:rsidR="00521FE0" w:rsidRDefault="00521FE0" w:rsidP="00521FE0">
      <w:pPr>
        <w:pStyle w:val="Odstavec3"/>
      </w:pPr>
      <w:r w:rsidRPr="00521FE0">
        <w:t xml:space="preserve">Zhotovitel je povinen předat vyklizené Staveniště bez </w:t>
      </w:r>
      <w:r w:rsidRPr="001C6D3A">
        <w:t>vad ve lhůtě předání a převzetí Díla.</w:t>
      </w:r>
    </w:p>
    <w:p w:rsidR="005C5D01" w:rsidRDefault="005C5D01" w:rsidP="00280022">
      <w:pPr>
        <w:pStyle w:val="lnek"/>
      </w:pPr>
      <w:r w:rsidRPr="00280022">
        <w:rPr>
          <w:rFonts w:eastAsiaTheme="minorEastAsia"/>
        </w:rPr>
        <w:t>Cena</w:t>
      </w:r>
      <w:r w:rsidRPr="005C5D01">
        <w:t xml:space="preserve"> díla</w:t>
      </w:r>
    </w:p>
    <w:p w:rsidR="005C5D01" w:rsidRDefault="005C5D01" w:rsidP="005C5D01">
      <w:pPr>
        <w:pStyle w:val="Odstavec2"/>
      </w:pPr>
      <w:bookmarkStart w:id="1" w:name="_Ref321240324"/>
      <w:r w:rsidRPr="005C5D01">
        <w:t>Celková Cena díla v plném rozsahu dle této Smlouvy je stanovena jako smluvní cena bez DPH:</w:t>
      </w:r>
      <w:bookmarkEnd w:id="1"/>
    </w:p>
    <w:p w:rsidR="005C5D01" w:rsidRDefault="005C5D01" w:rsidP="00FC188C">
      <w:pPr>
        <w:pStyle w:val="Odstavec2"/>
        <w:numPr>
          <w:ilvl w:val="0"/>
          <w:numId w:val="0"/>
        </w:numPr>
        <w:ind w:left="567"/>
        <w:jc w:val="center"/>
        <w:rPr>
          <w:b/>
        </w:rPr>
      </w:pPr>
      <w:r w:rsidRPr="005C5D01">
        <w:rPr>
          <w:b/>
          <w:highlight w:val="yellow"/>
        </w:rPr>
        <w:t xml:space="preserve">………………………….,- Kč </w:t>
      </w:r>
    </w:p>
    <w:p w:rsidR="005C5D01" w:rsidRPr="005C5D01" w:rsidRDefault="005C5D01" w:rsidP="005C5D01">
      <w:pPr>
        <w:pStyle w:val="Odstavec2"/>
        <w:numPr>
          <w:ilvl w:val="0"/>
          <w:numId w:val="0"/>
        </w:numPr>
        <w:ind w:left="567"/>
        <w:jc w:val="left"/>
      </w:pPr>
      <w:r w:rsidRPr="005C5D01">
        <w:t>(dále a výše jen „</w:t>
      </w:r>
      <w:r w:rsidRPr="005C5D01">
        <w:rPr>
          <w:b/>
          <w:i/>
        </w:rPr>
        <w:t>Cena díla</w:t>
      </w:r>
      <w:r w:rsidRPr="005C5D01">
        <w:t>“).</w:t>
      </w:r>
    </w:p>
    <w:p w:rsidR="005C5D01" w:rsidRDefault="005C5D01" w:rsidP="005C5D01">
      <w:pPr>
        <w:pStyle w:val="Odstavec2"/>
      </w:pPr>
      <w:r w:rsidRPr="005C5D01">
        <w:t>K Ceně díla bude při fakturaci připočtena DPH v zákonné výši.</w:t>
      </w:r>
    </w:p>
    <w:p w:rsidR="005C5D01" w:rsidRDefault="005C5D01" w:rsidP="00280022">
      <w:pPr>
        <w:pStyle w:val="lnek"/>
      </w:pPr>
      <w:r w:rsidRPr="005C5D01">
        <w:t xml:space="preserve">Platební </w:t>
      </w:r>
      <w:r w:rsidRPr="00280022">
        <w:rPr>
          <w:rFonts w:eastAsiaTheme="minorEastAsia"/>
        </w:rPr>
        <w:t>podmínky</w:t>
      </w:r>
    </w:p>
    <w:p w:rsidR="005C5D01" w:rsidRDefault="005C5D01" w:rsidP="005C5D01">
      <w:pPr>
        <w:pStyle w:val="Odstavec2"/>
      </w:pPr>
      <w:r w:rsidRPr="005C5D01">
        <w:t>Cena díla bude Objednatelem</w:t>
      </w:r>
      <w:r>
        <w:t>:</w:t>
      </w:r>
    </w:p>
    <w:p w:rsidR="005C5D01" w:rsidRPr="001C6D3A" w:rsidRDefault="005C5D01" w:rsidP="005C5D01">
      <w:pPr>
        <w:pStyle w:val="Odstavec2"/>
        <w:numPr>
          <w:ilvl w:val="0"/>
          <w:numId w:val="0"/>
        </w:numPr>
        <w:ind w:left="567"/>
      </w:pPr>
      <w:r w:rsidRPr="001C6D3A">
        <w:t>uhrazena jednorázově po řádném a úplném dokončení celého Díla, na základě faktury – daňového dokladu (dále jen „</w:t>
      </w:r>
      <w:r w:rsidRPr="001C6D3A">
        <w:rPr>
          <w:b/>
          <w:i/>
        </w:rPr>
        <w:t>faktura</w:t>
      </w:r>
      <w:r w:rsidRPr="001C6D3A">
        <w:t xml:space="preserve">“) vystavené po předání a převzetí Díla, o kterém </w:t>
      </w:r>
      <w:r w:rsidR="00E00091" w:rsidRPr="001C6D3A">
        <w:t xml:space="preserve">bude sepsán Protokol o předání </w:t>
      </w:r>
      <w:r w:rsidRPr="001C6D3A">
        <w:t>a převzetí.</w:t>
      </w:r>
    </w:p>
    <w:p w:rsidR="005C5D01" w:rsidRPr="001C6D3A" w:rsidRDefault="005C5D01" w:rsidP="001C6D3A">
      <w:pPr>
        <w:pStyle w:val="Odstavec2"/>
      </w:pPr>
      <w:r w:rsidRPr="005C5D01">
        <w:t xml:space="preserve">Smluvní strany si </w:t>
      </w:r>
      <w:r w:rsidRPr="001C6D3A">
        <w:t>zádržné nesjednávají.</w:t>
      </w:r>
      <w:r w:rsidR="00721C8A" w:rsidRPr="001C6D3A">
        <w:t xml:space="preserve"> </w:t>
      </w:r>
    </w:p>
    <w:p w:rsidR="00E00091" w:rsidRDefault="00E00091" w:rsidP="00E00091">
      <w:pPr>
        <w:pStyle w:val="Odstavec2"/>
      </w:pPr>
      <w:r>
        <w:t xml:space="preserve">Adresy pro doručení faktur: </w:t>
      </w:r>
    </w:p>
    <w:p w:rsidR="00E00091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</w:pPr>
      <w:r>
        <w:t>v listinné podobě: ČEPRO, a.s., FÚ, Odbor účtárny, Hněvice 62, 411 08 Štětí;</w:t>
      </w:r>
    </w:p>
    <w:p w:rsidR="00E00091" w:rsidRPr="001C6D3A" w:rsidRDefault="00E00091" w:rsidP="00E00091">
      <w:pPr>
        <w:pStyle w:val="Odstavec2"/>
        <w:numPr>
          <w:ilvl w:val="3"/>
          <w:numId w:val="28"/>
        </w:numPr>
        <w:tabs>
          <w:tab w:val="clear" w:pos="2007"/>
          <w:tab w:val="num" w:pos="1134"/>
        </w:tabs>
        <w:ind w:left="1134" w:hanging="567"/>
        <w:rPr>
          <w:highlight w:val="yellow"/>
        </w:rPr>
      </w:pPr>
      <w:r>
        <w:t xml:space="preserve">v elektronické podobě:  z elektronické adresy Zhotovitele: </w:t>
      </w:r>
      <w:r w:rsidRPr="001C6D3A">
        <w:rPr>
          <w:highlight w:val="yellow"/>
        </w:rPr>
        <w:t xml:space="preserve">………... </w:t>
      </w:r>
    </w:p>
    <w:p w:rsidR="00E00091" w:rsidRDefault="00E00091" w:rsidP="00E00091">
      <w:pPr>
        <w:pStyle w:val="Odstavec2"/>
        <w:numPr>
          <w:ilvl w:val="0"/>
          <w:numId w:val="0"/>
        </w:numPr>
        <w:ind w:left="567"/>
      </w:pPr>
      <w:r>
        <w:t xml:space="preserve">                                             na e-mailovou adresu Objednatele: </w:t>
      </w:r>
      <w:hyperlink r:id="rId13" w:history="1">
        <w:r w:rsidRPr="0066611B">
          <w:rPr>
            <w:rStyle w:val="Hypertextovodkaz"/>
          </w:rPr>
          <w:t>cepro_DF@ceproas.cz</w:t>
        </w:r>
      </w:hyperlink>
      <w:r>
        <w:t>.</w:t>
      </w:r>
    </w:p>
    <w:p w:rsidR="00E00091" w:rsidRPr="00D433B9" w:rsidRDefault="00E00091" w:rsidP="00E00091">
      <w:pPr>
        <w:pStyle w:val="Odstavec2"/>
        <w:rPr>
          <w:rFonts w:cs="Arial"/>
        </w:rPr>
      </w:pPr>
      <w:r w:rsidRPr="00E00091">
        <w:t xml:space="preserve">Každá faktura dle této Smlouvy je splatná do </w:t>
      </w:r>
      <w:r w:rsidR="001C6D3A">
        <w:t>45</w:t>
      </w:r>
      <w:r w:rsidRPr="00E00091">
        <w:t xml:space="preserve"> dnů od jejího doručení Objednateli</w:t>
      </w:r>
      <w:r>
        <w:t>.</w:t>
      </w:r>
      <w:r w:rsidR="00D433B9">
        <w:rPr>
          <w:rFonts w:ascii="Times New Roman" w:hAnsi="Times New Roman"/>
          <w:color w:val="000000" w:themeColor="text1"/>
        </w:rPr>
        <w:t xml:space="preserve"> </w:t>
      </w:r>
      <w:r w:rsidR="00D433B9" w:rsidRPr="00D433B9">
        <w:rPr>
          <w:rFonts w:cs="Arial"/>
        </w:rPr>
        <w:t xml:space="preserve">Faktura musí být jednoznačně identifikovatelná (uvedením čísla smlouvy, názvu stavby, čísla investiční akce, eventuálně další údaje vyžádané </w:t>
      </w:r>
      <w:r w:rsidR="00B14EA6">
        <w:rPr>
          <w:rFonts w:cs="Arial"/>
        </w:rPr>
        <w:t>O</w:t>
      </w:r>
      <w:r w:rsidR="00D433B9" w:rsidRPr="00D433B9">
        <w:rPr>
          <w:rFonts w:cs="Arial"/>
        </w:rPr>
        <w:t>bjednatelem). Na faktuře musí být uvedeno číslo objednávky</w:t>
      </w:r>
      <w:r w:rsidR="00D433B9" w:rsidRPr="00D433B9">
        <w:rPr>
          <w:rFonts w:cs="Arial"/>
          <w:b/>
        </w:rPr>
        <w:t xml:space="preserve"> </w:t>
      </w:r>
      <w:r w:rsidR="00D433B9" w:rsidRPr="00D433B9">
        <w:rPr>
          <w:rFonts w:cs="Arial"/>
          <w:i/>
        </w:rPr>
        <w:t>………………(bude doplněno objednatelem před podpisem smlouvy).</w:t>
      </w:r>
    </w:p>
    <w:p w:rsidR="007B1761" w:rsidRDefault="007B1761" w:rsidP="00280022">
      <w:pPr>
        <w:pStyle w:val="lnek"/>
      </w:pPr>
      <w:r w:rsidRPr="007B1761">
        <w:t xml:space="preserve">Předání a </w:t>
      </w:r>
      <w:r w:rsidRPr="00280022">
        <w:rPr>
          <w:rFonts w:eastAsiaTheme="minorEastAsia"/>
        </w:rPr>
        <w:t>převzetí</w:t>
      </w:r>
      <w:r w:rsidRPr="007B1761">
        <w:t xml:space="preserve"> Díla</w:t>
      </w:r>
    </w:p>
    <w:p w:rsidR="007B1761" w:rsidRDefault="00AE3CC7" w:rsidP="00E322F9">
      <w:pPr>
        <w:pStyle w:val="Odstavec2"/>
      </w:pPr>
      <w:r w:rsidRPr="00AE3CC7">
        <w:t>Předání</w:t>
      </w:r>
      <w:r>
        <w:t xml:space="preserve"> a převzetí Díla se </w:t>
      </w:r>
      <w:r w:rsidRPr="001C6D3A">
        <w:t xml:space="preserve">uskuteční </w:t>
      </w:r>
      <w:r w:rsidR="00E322F9" w:rsidRPr="001C6D3A">
        <w:t>po řádném dokončení celého Díla.</w:t>
      </w:r>
    </w:p>
    <w:p w:rsidR="006F5596" w:rsidRDefault="00BE2E82" w:rsidP="00E322F9">
      <w:pPr>
        <w:pStyle w:val="Odstavec2"/>
      </w:pPr>
      <w:bookmarkStart w:id="2" w:name="_Ref334787654"/>
      <w:r w:rsidRPr="00CD1BFE">
        <w:t xml:space="preserve">Pro účely přejímky a před přejímkou je Zhotovitel povinen včas připravit a předložit v českém jazyce </w:t>
      </w:r>
      <w:r w:rsidR="00CD1BFE" w:rsidRPr="00CD1BFE">
        <w:t>kromě veškerých dokladů sjednaných jinde ve Smlouvě a</w:t>
      </w:r>
      <w:r w:rsidRPr="00CD1BFE">
        <w:t xml:space="preserve"> plynoucí</w:t>
      </w:r>
      <w:r w:rsidR="00CD1BFE" w:rsidRPr="00CD1BFE">
        <w:t>ch</w:t>
      </w:r>
      <w:r w:rsidRPr="00CD1BFE">
        <w:t xml:space="preserve"> z obecně závazných právních a technických předpisů</w:t>
      </w:r>
      <w:r w:rsidR="00CD1BFE" w:rsidRPr="00CD1BFE">
        <w:t xml:space="preserve"> i následující doklady</w:t>
      </w:r>
      <w:r w:rsidRPr="00CD1BFE">
        <w:t>:</w:t>
      </w:r>
      <w:bookmarkEnd w:id="2"/>
    </w:p>
    <w:p w:rsidR="006F5596" w:rsidRPr="00602698" w:rsidRDefault="006F5596" w:rsidP="006F5596">
      <w:pPr>
        <w:pStyle w:val="Body"/>
      </w:pPr>
      <w:r w:rsidRPr="00602698">
        <w:t xml:space="preserve">dokumentace skutečného provedení </w:t>
      </w:r>
      <w:r w:rsidR="00B14EA6">
        <w:t>D</w:t>
      </w:r>
      <w:r w:rsidRPr="00602698">
        <w:t>íla</w:t>
      </w:r>
      <w:r w:rsidR="001C6D3A" w:rsidRPr="00602698">
        <w:t xml:space="preserve"> (pasport)</w:t>
      </w:r>
    </w:p>
    <w:p w:rsidR="006F5596" w:rsidRPr="00602698" w:rsidRDefault="006F5596" w:rsidP="006F5596">
      <w:pPr>
        <w:pStyle w:val="Body"/>
      </w:pPr>
      <w:r w:rsidRPr="00602698">
        <w:t xml:space="preserve">technickou specifikaci, atesty, prohlášení o shodě, certifikáty a osvědčení o jakosti materiálů a výrobků použitých pro realizaci </w:t>
      </w:r>
      <w:r w:rsidR="00B14EA6">
        <w:t>D</w:t>
      </w:r>
      <w:r w:rsidRPr="00602698">
        <w:t>íla</w:t>
      </w:r>
    </w:p>
    <w:p w:rsidR="006F5596" w:rsidRPr="00602698" w:rsidRDefault="006F5596" w:rsidP="006F5596">
      <w:pPr>
        <w:pStyle w:val="Body"/>
      </w:pPr>
      <w:r w:rsidRPr="00602698">
        <w:t>stavební deník</w:t>
      </w:r>
    </w:p>
    <w:p w:rsidR="00BE2E82" w:rsidRPr="00602698" w:rsidRDefault="006F5596" w:rsidP="006F5596">
      <w:pPr>
        <w:pStyle w:val="Body"/>
        <w:rPr>
          <w:rStyle w:val="Odkaznakoment"/>
          <w:sz w:val="20"/>
          <w:szCs w:val="20"/>
        </w:rPr>
      </w:pPr>
      <w:r w:rsidRPr="00602698">
        <w:lastRenderedPageBreak/>
        <w:t>doklady o ekologické likvidaci veškerých odpadů vzniklých prováděním díla</w:t>
      </w:r>
      <w:r w:rsidRPr="00602698">
        <w:rPr>
          <w:rStyle w:val="Odkaznakoment"/>
          <w:sz w:val="20"/>
          <w:szCs w:val="20"/>
        </w:rPr>
        <w:t xml:space="preserve"> </w:t>
      </w:r>
    </w:p>
    <w:p w:rsidR="00C42ABF" w:rsidRPr="00602698" w:rsidRDefault="00C42ABF" w:rsidP="006F5596">
      <w:pPr>
        <w:pStyle w:val="Body"/>
        <w:rPr>
          <w:rStyle w:val="Odkaznakoment"/>
          <w:sz w:val="20"/>
          <w:szCs w:val="20"/>
        </w:rPr>
      </w:pPr>
      <w:r w:rsidRPr="00602698">
        <w:rPr>
          <w:rStyle w:val="Odkaznakoment"/>
          <w:sz w:val="20"/>
          <w:szCs w:val="20"/>
        </w:rPr>
        <w:t xml:space="preserve">výchozí revizní zprávu </w:t>
      </w:r>
    </w:p>
    <w:p w:rsidR="00C42ABF" w:rsidRPr="00602698" w:rsidRDefault="00B14EA6" w:rsidP="006F5596">
      <w:pPr>
        <w:pStyle w:val="Body"/>
        <w:rPr>
          <w:rStyle w:val="Odkaznakoment"/>
          <w:sz w:val="20"/>
          <w:szCs w:val="20"/>
        </w:rPr>
      </w:pPr>
      <w:r>
        <w:rPr>
          <w:rStyle w:val="Odkaznakoment"/>
          <w:sz w:val="20"/>
          <w:szCs w:val="20"/>
        </w:rPr>
        <w:t>doklady o t</w:t>
      </w:r>
      <w:r w:rsidR="00C42ABF" w:rsidRPr="00602698">
        <w:rPr>
          <w:rStyle w:val="Odkaznakoment"/>
          <w:sz w:val="20"/>
          <w:szCs w:val="20"/>
        </w:rPr>
        <w:t>echnick</w:t>
      </w:r>
      <w:r>
        <w:rPr>
          <w:rStyle w:val="Odkaznakoment"/>
          <w:sz w:val="20"/>
          <w:szCs w:val="20"/>
        </w:rPr>
        <w:t>ých</w:t>
      </w:r>
      <w:r w:rsidR="00C42ABF" w:rsidRPr="00602698">
        <w:rPr>
          <w:rStyle w:val="Odkaznakoment"/>
          <w:sz w:val="20"/>
          <w:szCs w:val="20"/>
        </w:rPr>
        <w:t xml:space="preserve"> a provozní</w:t>
      </w:r>
      <w:r>
        <w:rPr>
          <w:rStyle w:val="Odkaznakoment"/>
          <w:sz w:val="20"/>
          <w:szCs w:val="20"/>
        </w:rPr>
        <w:t>ch</w:t>
      </w:r>
      <w:r w:rsidR="00C42ABF" w:rsidRPr="00602698">
        <w:rPr>
          <w:rStyle w:val="Odkaznakoment"/>
          <w:sz w:val="20"/>
          <w:szCs w:val="20"/>
        </w:rPr>
        <w:t xml:space="preserve"> parametr</w:t>
      </w:r>
      <w:r>
        <w:rPr>
          <w:rStyle w:val="Odkaznakoment"/>
          <w:sz w:val="20"/>
          <w:szCs w:val="20"/>
        </w:rPr>
        <w:t>ech</w:t>
      </w:r>
      <w:r w:rsidR="00C42ABF" w:rsidRPr="00602698">
        <w:rPr>
          <w:rStyle w:val="Odkaznakoment"/>
          <w:sz w:val="20"/>
          <w:szCs w:val="20"/>
        </w:rPr>
        <w:t xml:space="preserve"> opravené kanalizace</w:t>
      </w:r>
    </w:p>
    <w:p w:rsidR="00C42ABF" w:rsidRPr="00602698" w:rsidRDefault="00B14EA6" w:rsidP="006F5596">
      <w:pPr>
        <w:pStyle w:val="Body"/>
        <w:rPr>
          <w:rStyle w:val="Odkaznakoment"/>
          <w:sz w:val="20"/>
          <w:szCs w:val="20"/>
        </w:rPr>
      </w:pPr>
      <w:r>
        <w:rPr>
          <w:rStyle w:val="Odkaznakoment"/>
          <w:sz w:val="20"/>
          <w:szCs w:val="20"/>
        </w:rPr>
        <w:t>z</w:t>
      </w:r>
      <w:r w:rsidR="00C42ABF" w:rsidRPr="00602698">
        <w:rPr>
          <w:rStyle w:val="Odkaznakoment"/>
          <w:sz w:val="20"/>
          <w:szCs w:val="20"/>
        </w:rPr>
        <w:t>áznamy z TV monitoringu</w:t>
      </w:r>
      <w:r w:rsidR="00DA61D8" w:rsidRPr="00602698">
        <w:rPr>
          <w:rStyle w:val="Odkaznakoment"/>
          <w:sz w:val="20"/>
          <w:szCs w:val="20"/>
        </w:rPr>
        <w:t xml:space="preserve"> po opravě</w:t>
      </w:r>
      <w:r>
        <w:rPr>
          <w:rStyle w:val="Odkaznakoment"/>
          <w:sz w:val="20"/>
          <w:szCs w:val="20"/>
        </w:rPr>
        <w:t xml:space="preserve"> kanalizace</w:t>
      </w:r>
    </w:p>
    <w:p w:rsidR="00DA61D8" w:rsidRPr="00602698" w:rsidRDefault="00B14EA6" w:rsidP="006F5596">
      <w:pPr>
        <w:pStyle w:val="Body"/>
        <w:rPr>
          <w:rStyle w:val="Odkaznakoment"/>
          <w:sz w:val="20"/>
          <w:szCs w:val="20"/>
        </w:rPr>
      </w:pPr>
      <w:r>
        <w:rPr>
          <w:rStyle w:val="Odkaznakoment"/>
          <w:sz w:val="20"/>
          <w:szCs w:val="20"/>
        </w:rPr>
        <w:t>p</w:t>
      </w:r>
      <w:r w:rsidR="00DA61D8" w:rsidRPr="00602698">
        <w:rPr>
          <w:rStyle w:val="Odkaznakoment"/>
          <w:sz w:val="20"/>
          <w:szCs w:val="20"/>
        </w:rPr>
        <w:t>rotokoly o revizi</w:t>
      </w:r>
      <w:r>
        <w:rPr>
          <w:rStyle w:val="Odkaznakoment"/>
          <w:sz w:val="20"/>
          <w:szCs w:val="20"/>
        </w:rPr>
        <w:t xml:space="preserve"> – revizní zpráva a protokoly o provedení</w:t>
      </w:r>
      <w:r w:rsidR="00DA61D8" w:rsidRPr="00602698">
        <w:rPr>
          <w:rStyle w:val="Odkaznakoment"/>
          <w:sz w:val="20"/>
          <w:szCs w:val="20"/>
        </w:rPr>
        <w:t xml:space="preserve"> těsnostní zkouš</w:t>
      </w:r>
      <w:r>
        <w:rPr>
          <w:rStyle w:val="Odkaznakoment"/>
          <w:sz w:val="20"/>
          <w:szCs w:val="20"/>
        </w:rPr>
        <w:t>ky</w:t>
      </w:r>
      <w:r w:rsidR="00DA61D8" w:rsidRPr="00602698">
        <w:rPr>
          <w:rStyle w:val="Odkaznakoment"/>
          <w:sz w:val="20"/>
          <w:szCs w:val="20"/>
        </w:rPr>
        <w:t xml:space="preserve"> potrubí</w:t>
      </w:r>
    </w:p>
    <w:p w:rsidR="00CD1BFE" w:rsidRDefault="00CD1BFE" w:rsidP="00E322F9">
      <w:pPr>
        <w:pStyle w:val="Odstavec2"/>
      </w:pPr>
      <w:r w:rsidRPr="00CD1BFE">
        <w:t>Není-li v</w:t>
      </w:r>
      <w:r>
        <w:t> jiných ustanoveních Smlouvy</w:t>
      </w:r>
      <w:r w:rsidRPr="00CD1BFE">
        <w:t xml:space="preserve"> uvedeno jinak, Zhotovitel předá Objednateli dokumenty v tomto počtu vyhotovení:</w:t>
      </w:r>
    </w:p>
    <w:p w:rsidR="00CD1BFE" w:rsidRDefault="0035734F" w:rsidP="00CD1BFE">
      <w:pPr>
        <w:pStyle w:val="Odstavec2"/>
        <w:numPr>
          <w:ilvl w:val="0"/>
          <w:numId w:val="29"/>
        </w:numPr>
      </w:pPr>
      <w:r>
        <w:t>1</w:t>
      </w:r>
      <w:r w:rsidR="00CD1BFE">
        <w:t>x v listinné podobě;</w:t>
      </w:r>
    </w:p>
    <w:p w:rsidR="00CD1BFE" w:rsidRPr="0035734F" w:rsidRDefault="0035734F" w:rsidP="00CD1BFE">
      <w:pPr>
        <w:pStyle w:val="Odstavec2"/>
        <w:numPr>
          <w:ilvl w:val="0"/>
          <w:numId w:val="29"/>
        </w:numPr>
      </w:pPr>
      <w:r>
        <w:t>1</w:t>
      </w:r>
      <w:r w:rsidR="00CD1BFE">
        <w:t xml:space="preserve">x v elektronické podobě ve </w:t>
      </w:r>
      <w:r w:rsidR="00CD1BFE" w:rsidRPr="0035734F">
        <w:t xml:space="preserve">formátu docx / xlsx / pdf / </w:t>
      </w:r>
    </w:p>
    <w:p w:rsidR="00CD1BFE" w:rsidRDefault="00CD1BFE" w:rsidP="00280022">
      <w:pPr>
        <w:pStyle w:val="lnek"/>
      </w:pPr>
      <w:r w:rsidRPr="00280022">
        <w:rPr>
          <w:rFonts w:eastAsiaTheme="minorEastAsia"/>
        </w:rPr>
        <w:t>Záruka</w:t>
      </w:r>
      <w:r w:rsidRPr="00CD1BFE">
        <w:t xml:space="preserve"> a záruční doba</w:t>
      </w:r>
    </w:p>
    <w:p w:rsidR="00CD1BFE" w:rsidRPr="005B0B7C" w:rsidRDefault="00CD1BFE" w:rsidP="00CD1BFE">
      <w:pPr>
        <w:pStyle w:val="Odstavec2"/>
      </w:pPr>
      <w:r w:rsidRPr="005B0B7C">
        <w:t xml:space="preserve">Záruční doba se sjednává v délce trvání </w:t>
      </w:r>
      <w:r w:rsidR="0035734F" w:rsidRPr="005B0B7C">
        <w:t xml:space="preserve">60 </w:t>
      </w:r>
      <w:r w:rsidRPr="005B0B7C">
        <w:t>měsíců.</w:t>
      </w:r>
    </w:p>
    <w:p w:rsidR="00216448" w:rsidRPr="005B0B7C" w:rsidRDefault="00216448" w:rsidP="00216448">
      <w:pPr>
        <w:pStyle w:val="Odstavec2"/>
      </w:pPr>
      <w:r w:rsidRPr="005B0B7C">
        <w:t>Zhotovitel je povinen vady o</w:t>
      </w:r>
      <w:r w:rsidRPr="005B0B7C">
        <w:rPr>
          <w:rFonts w:eastAsia="MS Mincho"/>
        </w:rPr>
        <w:t>d</w:t>
      </w:r>
      <w:r w:rsidRPr="005B0B7C">
        <w:t xml:space="preserve">stranit nejpozději do </w:t>
      </w:r>
      <w:r w:rsidR="00602698" w:rsidRPr="005B0B7C">
        <w:t>5 ti prac</w:t>
      </w:r>
      <w:r w:rsidR="005B0B7C" w:rsidRPr="005B0B7C">
        <w:t>ovních</w:t>
      </w:r>
      <w:r w:rsidR="00602698" w:rsidRPr="005B0B7C">
        <w:t xml:space="preserve"> dnů</w:t>
      </w:r>
      <w:r w:rsidR="005B0B7C" w:rsidRPr="005B0B7C">
        <w:t>.</w:t>
      </w:r>
    </w:p>
    <w:p w:rsidR="00216448" w:rsidRPr="00B14EA6" w:rsidRDefault="00216448" w:rsidP="00216448">
      <w:pPr>
        <w:pStyle w:val="Odstavec2"/>
        <w:rPr>
          <w:i/>
        </w:rPr>
      </w:pPr>
      <w:r w:rsidRPr="00216448">
        <w:t xml:space="preserve">Zhotovitel přijímá písemné reklamace vad na poštovní adrese: </w:t>
      </w:r>
      <w:r w:rsidRPr="00216448">
        <w:rPr>
          <w:highlight w:val="yellow"/>
        </w:rPr>
        <w:t>…………………………</w:t>
      </w:r>
      <w:r w:rsidRPr="00216448">
        <w:t xml:space="preserve"> nebo na e-mailové adrese: </w:t>
      </w:r>
      <w:r w:rsidRPr="00216448">
        <w:rPr>
          <w:highlight w:val="yellow"/>
        </w:rPr>
        <w:t>……</w:t>
      </w:r>
      <w:r w:rsidRPr="00216448">
        <w:t>, na které přijímá nahlášení vad 24 hodin denně 7 dní v</w:t>
      </w:r>
      <w:r>
        <w:t> </w:t>
      </w:r>
      <w:r w:rsidRPr="00216448">
        <w:t>týdnu</w:t>
      </w:r>
      <w:r>
        <w:t xml:space="preserve"> </w:t>
      </w:r>
      <w:r w:rsidRPr="00216448">
        <w:t xml:space="preserve">/ v pracovní dny v pracovní době </w:t>
      </w:r>
      <w:r w:rsidRPr="00316F94">
        <w:rPr>
          <w:highlight w:val="yellow"/>
        </w:rPr>
        <w:t>od …… do ……</w:t>
      </w:r>
      <w:r w:rsidRPr="00216448">
        <w:t xml:space="preserve"> hodin.</w:t>
      </w:r>
      <w:r w:rsidR="00B14EA6">
        <w:t xml:space="preserve"> </w:t>
      </w:r>
      <w:r w:rsidR="00B14EA6">
        <w:rPr>
          <w:i/>
        </w:rPr>
        <w:t>(pozn: vyberte variantu)</w:t>
      </w:r>
    </w:p>
    <w:p w:rsidR="00216448" w:rsidRDefault="00216448" w:rsidP="00280022">
      <w:pPr>
        <w:pStyle w:val="lnek"/>
      </w:pPr>
      <w:r w:rsidRPr="00216448">
        <w:t xml:space="preserve">Pojištění </w:t>
      </w:r>
      <w:r w:rsidRPr="00280022">
        <w:t>Zhotovitele</w:t>
      </w:r>
    </w:p>
    <w:p w:rsidR="00216448" w:rsidRPr="00216448" w:rsidRDefault="00216448" w:rsidP="00216448">
      <w:pPr>
        <w:pStyle w:val="Odstavec2"/>
      </w:pPr>
      <w:r w:rsidRPr="00216448">
        <w:t xml:space="preserve">Zhotovitel prohlašuje, že má ke dni podpisu Smlouvy platně </w:t>
      </w:r>
      <w:r w:rsidRPr="00216448">
        <w:rPr>
          <w:iCs/>
        </w:rPr>
        <w:t>uzavřeno příslušné pojištění</w:t>
      </w:r>
    </w:p>
    <w:p w:rsidR="00216448" w:rsidRPr="00602698" w:rsidRDefault="00216448" w:rsidP="00216448">
      <w:pPr>
        <w:pStyle w:val="Odstavec2"/>
        <w:numPr>
          <w:ilvl w:val="0"/>
          <w:numId w:val="32"/>
        </w:numPr>
      </w:pPr>
      <w:r w:rsidRPr="00602698">
        <w:t xml:space="preserve">pro případ odpovědnosti za škodu způsobenou třetí osobě vzniklou v souvislosti s výkonem jeho podnikatelské činnosti s pojistným plněním ve výši min. </w:t>
      </w:r>
      <w:r w:rsidR="0035734F" w:rsidRPr="00602698">
        <w:t>500 000</w:t>
      </w:r>
      <w:r w:rsidRPr="00602698">
        <w:t>,- Kč.</w:t>
      </w:r>
    </w:p>
    <w:p w:rsidR="00216448" w:rsidRPr="00602698" w:rsidRDefault="00216448" w:rsidP="00216448">
      <w:pPr>
        <w:pStyle w:val="Odstavec2"/>
        <w:numPr>
          <w:ilvl w:val="0"/>
          <w:numId w:val="32"/>
        </w:numPr>
      </w:pPr>
      <w:r w:rsidRPr="00602698">
        <w:t xml:space="preserve">pro případ odpovědnosti za škodu na životním prostředí (za únik znečišťujících látek) s pojistným plněním ve výši min. </w:t>
      </w:r>
      <w:r w:rsidR="00602698" w:rsidRPr="00602698">
        <w:t>500 000</w:t>
      </w:r>
      <w:r w:rsidRPr="00602698">
        <w:t>,- Kč</w:t>
      </w:r>
    </w:p>
    <w:p w:rsidR="00216448" w:rsidRPr="00280022" w:rsidRDefault="00280022" w:rsidP="00280022">
      <w:pPr>
        <w:pStyle w:val="Odstavec2"/>
      </w:pPr>
      <w:r w:rsidRPr="00280022">
        <w:rPr>
          <w:iCs/>
        </w:rPr>
        <w:t>Zhotovitel předloží Objednateli originál pojistné smlouvy před podpisem Smlouvy s tím, že Objednatel je oprávněn si udělat kopii předloženého originálu pojistné smlouvy.</w:t>
      </w:r>
    </w:p>
    <w:p w:rsidR="00280022" w:rsidRPr="00280022" w:rsidRDefault="00280022" w:rsidP="00280022">
      <w:pPr>
        <w:pStyle w:val="Odstavec2"/>
      </w:pPr>
      <w:r w:rsidRPr="00280022">
        <w:rPr>
          <w:iCs/>
        </w:rPr>
        <w:t>Nezajistí-li Zhotovitel nepřetržité trvání pojištění v dohodnutém rozsahu po dohodnutou dobu, je Objednatel oprávněn uzavřít a udržovat takové pojištění sám. Náklady vzniklé v souvislosti s takovým pojištěním je Objednatel oprávněn započíst na Cenu díla sjednanou ve Smlouvě.</w:t>
      </w:r>
    </w:p>
    <w:p w:rsidR="00280022" w:rsidRDefault="00280022" w:rsidP="00280022">
      <w:pPr>
        <w:pStyle w:val="lnek"/>
      </w:pPr>
      <w:r w:rsidRPr="00280022">
        <w:t>Smluvní pokuty a úrok z prodlení</w:t>
      </w:r>
    </w:p>
    <w:p w:rsidR="00280022" w:rsidRPr="0035734F" w:rsidRDefault="00280022" w:rsidP="00280022">
      <w:pPr>
        <w:pStyle w:val="Odstavec2"/>
      </w:pPr>
      <w:r w:rsidRPr="00280022">
        <w:t>Smluvní strana je oprávněna v případě prodlení druhé Smluvní strany s úhradou peněžitého plnění po</w:t>
      </w:r>
      <w:r>
        <w:t>žadovat úhradu úroku z prodlení</w:t>
      </w:r>
      <w:r w:rsidRPr="00280022">
        <w:t xml:space="preserve"> </w:t>
      </w:r>
      <w:r w:rsidRPr="0035734F">
        <w:t xml:space="preserve">v zákonné výši podle občanskoprávních </w:t>
      </w:r>
      <w:r w:rsidR="00796B3E">
        <w:t>předpisů.</w:t>
      </w:r>
      <w:r w:rsidRPr="0035734F">
        <w:t xml:space="preserve">. 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Bude-li Zhotovitel v prodlení se splněním dohodnutého termínu předání Díla z důvodu na své straně, je Objednatel oprávněn požadovat po Zhotoviteli úhradu smluvní pokuty ve výši </w:t>
      </w:r>
      <w:r w:rsidR="0035734F">
        <w:rPr>
          <w:bCs/>
        </w:rPr>
        <w:t>0,5</w:t>
      </w:r>
      <w:r w:rsidRPr="00280022">
        <w:rPr>
          <w:bCs/>
        </w:rPr>
        <w:t xml:space="preserve"> % z Ceny díla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 xml:space="preserve">Nedostaví-li se Zhotovitel k převzetí Staveniště ve stanoveném termínu, je Objednatel oprávněn po Zhotoviteli požadovat úhradu smluvní pokuty ve výši </w:t>
      </w:r>
      <w:r w:rsidR="0035734F">
        <w:rPr>
          <w:bCs/>
        </w:rPr>
        <w:t>10 000,-</w:t>
      </w:r>
      <w:r w:rsidRPr="00280022">
        <w:rPr>
          <w:bCs/>
        </w:rPr>
        <w:t xml:space="preserve"> Kč.</w:t>
      </w:r>
    </w:p>
    <w:p w:rsidR="00280022" w:rsidRDefault="00280022" w:rsidP="00280022">
      <w:pPr>
        <w:pStyle w:val="Odstavec2"/>
      </w:pPr>
      <w:r w:rsidRPr="00280022">
        <w:rPr>
          <w:bCs/>
        </w:rPr>
        <w:t>Pokud</w:t>
      </w:r>
      <w:r w:rsidRPr="00280022">
        <w:t xml:space="preserve"> Zhotovitel neodstraní nedodělky či vady zjištěné při přejímacím řízení v dohodnutém termínu, je Objednatel oprávněn požadovat po Zhotoviteli úhradu smluvní pokuty </w:t>
      </w:r>
      <w:r w:rsidR="0035734F">
        <w:t>1 000,-</w:t>
      </w:r>
      <w:r w:rsidRPr="00280022">
        <w:t xml:space="preserve"> Kč za každý nedodělek či vadu a za každý den prodlení.</w:t>
      </w:r>
    </w:p>
    <w:p w:rsidR="00280022" w:rsidRDefault="00280022" w:rsidP="00280022">
      <w:pPr>
        <w:pStyle w:val="Odstavec2"/>
      </w:pPr>
      <w:r w:rsidRPr="00280022">
        <w:t xml:space="preserve">Pokud Zhotovitel nevyklidí Staveniště ve sjednaném termínu, je Objednatel oprávněn požadovat po Zhotoviteli úhradu smluvní pokuty ve výši </w:t>
      </w:r>
      <w:r w:rsidR="0035734F">
        <w:t>1 000,-</w:t>
      </w:r>
      <w:r w:rsidRPr="00280022">
        <w:t xml:space="preserve"> Kč za každý i započatý den prodlení.</w:t>
      </w:r>
    </w:p>
    <w:p w:rsidR="00280022" w:rsidRPr="00280022" w:rsidRDefault="00280022" w:rsidP="00280022">
      <w:pPr>
        <w:pStyle w:val="Odstavec2"/>
      </w:pPr>
      <w:r w:rsidRPr="00280022">
        <w:rPr>
          <w:bCs/>
        </w:rPr>
        <w:t>Smluvní pokuta za neodstranění reklamovaných vad v záruční době</w:t>
      </w:r>
    </w:p>
    <w:p w:rsidR="00280022" w:rsidRDefault="00280022" w:rsidP="00280022">
      <w:pPr>
        <w:pStyle w:val="Odstavec3"/>
      </w:pPr>
      <w:r w:rsidRPr="00280022">
        <w:lastRenderedPageBreak/>
        <w:t xml:space="preserve">Při prodlení se splněním dohodnutého termínu odstranění reklamované vady Díla nebo dohodnutého termínu nástupu na odstranění reklamované vady Díla, je Objednatel oprávněn po Zhotoviteli požadovat úhradu smluvní pokuty ve výši </w:t>
      </w:r>
      <w:r w:rsidR="0035734F">
        <w:t>1 000,-</w:t>
      </w:r>
      <w:r w:rsidRPr="00280022">
        <w:t xml:space="preserve"> Kč za každou vadu a den prodlení.</w:t>
      </w:r>
    </w:p>
    <w:p w:rsidR="00280022" w:rsidRDefault="00280022" w:rsidP="00280022">
      <w:pPr>
        <w:pStyle w:val="Odstavec3"/>
      </w:pPr>
      <w:r w:rsidRPr="00280022">
        <w:t xml:space="preserve">Pokud Zhotovitel nebude písemně reagovat na písemnou reklamaci vady v dohodnutých lhůtách, nebo si v těchto lhůtách písemně nedohodne s Objednatelem vzhledem k rozsahu a složitosti reklamované vady lhůtu delší, je Objednatel oprávněn po Zhotoviteli požadovat úhradu další smluvní pokuty ve výši </w:t>
      </w:r>
      <w:r w:rsidR="00A4593C">
        <w:t>500,-</w:t>
      </w:r>
      <w:r w:rsidRPr="00280022">
        <w:t xml:space="preserve"> Kč za každou oprávněnou reklamaci.</w:t>
      </w:r>
    </w:p>
    <w:p w:rsidR="00280022" w:rsidRDefault="00655C3C" w:rsidP="00280022">
      <w:pPr>
        <w:pStyle w:val="Odstavec3"/>
      </w:pPr>
      <w:r>
        <w:t xml:space="preserve">Pokud Zhotovitel poruší své povinnosti, jak je uvedeno v předchozích dvou odstavcích a </w:t>
      </w:r>
      <w:r w:rsidRPr="00655C3C">
        <w:t xml:space="preserve">v reklamaci </w:t>
      </w:r>
      <w:r>
        <w:t xml:space="preserve">je vada </w:t>
      </w:r>
      <w:r w:rsidRPr="00655C3C">
        <w:t>Objednatel</w:t>
      </w:r>
      <w:r>
        <w:t>em</w:t>
      </w:r>
      <w:r w:rsidRPr="00655C3C">
        <w:t xml:space="preserve"> oprávněně </w:t>
      </w:r>
      <w:r>
        <w:t xml:space="preserve">označena za vadu </w:t>
      </w:r>
      <w:r w:rsidRPr="00655C3C">
        <w:t>brání</w:t>
      </w:r>
      <w:r>
        <w:t>cí</w:t>
      </w:r>
      <w:r w:rsidRPr="00655C3C">
        <w:t xml:space="preserve"> řádnému užívání Díla, </w:t>
      </w:r>
      <w:r>
        <w:t>nebo že v důsledku vady</w:t>
      </w:r>
      <w:r w:rsidRPr="00655C3C">
        <w:t xml:space="preserve"> hrozí Havárie, sjednávají obě Smluvní strany smluvní pokuty v dvojnásobné výši</w:t>
      </w:r>
      <w:r>
        <w:t xml:space="preserve"> smluvních pokut uvedených v předchozích dvou odstavcích</w:t>
      </w:r>
      <w:r w:rsidRPr="00655C3C">
        <w:t>.</w:t>
      </w:r>
    </w:p>
    <w:p w:rsidR="00655C3C" w:rsidRDefault="00655C3C" w:rsidP="00655C3C">
      <w:pPr>
        <w:pStyle w:val="Odstavec2"/>
      </w:pPr>
      <w:r w:rsidRPr="00655C3C">
        <w:t xml:space="preserve">V případě porušení právních a ostatních obecně závazných předpisů k zajištění BOZP, PO, nakládání s odpady a vnitřních předpisů Objednatele, je Objednatel oprávněn požadovat po Zhotoviteli úhradu smluvní pokuty ve výši </w:t>
      </w:r>
      <w:r w:rsidR="00A4593C">
        <w:t>5 000,-</w:t>
      </w:r>
      <w:r w:rsidRPr="00655C3C">
        <w:t xml:space="preserve"> Kč za každý jednotlivý případ porušení. Porušení bude zaznamenáno ve Stavebním deníku oprávněným Zástupcem Objednatele.</w:t>
      </w:r>
    </w:p>
    <w:p w:rsidR="00655C3C" w:rsidRDefault="00655C3C" w:rsidP="00655C3C">
      <w:pPr>
        <w:pStyle w:val="Odstavec2"/>
      </w:pPr>
      <w:r w:rsidRPr="00655C3C">
        <w:t>Smluvní pokutu vyúčtuje oprávněná Smluvní strana povinné Smluvní straně písemnou formou.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Ve vyúčtování musí být uvedeno ustanovení Smlouvy, které k vyúčtování smluvní pokuty opravňuje a způsob výpočtu celkové výše smluvní pokuty.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Povinná Smluvní strana je povinna uhradit vyúčtované smluvní pokuty nejpozději do 30 dnů ode dne obdržení příslušného vyúčtování.</w:t>
      </w:r>
    </w:p>
    <w:p w:rsidR="00655C3C" w:rsidRPr="00655C3C" w:rsidRDefault="00655C3C" w:rsidP="00655C3C">
      <w:pPr>
        <w:pStyle w:val="Odstavec2"/>
      </w:pPr>
      <w:r w:rsidRPr="00655C3C">
        <w:rPr>
          <w:iCs/>
        </w:rPr>
        <w:t>Zaplacením jakékoli smluvní pokuty není dotčeno právo Objednatele požadovat na Zhotoviteli náhradu škody, a to v plném rozsahu.</w:t>
      </w:r>
    </w:p>
    <w:p w:rsidR="00655C3C" w:rsidRPr="0021315A" w:rsidRDefault="00655C3C" w:rsidP="0021315A">
      <w:pPr>
        <w:pStyle w:val="lnek"/>
        <w:rPr>
          <w:iCs/>
        </w:rPr>
      </w:pPr>
      <w:r w:rsidRPr="00655C3C">
        <w:rPr>
          <w:iCs/>
        </w:rPr>
        <w:t>Závěrečná ujednání</w:t>
      </w:r>
    </w:p>
    <w:p w:rsidR="00655C3C" w:rsidRDefault="0021315A" w:rsidP="00655C3C">
      <w:pPr>
        <w:pStyle w:val="Odstavec2"/>
      </w:pPr>
      <w:r w:rsidRPr="00655C3C">
        <w:rPr>
          <w:iCs/>
        </w:rPr>
        <w:t>Smluvní strany se dohodly, že případná neplatnost některého z ustanovení této Smlouvy nezpůsobuje neplatnost celé Smlouvy a Smluvní strany se zavazují nahradit taková ustanovení bez zbytečného odkladu novými ustanoveními zajišťujícími dosažení původního účelu zaniklého č</w:t>
      </w:r>
      <w:r w:rsidRPr="00655C3C">
        <w:t>i neplatného ustanovení této Smlouvy.</w:t>
      </w:r>
    </w:p>
    <w:p w:rsidR="00D17CE0" w:rsidRDefault="00D17CE0" w:rsidP="00D17CE0">
      <w:pPr>
        <w:pStyle w:val="Odstavec2"/>
      </w:pPr>
      <w:r w:rsidRPr="00D17CE0">
        <w:t>Tato Smlouva a veškeré právní vztahy z ní vzniklé se řídí příslušnými ustanoveními</w:t>
      </w:r>
      <w:r>
        <w:t xml:space="preserve"> zákona č. 89/2012 Sb.,</w:t>
      </w:r>
      <w:r w:rsidRPr="00D17CE0">
        <w:t xml:space="preserve"> </w:t>
      </w:r>
      <w:r>
        <w:t>občanského</w:t>
      </w:r>
      <w:r w:rsidRPr="00D17CE0">
        <w:t xml:space="preserve"> zákoníku</w:t>
      </w:r>
      <w:r>
        <w:t>,</w:t>
      </w:r>
      <w:r w:rsidRPr="00D17CE0">
        <w:t xml:space="preserve"> a ostatními závaznými právními předpisy českého právního řádu.</w:t>
      </w:r>
      <w:r w:rsidR="006857A4">
        <w:t xml:space="preserve"> Smluvní strany si výslovně sjednávají, že ustanovení § 1765, § 1766, § 2609 </w:t>
      </w:r>
      <w:r w:rsidR="006857A4" w:rsidRPr="006857A4">
        <w:t>z</w:t>
      </w:r>
      <w:r w:rsidR="00A4593C">
        <w:t>. č.</w:t>
      </w:r>
      <w:r w:rsidR="006857A4" w:rsidRPr="006857A4">
        <w:t xml:space="preserve"> 89/2012 Sb., občanského zákoníku,</w:t>
      </w:r>
      <w:r w:rsidR="006857A4">
        <w:t xml:space="preserve"> se na vztah založený touto Smlouvou nepoužijí</w:t>
      </w:r>
      <w:r w:rsidR="002525FB">
        <w:t>. Smluvní strany se dále s ohledem na povahu Smlouvy dohodly, že Zhotovitel přebírá na sebe nebezpečí změny okolností ve smyslu ust. § 2620, odst. 2, z.</w:t>
      </w:r>
      <w:r w:rsidR="002525FB" w:rsidRPr="002525FB">
        <w:t xml:space="preserve"> č. 89/2012 Sb., občanského zákoníku</w:t>
      </w:r>
      <w:r w:rsidR="002525FB">
        <w:t xml:space="preserve">, a dále že bez předchozího písemného souhlasu Objednatele Zhotovitel nepřevede svá práva a povinnosti ze Smlouvy ani její části třetí osobě podle ust. </w:t>
      </w:r>
      <w:r w:rsidR="002525FB" w:rsidRPr="002525FB">
        <w:t>§§ 1895-1900</w:t>
      </w:r>
      <w:r w:rsidR="002525FB">
        <w:t xml:space="preserve"> </w:t>
      </w:r>
      <w:r w:rsidR="002525FB" w:rsidRPr="002525FB">
        <w:t>z</w:t>
      </w:r>
      <w:r w:rsidR="002525FB">
        <w:t>.</w:t>
      </w:r>
      <w:r w:rsidR="002525FB" w:rsidRPr="002525FB">
        <w:t xml:space="preserve"> č. 89/2012 Sb., občanského zákoníku</w:t>
      </w:r>
      <w:r w:rsidR="006857A4">
        <w:t>.</w:t>
      </w:r>
    </w:p>
    <w:p w:rsidR="00BA59A8" w:rsidRPr="00BA59A8" w:rsidRDefault="00BA59A8" w:rsidP="00BA59A8">
      <w:pPr>
        <w:pStyle w:val="Odstavec2"/>
      </w:pPr>
      <w:r w:rsidRPr="00BA59A8">
        <w:t>Veškeré změny a doplnění této Smlouvy mohou být provedeny, pouze pokud to právní předpisy umožňují, a to pouze vzestupně číslovanými písemnými dodatky, podepsanými oprávněnými zástupci obou Smluvních stran na téže listině.</w:t>
      </w:r>
    </w:p>
    <w:p w:rsidR="00BA59A8" w:rsidRPr="00BA59A8" w:rsidRDefault="00BA59A8" w:rsidP="00BA59A8">
      <w:pPr>
        <w:pStyle w:val="Odstavec2"/>
      </w:pPr>
      <w:bookmarkStart w:id="3" w:name="_Ref321332148"/>
      <w:r w:rsidRPr="00BA59A8">
        <w:t>Nedílnou součástí této Smlouvy jsou přílohy:</w:t>
      </w:r>
      <w:bookmarkEnd w:id="3"/>
    </w:p>
    <w:p w:rsidR="00BA59A8" w:rsidRPr="00602698" w:rsidRDefault="00BA59A8" w:rsidP="00BA59A8">
      <w:pPr>
        <w:pStyle w:val="Odstavecseseznamem"/>
        <w:numPr>
          <w:ilvl w:val="0"/>
          <w:numId w:val="33"/>
        </w:numPr>
        <w:rPr>
          <w:rFonts w:ascii="Arial" w:hAnsi="Arial" w:cs="Arial"/>
          <w:color w:val="000000"/>
          <w:sz w:val="20"/>
          <w:szCs w:val="20"/>
        </w:rPr>
      </w:pPr>
      <w:r w:rsidRPr="00602698">
        <w:rPr>
          <w:rFonts w:ascii="Arial" w:hAnsi="Arial" w:cs="Arial"/>
          <w:color w:val="000000"/>
          <w:sz w:val="20"/>
          <w:szCs w:val="20"/>
        </w:rPr>
        <w:t xml:space="preserve">příloha č. 1 </w:t>
      </w:r>
      <w:r w:rsidR="00A4593C" w:rsidRPr="00602698">
        <w:rPr>
          <w:rFonts w:ascii="Arial" w:hAnsi="Arial" w:cs="Arial"/>
          <w:color w:val="000000"/>
          <w:sz w:val="20"/>
          <w:szCs w:val="20"/>
        </w:rPr>
        <w:t xml:space="preserve">harmonogram </w:t>
      </w:r>
      <w:r w:rsidR="00B14EA6">
        <w:rPr>
          <w:rFonts w:ascii="Arial" w:hAnsi="Arial" w:cs="Arial"/>
          <w:color w:val="000000"/>
          <w:sz w:val="20"/>
          <w:szCs w:val="20"/>
        </w:rPr>
        <w:t>plnění</w:t>
      </w:r>
    </w:p>
    <w:p w:rsidR="00BA59A8" w:rsidRPr="00BA59A8" w:rsidRDefault="00BA59A8" w:rsidP="00BA59A8">
      <w:pPr>
        <w:pStyle w:val="Odstavec2"/>
      </w:pPr>
      <w:r w:rsidRPr="00BA59A8">
        <w:t xml:space="preserve">Tato Smlouva byla smluvními stranami podepsána ve </w:t>
      </w:r>
      <w:r w:rsidRPr="00A4593C">
        <w:t>čtyřech vyhotoveních, z nichž každá ze smluvních stran obdržela po dvou vyhotoveních. Nedílnou součástí každého vyhotovení jsou všechny přílohy uvedené v této Smlouvě. Smluvní strany shodně prohlašují</w:t>
      </w:r>
      <w:r w:rsidRPr="00BA59A8">
        <w:t>, že si Smlouvu před jejím podepsáním přečetly</w:t>
      </w:r>
      <w:r>
        <w:t xml:space="preserve"> a</w:t>
      </w:r>
      <w:r w:rsidRPr="00BA59A8">
        <w:t xml:space="preserve"> s jejím obsahem souhlasí, že byla sepsána podle jejich pravé, </w:t>
      </w:r>
      <w:r>
        <w:t>svobodné a vážné vůle</w:t>
      </w:r>
      <w:r w:rsidRPr="00BA59A8">
        <w:t>. Na důkaz připojují obě Smluvní strany podpisy svých oprávněných zástupců</w:t>
      </w:r>
      <w:r>
        <w:t>.</w:t>
      </w:r>
    </w:p>
    <w:p w:rsidR="00D17CE0" w:rsidRPr="00A4593C" w:rsidRDefault="00BA59A8" w:rsidP="00BA59A8">
      <w:pPr>
        <w:pStyle w:val="Odstavec2"/>
      </w:pPr>
      <w:r w:rsidRPr="00BA59A8">
        <w:t xml:space="preserve">Tato Smlouva nabývá platnosti dnem jejího podpisu oběma Smluvními </w:t>
      </w:r>
      <w:r w:rsidRPr="00A4593C">
        <w:t>stranami a účinnosti dnem jejího p</w:t>
      </w:r>
      <w:r w:rsidR="00A4593C" w:rsidRPr="00A4593C">
        <w:t xml:space="preserve">odpisu oběma </w:t>
      </w:r>
      <w:r w:rsidR="00B14EA6">
        <w:t>S</w:t>
      </w:r>
      <w:r w:rsidR="00A4593C" w:rsidRPr="00A4593C">
        <w:t>mluvními stranami.</w:t>
      </w:r>
    </w:p>
    <w:p w:rsidR="001265C5" w:rsidRDefault="001265C5" w:rsidP="001265C5">
      <w:pPr>
        <w:pStyle w:val="Odstavec2"/>
      </w:pPr>
      <w:r w:rsidRPr="001265C5">
        <w:lastRenderedPageBreak/>
        <w:t xml:space="preserve">Smluvní strany si dále sjednaly, že obsah Smlouvy je dále určen ustanoveními </w:t>
      </w:r>
      <w:r w:rsidRPr="001265C5">
        <w:rPr>
          <w:b/>
        </w:rPr>
        <w:t>Všeobecných obchodních podmínek („VOP“)</w:t>
      </w:r>
      <w:r w:rsidRPr="001265C5">
        <w:t>, které tvoří nedílnou součást této Smlouvy. V případě rozdílu mezi ustanovením ve VOP a ustanoveními v této Smlouvě, mají přednost ustanovení v této Smlouvě. Je-li ve Smlouvě některý výraz uveden s počátečním velkým písmenem a není-li jeho význam definován ve Smlouvě, má význam uvedený ve VOP a/nebo v dokumentech, na které Smlouva odkazuje. Smluvní strany prohlašují, že se s VOP seznámily a prohlašují, že VOP se neodchylují od obvyklých podmínek ujednávaných v obdobných případech při zohlednění všech relevantních hledisek týkajících se Smlouvy a sjednaného předmětu plnění.</w:t>
      </w:r>
    </w:p>
    <w:p w:rsidR="001265C5" w:rsidRDefault="001265C5" w:rsidP="00BB4838">
      <w:pPr>
        <w:pStyle w:val="Odstavec2"/>
      </w:pPr>
      <w:r>
        <w:t xml:space="preserve">VOP jsou uveřejněna na adrese </w:t>
      </w:r>
      <w:hyperlink r:id="rId14" w:history="1">
        <w:r w:rsidR="00BB4838" w:rsidRPr="00BB4838">
          <w:rPr>
            <w:rStyle w:val="Hypertextovodkaz"/>
          </w:rPr>
          <w:t>https://www.ceproas.cz/public/data/VOP-M-2013-10-14.pdf</w:t>
        </w:r>
      </w:hyperlink>
      <w:r w:rsidR="00BB4838">
        <w:t>.</w:t>
      </w:r>
    </w:p>
    <w:p w:rsidR="0021315A" w:rsidRDefault="0021315A" w:rsidP="0021315A"/>
    <w:p w:rsidR="0021315A" w:rsidRDefault="0021315A" w:rsidP="0021315A"/>
    <w:p w:rsidR="00CA0AF9" w:rsidRDefault="00CA0AF9" w:rsidP="0021315A"/>
    <w:p w:rsidR="0021315A" w:rsidRDefault="0021315A" w:rsidP="0021315A">
      <w:r w:rsidRPr="0021315A">
        <w:rPr>
          <w:b/>
        </w:rPr>
        <w:t>Za Objednatele</w:t>
      </w:r>
      <w:r w:rsidRPr="0021315A">
        <w:rPr>
          <w:b/>
        </w:rPr>
        <w:tab/>
      </w:r>
      <w:r w:rsidRPr="0021315A">
        <w:rPr>
          <w:b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1315A">
        <w:rPr>
          <w:b/>
        </w:rPr>
        <w:t>Za Zhotovitele</w:t>
      </w:r>
    </w:p>
    <w:p w:rsidR="0021315A" w:rsidRDefault="0021315A" w:rsidP="0021315A">
      <w:r>
        <w:t>V Praze dne ………………..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V …………… dne…………….</w:t>
      </w:r>
    </w:p>
    <w:p w:rsidR="0021315A" w:rsidRDefault="0021315A" w:rsidP="0021315A"/>
    <w:p w:rsidR="0021315A" w:rsidRDefault="0021315A" w:rsidP="0021315A"/>
    <w:p w:rsidR="0021315A" w:rsidRDefault="0021315A" w:rsidP="0021315A">
      <w:r>
        <w:t>ČEPRO, a.s.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</w:t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…………………………..</w:t>
      </w:r>
    </w:p>
    <w:p w:rsidR="0021315A" w:rsidRDefault="0021315A" w:rsidP="009C6A0D">
      <w:pPr>
        <w:spacing w:after="0"/>
      </w:pPr>
      <w:r>
        <w:t xml:space="preserve">Mgr. Jan Duspěva </w:t>
      </w:r>
      <w:r>
        <w:tab/>
      </w:r>
    </w:p>
    <w:p w:rsidR="0021315A" w:rsidRDefault="0021315A" w:rsidP="0021315A">
      <w:r>
        <w:t>předseda představenstva</w:t>
      </w:r>
      <w:r>
        <w:tab/>
      </w:r>
    </w:p>
    <w:p w:rsidR="0021315A" w:rsidRDefault="0021315A" w:rsidP="0021315A"/>
    <w:p w:rsidR="0021315A" w:rsidRDefault="0021315A" w:rsidP="0021315A">
      <w:r>
        <w:t>……………………………</w:t>
      </w:r>
      <w:r>
        <w:tab/>
      </w:r>
    </w:p>
    <w:p w:rsidR="0021315A" w:rsidRDefault="0021315A" w:rsidP="009C6A0D">
      <w:pPr>
        <w:spacing w:after="0"/>
      </w:pPr>
      <w:r>
        <w:t>Ing. Ladislav Staněk</w:t>
      </w:r>
      <w:r>
        <w:tab/>
      </w:r>
    </w:p>
    <w:p w:rsidR="0021315A" w:rsidRDefault="0021315A" w:rsidP="0021315A">
      <w:r>
        <w:t>člen představenstva</w:t>
      </w:r>
    </w:p>
    <w:p w:rsidR="0021315A" w:rsidRPr="0021315A" w:rsidRDefault="0021315A" w:rsidP="0021315A"/>
    <w:sectPr w:rsidR="0021315A" w:rsidRPr="0021315A" w:rsidSect="008A5C94">
      <w:headerReference w:type="default" r:id="rId15"/>
      <w:footerReference w:type="default" r:id="rId16"/>
      <w:pgSz w:w="11906" w:h="16838"/>
      <w:pgMar w:top="1417" w:right="1133" w:bottom="1417" w:left="1417" w:header="708" w:footer="4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02F5" w:rsidRDefault="006602F5">
      <w:r>
        <w:separator/>
      </w:r>
    </w:p>
  </w:endnote>
  <w:endnote w:type="continuationSeparator" w:id="0">
    <w:p w:rsidR="006602F5" w:rsidRDefault="00660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MS Mincho">
    <w:altName w:val="Meiryo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7A4C5F">
    <w:pPr>
      <w:pStyle w:val="Zpat"/>
    </w:pPr>
    <w:r>
      <w:rPr>
        <w:noProof/>
        <w:sz w:val="20"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7AA8CB36" wp14:editId="3888C5D0">
              <wp:simplePos x="0" y="0"/>
              <wp:positionH relativeFrom="column">
                <wp:posOffset>-114300</wp:posOffset>
              </wp:positionH>
              <wp:positionV relativeFrom="paragraph">
                <wp:posOffset>-8891</wp:posOffset>
              </wp:positionV>
              <wp:extent cx="6057900" cy="0"/>
              <wp:effectExtent l="0" t="0" r="19050" b="1905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0579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9pt,-.7pt" to="468pt,-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QDCEgIAACgEAAAOAAAAZHJzL2Uyb0RvYy54bWysU8uu2jAQ3VfqP1jeQxIau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"/>
          </w:pict>
        </mc:Fallback>
      </mc:AlternateContent>
    </w:r>
  </w:p>
  <w:p w:rsidR="00BA59A8" w:rsidRDefault="00BA59A8">
    <w:pPr>
      <w:pStyle w:val="Zpat"/>
    </w:pPr>
    <w:r>
      <w:tab/>
    </w:r>
    <w:r>
      <w:tab/>
      <w:t xml:space="preserve">strana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A5C94">
      <w:rPr>
        <w:rStyle w:val="slostrnky"/>
      </w:rPr>
      <w:fldChar w:fldCharType="separate"/>
    </w:r>
    <w:r w:rsidR="00FF3F83">
      <w:rPr>
        <w:rStyle w:val="slostrnky"/>
        <w:noProof/>
      </w:rPr>
      <w:t>7</w:t>
    </w:r>
    <w:r w:rsidR="008A5C94">
      <w:rPr>
        <w:rStyle w:val="slostrnky"/>
      </w:rPr>
      <w:fldChar w:fldCharType="end"/>
    </w:r>
    <w:r>
      <w:rPr>
        <w:rStyle w:val="slostrnky"/>
      </w:rPr>
      <w:t xml:space="preserve"> z </w:t>
    </w:r>
    <w:r w:rsidR="008A5C94"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 w:rsidR="008A5C94">
      <w:rPr>
        <w:rStyle w:val="slostrnky"/>
      </w:rPr>
      <w:fldChar w:fldCharType="separate"/>
    </w:r>
    <w:r w:rsidR="00FF3F83">
      <w:rPr>
        <w:rStyle w:val="slostrnky"/>
        <w:noProof/>
      </w:rPr>
      <w:t>7</w:t>
    </w:r>
    <w:r w:rsidR="008A5C94">
      <w:rPr>
        <w:rStyle w:val="slostrnky"/>
      </w:rPr>
      <w:fldChar w:fldCharType="end"/>
    </w:r>
  </w:p>
  <w:p w:rsidR="00BA59A8" w:rsidRDefault="00BA59A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02F5" w:rsidRDefault="006602F5">
      <w:r>
        <w:separator/>
      </w:r>
    </w:p>
  </w:footnote>
  <w:footnote w:type="continuationSeparator" w:id="0">
    <w:p w:rsidR="006602F5" w:rsidRDefault="006602F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59A8" w:rsidRDefault="00BA59A8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885813"/>
    <w:multiLevelType w:val="hybridMultilevel"/>
    <w:tmpl w:val="031A593C"/>
    <w:lvl w:ilvl="0" w:tplc="7A8CBE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2D546B"/>
    <w:multiLevelType w:val="multilevel"/>
    <w:tmpl w:val="BE9CD744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">
    <w:nsid w:val="2A565422"/>
    <w:multiLevelType w:val="hybridMultilevel"/>
    <w:tmpl w:val="CE0C2F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AD86852"/>
    <w:multiLevelType w:val="hybridMultilevel"/>
    <w:tmpl w:val="E11CB52E"/>
    <w:lvl w:ilvl="0" w:tplc="04050017">
      <w:start w:val="1"/>
      <w:numFmt w:val="lowerLetter"/>
      <w:lvlText w:val="%1)"/>
      <w:lvlJc w:val="left"/>
      <w:pPr>
        <w:ind w:left="1152" w:hanging="360"/>
      </w:pPr>
    </w:lvl>
    <w:lvl w:ilvl="1" w:tplc="04050019" w:tentative="1">
      <w:start w:val="1"/>
      <w:numFmt w:val="lowerLetter"/>
      <w:lvlText w:val="%2."/>
      <w:lvlJc w:val="left"/>
      <w:pPr>
        <w:ind w:left="1872" w:hanging="360"/>
      </w:pPr>
    </w:lvl>
    <w:lvl w:ilvl="2" w:tplc="0405001B" w:tentative="1">
      <w:start w:val="1"/>
      <w:numFmt w:val="lowerRoman"/>
      <w:lvlText w:val="%3."/>
      <w:lvlJc w:val="right"/>
      <w:pPr>
        <w:ind w:left="2592" w:hanging="180"/>
      </w:pPr>
    </w:lvl>
    <w:lvl w:ilvl="3" w:tplc="0405000F" w:tentative="1">
      <w:start w:val="1"/>
      <w:numFmt w:val="decimal"/>
      <w:lvlText w:val="%4."/>
      <w:lvlJc w:val="left"/>
      <w:pPr>
        <w:ind w:left="3312" w:hanging="360"/>
      </w:pPr>
    </w:lvl>
    <w:lvl w:ilvl="4" w:tplc="04050019" w:tentative="1">
      <w:start w:val="1"/>
      <w:numFmt w:val="lowerLetter"/>
      <w:lvlText w:val="%5."/>
      <w:lvlJc w:val="left"/>
      <w:pPr>
        <w:ind w:left="4032" w:hanging="360"/>
      </w:pPr>
    </w:lvl>
    <w:lvl w:ilvl="5" w:tplc="0405001B" w:tentative="1">
      <w:start w:val="1"/>
      <w:numFmt w:val="lowerRoman"/>
      <w:lvlText w:val="%6."/>
      <w:lvlJc w:val="right"/>
      <w:pPr>
        <w:ind w:left="4752" w:hanging="180"/>
      </w:pPr>
    </w:lvl>
    <w:lvl w:ilvl="6" w:tplc="0405000F" w:tentative="1">
      <w:start w:val="1"/>
      <w:numFmt w:val="decimal"/>
      <w:lvlText w:val="%7."/>
      <w:lvlJc w:val="left"/>
      <w:pPr>
        <w:ind w:left="5472" w:hanging="360"/>
      </w:pPr>
    </w:lvl>
    <w:lvl w:ilvl="7" w:tplc="04050019" w:tentative="1">
      <w:start w:val="1"/>
      <w:numFmt w:val="lowerLetter"/>
      <w:lvlText w:val="%8."/>
      <w:lvlJc w:val="left"/>
      <w:pPr>
        <w:ind w:left="6192" w:hanging="360"/>
      </w:pPr>
    </w:lvl>
    <w:lvl w:ilvl="8" w:tplc="0405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">
    <w:nsid w:val="2C2E1C00"/>
    <w:multiLevelType w:val="hybridMultilevel"/>
    <w:tmpl w:val="BABC6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C521314"/>
    <w:multiLevelType w:val="hybridMultilevel"/>
    <w:tmpl w:val="21E6F80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>
    <w:nsid w:val="2FC54BD5"/>
    <w:multiLevelType w:val="hybridMultilevel"/>
    <w:tmpl w:val="DAB01E1E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>
    <w:nsid w:val="34931DDA"/>
    <w:multiLevelType w:val="hybridMultilevel"/>
    <w:tmpl w:val="EBFCD6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3164BF"/>
    <w:multiLevelType w:val="hybridMultilevel"/>
    <w:tmpl w:val="83F24E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D910FF"/>
    <w:multiLevelType w:val="hybridMultilevel"/>
    <w:tmpl w:val="50C6494C"/>
    <w:lvl w:ilvl="0" w:tplc="04050017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226" w:hanging="360"/>
      </w:pPr>
    </w:lvl>
    <w:lvl w:ilvl="2" w:tplc="0405001B" w:tentative="1">
      <w:start w:val="1"/>
      <w:numFmt w:val="lowerRoman"/>
      <w:lvlText w:val="%3."/>
      <w:lvlJc w:val="right"/>
      <w:pPr>
        <w:ind w:left="2946" w:hanging="180"/>
      </w:pPr>
    </w:lvl>
    <w:lvl w:ilvl="3" w:tplc="0405000F" w:tentative="1">
      <w:start w:val="1"/>
      <w:numFmt w:val="decimal"/>
      <w:lvlText w:val="%4."/>
      <w:lvlJc w:val="left"/>
      <w:pPr>
        <w:ind w:left="3666" w:hanging="360"/>
      </w:pPr>
    </w:lvl>
    <w:lvl w:ilvl="4" w:tplc="04050019" w:tentative="1">
      <w:start w:val="1"/>
      <w:numFmt w:val="lowerLetter"/>
      <w:lvlText w:val="%5."/>
      <w:lvlJc w:val="left"/>
      <w:pPr>
        <w:ind w:left="4386" w:hanging="360"/>
      </w:pPr>
    </w:lvl>
    <w:lvl w:ilvl="5" w:tplc="0405001B" w:tentative="1">
      <w:start w:val="1"/>
      <w:numFmt w:val="lowerRoman"/>
      <w:lvlText w:val="%6."/>
      <w:lvlJc w:val="right"/>
      <w:pPr>
        <w:ind w:left="5106" w:hanging="180"/>
      </w:pPr>
    </w:lvl>
    <w:lvl w:ilvl="6" w:tplc="0405000F" w:tentative="1">
      <w:start w:val="1"/>
      <w:numFmt w:val="decimal"/>
      <w:lvlText w:val="%7."/>
      <w:lvlJc w:val="left"/>
      <w:pPr>
        <w:ind w:left="5826" w:hanging="360"/>
      </w:pPr>
    </w:lvl>
    <w:lvl w:ilvl="7" w:tplc="04050019" w:tentative="1">
      <w:start w:val="1"/>
      <w:numFmt w:val="lowerLetter"/>
      <w:lvlText w:val="%8."/>
      <w:lvlJc w:val="left"/>
      <w:pPr>
        <w:ind w:left="6546" w:hanging="360"/>
      </w:pPr>
    </w:lvl>
    <w:lvl w:ilvl="8" w:tplc="040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0">
    <w:nsid w:val="3E962F22"/>
    <w:multiLevelType w:val="hybridMultilevel"/>
    <w:tmpl w:val="0EFACA56"/>
    <w:lvl w:ilvl="0" w:tplc="F1CA8D1A">
      <w:start w:val="1"/>
      <w:numFmt w:val="bullet"/>
      <w:pStyle w:val="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4C896108"/>
    <w:multiLevelType w:val="hybridMultilevel"/>
    <w:tmpl w:val="7EEE185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D627725"/>
    <w:multiLevelType w:val="multilevel"/>
    <w:tmpl w:val="0FF0CB5C"/>
    <w:lvl w:ilvl="0">
      <w:start w:val="1"/>
      <w:numFmt w:val="bullet"/>
      <w:lvlText w:val=""/>
      <w:lvlJc w:val="left"/>
      <w:pPr>
        <w:ind w:left="18" w:hanging="454"/>
      </w:pPr>
      <w:rPr>
        <w:rFonts w:ascii="Symbol" w:hAnsi="Symbol" w:hint="default"/>
      </w:rPr>
    </w:lvl>
    <w:lvl w:ilvl="1">
      <w:start w:val="1"/>
      <w:numFmt w:val="ordinal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3">
    <w:nsid w:val="54405135"/>
    <w:multiLevelType w:val="hybridMultilevel"/>
    <w:tmpl w:val="6284E024"/>
    <w:lvl w:ilvl="0" w:tplc="9834A650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>
    <w:nsid w:val="56B779F1"/>
    <w:multiLevelType w:val="hybridMultilevel"/>
    <w:tmpl w:val="E46A5598"/>
    <w:lvl w:ilvl="0" w:tplc="1836533C">
      <w:start w:val="1"/>
      <w:numFmt w:val="lowerLetter"/>
      <w:pStyle w:val="-Psmeno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abstractNum w:abstractNumId="15">
    <w:nsid w:val="5A31533C"/>
    <w:multiLevelType w:val="hybridMultilevel"/>
    <w:tmpl w:val="C95ECCEC"/>
    <w:lvl w:ilvl="0" w:tplc="0405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5C3828BA"/>
    <w:multiLevelType w:val="multilevel"/>
    <w:tmpl w:val="C8EA33A4"/>
    <w:lvl w:ilvl="0">
      <w:start w:val="1"/>
      <w:numFmt w:val="upperRoman"/>
      <w:lvlText w:val="%1."/>
      <w:lvlJc w:val="left"/>
      <w:pPr>
        <w:tabs>
          <w:tab w:val="num" w:pos="543"/>
        </w:tabs>
        <w:ind w:left="277" w:hanging="454"/>
      </w:pPr>
      <w:rPr>
        <w:rFonts w:hint="default"/>
      </w:rPr>
    </w:lvl>
    <w:lvl w:ilvl="1">
      <w:start w:val="1"/>
      <w:numFmt w:val="ordinal"/>
      <w:lvlText w:val="%1.%2"/>
      <w:lvlJc w:val="left"/>
      <w:pPr>
        <w:tabs>
          <w:tab w:val="num" w:pos="1354"/>
        </w:tabs>
        <w:ind w:left="1354" w:hanging="1174"/>
      </w:pPr>
      <w:rPr>
        <w:rFonts w:hint="default"/>
      </w:rPr>
    </w:lvl>
    <w:lvl w:ilvl="2">
      <w:start w:val="1"/>
      <w:numFmt w:val="ordinal"/>
      <w:lvlText w:val="%1.%2%3"/>
      <w:lvlJc w:val="left"/>
      <w:pPr>
        <w:tabs>
          <w:tab w:val="num" w:pos="2148"/>
        </w:tabs>
        <w:ind w:left="2148" w:hanging="1605"/>
      </w:pPr>
      <w:rPr>
        <w:rFonts w:hint="default"/>
      </w:rPr>
    </w:lvl>
    <w:lvl w:ilvl="3">
      <w:start w:val="1"/>
      <w:numFmt w:val="ordinal"/>
      <w:suff w:val="space"/>
      <w:lvlText w:val="%1.%2%3%4"/>
      <w:lvlJc w:val="left"/>
      <w:pPr>
        <w:ind w:left="3112" w:hanging="2209"/>
      </w:pPr>
      <w:rPr>
        <w:rFonts w:hint="default"/>
      </w:rPr>
    </w:lvl>
    <w:lvl w:ilvl="4">
      <w:start w:val="1"/>
      <w:numFmt w:val="ordinal"/>
      <w:suff w:val="space"/>
      <w:lvlText w:val="%1.%2%3%4%5"/>
      <w:lvlJc w:val="left"/>
      <w:pPr>
        <w:ind w:left="3962" w:hanging="2699"/>
      </w:pPr>
      <w:rPr>
        <w:rFonts w:hint="default"/>
      </w:rPr>
    </w:lvl>
    <w:lvl w:ilvl="5">
      <w:start w:val="1"/>
      <w:numFmt w:val="ordinal"/>
      <w:suff w:val="space"/>
      <w:lvlText w:val="%1.%2%3%4%5%6"/>
      <w:lvlJc w:val="left"/>
      <w:pPr>
        <w:ind w:left="4869" w:hanging="3246"/>
      </w:pPr>
      <w:rPr>
        <w:rFonts w:hint="default"/>
      </w:rPr>
    </w:lvl>
    <w:lvl w:ilvl="6">
      <w:start w:val="1"/>
      <w:numFmt w:val="ordinal"/>
      <w:suff w:val="space"/>
      <w:lvlText w:val="%1.%2%3%4%5%6%7"/>
      <w:lvlJc w:val="left"/>
      <w:pPr>
        <w:ind w:left="5777" w:hanging="3794"/>
      </w:pPr>
      <w:rPr>
        <w:rFonts w:hint="default"/>
      </w:rPr>
    </w:lvl>
    <w:lvl w:ilvl="7">
      <w:start w:val="1"/>
      <w:numFmt w:val="ordinal"/>
      <w:suff w:val="space"/>
      <w:lvlText w:val="%1.%2%3%4%5%6%7%8"/>
      <w:lvlJc w:val="left"/>
      <w:pPr>
        <w:ind w:left="6684" w:hanging="4341"/>
      </w:pPr>
      <w:rPr>
        <w:rFonts w:hint="default"/>
      </w:rPr>
    </w:lvl>
    <w:lvl w:ilvl="8">
      <w:start w:val="1"/>
      <w:numFmt w:val="ordinal"/>
      <w:suff w:val="space"/>
      <w:lvlText w:val="%1.%2%3%4%5%6%7%8%9"/>
      <w:lvlJc w:val="left"/>
      <w:pPr>
        <w:ind w:left="7478" w:hanging="4775"/>
      </w:pPr>
      <w:rPr>
        <w:rFonts w:hint="default"/>
      </w:rPr>
    </w:lvl>
  </w:abstractNum>
  <w:abstractNum w:abstractNumId="17">
    <w:nsid w:val="6504202F"/>
    <w:multiLevelType w:val="multilevel"/>
    <w:tmpl w:val="5956CEC8"/>
    <w:lvl w:ilvl="0">
      <w:start w:val="1"/>
      <w:numFmt w:val="ordinal"/>
      <w:pStyle w:val="lnek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pStyle w:val="Odstavec2"/>
      <w:lvlText w:val="%1%2"/>
      <w:lvlJc w:val="left"/>
      <w:pPr>
        <w:tabs>
          <w:tab w:val="num" w:pos="1080"/>
        </w:tabs>
        <w:ind w:left="567" w:hanging="567"/>
      </w:pPr>
      <w:rPr>
        <w:rFonts w:hint="default"/>
      </w:rPr>
    </w:lvl>
    <w:lvl w:ilvl="2">
      <w:start w:val="1"/>
      <w:numFmt w:val="ordinal"/>
      <w:pStyle w:val="Odstavec3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ordinal"/>
      <w:pStyle w:val="Odstavec4"/>
      <w:lvlText w:val="%1%2%3%4"/>
      <w:lvlJc w:val="left"/>
      <w:pPr>
        <w:tabs>
          <w:tab w:val="num" w:pos="2007"/>
        </w:tabs>
        <w:ind w:left="1701" w:hanging="1134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18">
    <w:nsid w:val="6CA365F5"/>
    <w:multiLevelType w:val="hybridMultilevel"/>
    <w:tmpl w:val="21AE98E0"/>
    <w:lvl w:ilvl="0" w:tplc="0B6EEDC2">
      <w:start w:val="1"/>
      <w:numFmt w:val="lowerLetter"/>
      <w:lvlText w:val="%1)"/>
      <w:lvlJc w:val="left"/>
      <w:pPr>
        <w:ind w:left="1146" w:hanging="360"/>
      </w:pPr>
      <w:rPr>
        <w:rFonts w:ascii="Times New Roman" w:hAnsi="Times New Roman" w:cs="Times New Roman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866" w:hanging="360"/>
      </w:pPr>
    </w:lvl>
    <w:lvl w:ilvl="2" w:tplc="0405001B" w:tentative="1">
      <w:start w:val="1"/>
      <w:numFmt w:val="lowerRoman"/>
      <w:lvlText w:val="%3."/>
      <w:lvlJc w:val="right"/>
      <w:pPr>
        <w:ind w:left="2586" w:hanging="180"/>
      </w:pPr>
    </w:lvl>
    <w:lvl w:ilvl="3" w:tplc="0405000F" w:tentative="1">
      <w:start w:val="1"/>
      <w:numFmt w:val="decimal"/>
      <w:lvlText w:val="%4."/>
      <w:lvlJc w:val="left"/>
      <w:pPr>
        <w:ind w:left="3306" w:hanging="360"/>
      </w:pPr>
    </w:lvl>
    <w:lvl w:ilvl="4" w:tplc="04050019" w:tentative="1">
      <w:start w:val="1"/>
      <w:numFmt w:val="lowerLetter"/>
      <w:lvlText w:val="%5."/>
      <w:lvlJc w:val="left"/>
      <w:pPr>
        <w:ind w:left="4026" w:hanging="360"/>
      </w:pPr>
    </w:lvl>
    <w:lvl w:ilvl="5" w:tplc="0405001B" w:tentative="1">
      <w:start w:val="1"/>
      <w:numFmt w:val="lowerRoman"/>
      <w:lvlText w:val="%6."/>
      <w:lvlJc w:val="right"/>
      <w:pPr>
        <w:ind w:left="4746" w:hanging="180"/>
      </w:pPr>
    </w:lvl>
    <w:lvl w:ilvl="6" w:tplc="0405000F" w:tentative="1">
      <w:start w:val="1"/>
      <w:numFmt w:val="decimal"/>
      <w:lvlText w:val="%7."/>
      <w:lvlJc w:val="left"/>
      <w:pPr>
        <w:ind w:left="5466" w:hanging="360"/>
      </w:pPr>
    </w:lvl>
    <w:lvl w:ilvl="7" w:tplc="04050019" w:tentative="1">
      <w:start w:val="1"/>
      <w:numFmt w:val="lowerLetter"/>
      <w:lvlText w:val="%8."/>
      <w:lvlJc w:val="left"/>
      <w:pPr>
        <w:ind w:left="6186" w:hanging="360"/>
      </w:pPr>
    </w:lvl>
    <w:lvl w:ilvl="8" w:tplc="040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>
    <w:nsid w:val="75CE3BEB"/>
    <w:multiLevelType w:val="multilevel"/>
    <w:tmpl w:val="BBECDF96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bullet"/>
      <w:lvlText w:val=""/>
      <w:lvlJc w:val="left"/>
      <w:pPr>
        <w:tabs>
          <w:tab w:val="num" w:pos="1080"/>
        </w:tabs>
        <w:ind w:left="567" w:hanging="567"/>
      </w:pPr>
      <w:rPr>
        <w:rFonts w:ascii="Wingdings" w:hAnsi="Wingdings" w:hint="default"/>
      </w:rPr>
    </w:lvl>
    <w:lvl w:ilvl="2">
      <w:start w:val="1"/>
      <w:numFmt w:val="ordinal"/>
      <w:lvlText w:val="%1%2%3"/>
      <w:lvlJc w:val="left"/>
      <w:pPr>
        <w:tabs>
          <w:tab w:val="num" w:pos="1364"/>
        </w:tabs>
        <w:ind w:left="1134" w:hanging="850"/>
      </w:pPr>
      <w:rPr>
        <w:rFonts w:hint="default"/>
      </w:rPr>
    </w:lvl>
    <w:lvl w:ilvl="3">
      <w:start w:val="1"/>
      <w:numFmt w:val="bullet"/>
      <w:lvlText w:val=""/>
      <w:lvlJc w:val="left"/>
      <w:pPr>
        <w:tabs>
          <w:tab w:val="num" w:pos="2007"/>
        </w:tabs>
        <w:ind w:left="1701" w:hanging="1134"/>
      </w:pPr>
      <w:rPr>
        <w:rFonts w:ascii="Wingdings" w:hAnsi="Wingdings"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0">
    <w:nsid w:val="7AC11F6C"/>
    <w:multiLevelType w:val="multilevel"/>
    <w:tmpl w:val="BDC6DD82"/>
    <w:lvl w:ilvl="0">
      <w:start w:val="1"/>
      <w:numFmt w:val="ordinal"/>
      <w:suff w:val="space"/>
      <w:lvlText w:val="Čl. %1"/>
      <w:lvlJc w:val="left"/>
      <w:pPr>
        <w:ind w:left="18" w:hanging="454"/>
      </w:pPr>
      <w:rPr>
        <w:rFonts w:hint="default"/>
      </w:rPr>
    </w:lvl>
    <w:lvl w:ilvl="1">
      <w:start w:val="1"/>
      <w:numFmt w:val="ordinal"/>
      <w:lvlText w:val="%1%2"/>
      <w:lvlJc w:val="left"/>
      <w:pPr>
        <w:tabs>
          <w:tab w:val="num" w:pos="1322"/>
        </w:tabs>
        <w:ind w:left="1322" w:hanging="1401"/>
      </w:pPr>
      <w:rPr>
        <w:rFonts w:hint="default"/>
      </w:rPr>
    </w:lvl>
    <w:lvl w:ilvl="2">
      <w:start w:val="1"/>
      <w:numFmt w:val="ordinal"/>
      <w:lvlText w:val="%1%2%3"/>
      <w:lvlJc w:val="left"/>
      <w:pPr>
        <w:tabs>
          <w:tab w:val="num" w:pos="1889"/>
        </w:tabs>
        <w:ind w:left="1889" w:hanging="1605"/>
      </w:pPr>
      <w:rPr>
        <w:rFonts w:hint="default"/>
      </w:rPr>
    </w:lvl>
    <w:lvl w:ilvl="3">
      <w:start w:val="1"/>
      <w:numFmt w:val="ordinal"/>
      <w:suff w:val="space"/>
      <w:lvlText w:val="%1%2%3%4"/>
      <w:lvlJc w:val="left"/>
      <w:pPr>
        <w:ind w:left="2853" w:hanging="2209"/>
      </w:pPr>
      <w:rPr>
        <w:rFonts w:hint="default"/>
      </w:rPr>
    </w:lvl>
    <w:lvl w:ilvl="4">
      <w:start w:val="1"/>
      <w:numFmt w:val="ordinal"/>
      <w:suff w:val="space"/>
      <w:lvlText w:val="%1%2%3%4%5"/>
      <w:lvlJc w:val="left"/>
      <w:pPr>
        <w:ind w:left="3703" w:hanging="2699"/>
      </w:pPr>
      <w:rPr>
        <w:rFonts w:hint="default"/>
      </w:rPr>
    </w:lvl>
    <w:lvl w:ilvl="5">
      <w:start w:val="1"/>
      <w:numFmt w:val="ordinal"/>
      <w:suff w:val="space"/>
      <w:lvlText w:val="%1%2%3%4%5%6"/>
      <w:lvlJc w:val="left"/>
      <w:pPr>
        <w:ind w:left="4610" w:hanging="3246"/>
      </w:pPr>
      <w:rPr>
        <w:rFonts w:hint="default"/>
      </w:rPr>
    </w:lvl>
    <w:lvl w:ilvl="6">
      <w:start w:val="1"/>
      <w:numFmt w:val="ordinal"/>
      <w:suff w:val="space"/>
      <w:lvlText w:val="%1%2%3%4%5%6%7"/>
      <w:lvlJc w:val="left"/>
      <w:pPr>
        <w:ind w:left="5518" w:hanging="3794"/>
      </w:pPr>
      <w:rPr>
        <w:rFonts w:hint="default"/>
      </w:rPr>
    </w:lvl>
    <w:lvl w:ilvl="7">
      <w:start w:val="1"/>
      <w:numFmt w:val="ordinal"/>
      <w:suff w:val="space"/>
      <w:lvlText w:val="%1%2%3%4%5%6%7%8"/>
      <w:lvlJc w:val="left"/>
      <w:pPr>
        <w:ind w:left="6425" w:hanging="4341"/>
      </w:pPr>
      <w:rPr>
        <w:rFonts w:hint="default"/>
      </w:rPr>
    </w:lvl>
    <w:lvl w:ilvl="8">
      <w:start w:val="1"/>
      <w:numFmt w:val="ordinal"/>
      <w:suff w:val="space"/>
      <w:lvlText w:val="%1%2%3%4%5%6%7%8%9"/>
      <w:lvlJc w:val="left"/>
      <w:pPr>
        <w:ind w:left="7219" w:hanging="4775"/>
      </w:pPr>
      <w:rPr>
        <w:rFonts w:hint="default"/>
      </w:rPr>
    </w:lvl>
  </w:abstractNum>
  <w:abstractNum w:abstractNumId="21">
    <w:nsid w:val="7F4A1705"/>
    <w:multiLevelType w:val="multilevel"/>
    <w:tmpl w:val="DB527F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>
    <w:nsid w:val="7FB772C8"/>
    <w:multiLevelType w:val="hybridMultilevel"/>
    <w:tmpl w:val="7CBA7D5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CE6975"/>
    <w:multiLevelType w:val="hybridMultilevel"/>
    <w:tmpl w:val="20C2FE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6"/>
  </w:num>
  <w:num w:numId="3">
    <w:abstractNumId w:val="16"/>
  </w:num>
  <w:num w:numId="4">
    <w:abstractNumId w:val="17"/>
  </w:num>
  <w:num w:numId="5">
    <w:abstractNumId w:val="17"/>
  </w:num>
  <w:num w:numId="6">
    <w:abstractNumId w:val="17"/>
  </w:num>
  <w:num w:numId="7">
    <w:abstractNumId w:val="10"/>
  </w:num>
  <w:num w:numId="8">
    <w:abstractNumId w:val="20"/>
  </w:num>
  <w:num w:numId="9">
    <w:abstractNumId w:val="17"/>
  </w:num>
  <w:num w:numId="10">
    <w:abstractNumId w:val="17"/>
  </w:num>
  <w:num w:numId="11">
    <w:abstractNumId w:val="17"/>
  </w:num>
  <w:num w:numId="12">
    <w:abstractNumId w:val="10"/>
  </w:num>
  <w:num w:numId="13">
    <w:abstractNumId w:val="17"/>
  </w:num>
  <w:num w:numId="14">
    <w:abstractNumId w:val="14"/>
  </w:num>
  <w:num w:numId="15">
    <w:abstractNumId w:val="14"/>
  </w:num>
  <w:num w:numId="16">
    <w:abstractNumId w:val="17"/>
  </w:num>
  <w:num w:numId="17">
    <w:abstractNumId w:val="17"/>
  </w:num>
  <w:num w:numId="18">
    <w:abstractNumId w:val="17"/>
  </w:num>
  <w:num w:numId="19">
    <w:abstractNumId w:val="10"/>
  </w:num>
  <w:num w:numId="20">
    <w:abstractNumId w:val="17"/>
  </w:num>
  <w:num w:numId="21">
    <w:abstractNumId w:val="21"/>
  </w:num>
  <w:num w:numId="22">
    <w:abstractNumId w:val="3"/>
  </w:num>
  <w:num w:numId="23">
    <w:abstractNumId w:val="5"/>
  </w:num>
  <w:num w:numId="24">
    <w:abstractNumId w:val="17"/>
  </w:num>
  <w:num w:numId="25">
    <w:abstractNumId w:val="6"/>
  </w:num>
  <w:num w:numId="26">
    <w:abstractNumId w:val="11"/>
  </w:num>
  <w:num w:numId="27">
    <w:abstractNumId w:val="1"/>
  </w:num>
  <w:num w:numId="28">
    <w:abstractNumId w:val="19"/>
  </w:num>
  <w:num w:numId="29">
    <w:abstractNumId w:val="15"/>
  </w:num>
  <w:num w:numId="30">
    <w:abstractNumId w:val="9"/>
  </w:num>
  <w:num w:numId="31">
    <w:abstractNumId w:val="22"/>
  </w:num>
  <w:num w:numId="32">
    <w:abstractNumId w:val="2"/>
  </w:num>
  <w:num w:numId="33">
    <w:abstractNumId w:val="13"/>
  </w:num>
  <w:num w:numId="34">
    <w:abstractNumId w:val="18"/>
  </w:num>
  <w:num w:numId="35">
    <w:abstractNumId w:val="23"/>
  </w:num>
  <w:num w:numId="36">
    <w:abstractNumId w:val="7"/>
  </w:num>
  <w:num w:numId="37">
    <w:abstractNumId w:val="8"/>
  </w:num>
  <w:num w:numId="38">
    <w:abstractNumId w:val="0"/>
  </w:num>
  <w:num w:numId="39">
    <w:abstractNumId w:val="4"/>
  </w:num>
  <w:num w:numId="4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defaultTabStop w:val="284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0D59"/>
    <w:rsid w:val="00025EB3"/>
    <w:rsid w:val="0007144A"/>
    <w:rsid w:val="000C04EF"/>
    <w:rsid w:val="000D19D8"/>
    <w:rsid w:val="001265C5"/>
    <w:rsid w:val="00176920"/>
    <w:rsid w:val="001C6D3A"/>
    <w:rsid w:val="001D433C"/>
    <w:rsid w:val="001E406E"/>
    <w:rsid w:val="00204984"/>
    <w:rsid w:val="0021315A"/>
    <w:rsid w:val="00216448"/>
    <w:rsid w:val="00225234"/>
    <w:rsid w:val="0022702B"/>
    <w:rsid w:val="00245CA9"/>
    <w:rsid w:val="002525FB"/>
    <w:rsid w:val="00280022"/>
    <w:rsid w:val="002A6109"/>
    <w:rsid w:val="002E16FB"/>
    <w:rsid w:val="002F1B3A"/>
    <w:rsid w:val="002F6183"/>
    <w:rsid w:val="00316F94"/>
    <w:rsid w:val="0031724E"/>
    <w:rsid w:val="0035734F"/>
    <w:rsid w:val="00363594"/>
    <w:rsid w:val="003C6E40"/>
    <w:rsid w:val="003E74EF"/>
    <w:rsid w:val="003F629A"/>
    <w:rsid w:val="00435D9F"/>
    <w:rsid w:val="0048481F"/>
    <w:rsid w:val="00492F27"/>
    <w:rsid w:val="00494CA6"/>
    <w:rsid w:val="004F5000"/>
    <w:rsid w:val="00521FE0"/>
    <w:rsid w:val="005555DE"/>
    <w:rsid w:val="005B0B7C"/>
    <w:rsid w:val="005C5D01"/>
    <w:rsid w:val="005D1C50"/>
    <w:rsid w:val="005D3BA1"/>
    <w:rsid w:val="00602698"/>
    <w:rsid w:val="00635D66"/>
    <w:rsid w:val="00655C3C"/>
    <w:rsid w:val="006602F5"/>
    <w:rsid w:val="006857A4"/>
    <w:rsid w:val="006C45A6"/>
    <w:rsid w:val="006F2ABC"/>
    <w:rsid w:val="006F5596"/>
    <w:rsid w:val="00721C8A"/>
    <w:rsid w:val="00785865"/>
    <w:rsid w:val="00790973"/>
    <w:rsid w:val="00794D6A"/>
    <w:rsid w:val="00796B3E"/>
    <w:rsid w:val="007A4C5F"/>
    <w:rsid w:val="007B0C02"/>
    <w:rsid w:val="007B1761"/>
    <w:rsid w:val="007F3FC6"/>
    <w:rsid w:val="00847822"/>
    <w:rsid w:val="008913E7"/>
    <w:rsid w:val="008A5C94"/>
    <w:rsid w:val="008F48B5"/>
    <w:rsid w:val="009657BE"/>
    <w:rsid w:val="00986F82"/>
    <w:rsid w:val="009A0F9B"/>
    <w:rsid w:val="009C6A0D"/>
    <w:rsid w:val="00A00481"/>
    <w:rsid w:val="00A4593C"/>
    <w:rsid w:val="00AE3CC7"/>
    <w:rsid w:val="00AF68B0"/>
    <w:rsid w:val="00B14EA6"/>
    <w:rsid w:val="00B20BE0"/>
    <w:rsid w:val="00B35620"/>
    <w:rsid w:val="00B96459"/>
    <w:rsid w:val="00BA556D"/>
    <w:rsid w:val="00BA59A8"/>
    <w:rsid w:val="00BB4838"/>
    <w:rsid w:val="00BE18A9"/>
    <w:rsid w:val="00BE2E82"/>
    <w:rsid w:val="00C30D59"/>
    <w:rsid w:val="00C42ABF"/>
    <w:rsid w:val="00C43689"/>
    <w:rsid w:val="00C962BE"/>
    <w:rsid w:val="00C97775"/>
    <w:rsid w:val="00CA0AF9"/>
    <w:rsid w:val="00CD1BFE"/>
    <w:rsid w:val="00D16993"/>
    <w:rsid w:val="00D17CE0"/>
    <w:rsid w:val="00D433B9"/>
    <w:rsid w:val="00D600AD"/>
    <w:rsid w:val="00D7135A"/>
    <w:rsid w:val="00DA61D8"/>
    <w:rsid w:val="00DD57F1"/>
    <w:rsid w:val="00DD6392"/>
    <w:rsid w:val="00DE358B"/>
    <w:rsid w:val="00E00091"/>
    <w:rsid w:val="00E26075"/>
    <w:rsid w:val="00E322F9"/>
    <w:rsid w:val="00E41632"/>
    <w:rsid w:val="00E66C0B"/>
    <w:rsid w:val="00E852B7"/>
    <w:rsid w:val="00EA0733"/>
    <w:rsid w:val="00F27CC1"/>
    <w:rsid w:val="00FC188C"/>
    <w:rsid w:val="00FE4D08"/>
    <w:rsid w:val="00FF3F83"/>
    <w:rsid w:val="00FF4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19D8"/>
    <w:pPr>
      <w:spacing w:after="120"/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C30D59"/>
    <w:pPr>
      <w:keepNext/>
      <w:keepLines/>
      <w:spacing w:before="480" w:after="0" w:line="276" w:lineRule="auto"/>
      <w:jc w:val="left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-Psmeno">
    <w:name w:val="- Písmeno"/>
    <w:basedOn w:val="Normln"/>
    <w:qFormat/>
    <w:rsid w:val="000D19D8"/>
    <w:pPr>
      <w:numPr>
        <w:numId w:val="15"/>
      </w:numPr>
    </w:pPr>
  </w:style>
  <w:style w:type="character" w:customStyle="1" w:styleId="Nadpis1Char">
    <w:name w:val="Nadpis 1 Char"/>
    <w:basedOn w:val="Standardnpsmoodstavce"/>
    <w:link w:val="Nadpis1"/>
    <w:uiPriority w:val="9"/>
    <w:rsid w:val="00C30D59"/>
    <w:rPr>
      <w:rFonts w:ascii="Cambria" w:hAnsi="Cambria"/>
      <w:b/>
      <w:bCs/>
      <w:color w:val="365F91"/>
      <w:sz w:val="28"/>
      <w:szCs w:val="28"/>
    </w:rPr>
  </w:style>
  <w:style w:type="paragraph" w:styleId="Zhlav">
    <w:name w:val="head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paragraph" w:customStyle="1" w:styleId="Odstavec2">
    <w:name w:val="Odstavec2"/>
    <w:basedOn w:val="Normln"/>
    <w:qFormat/>
    <w:rsid w:val="000D19D8"/>
    <w:pPr>
      <w:numPr>
        <w:ilvl w:val="1"/>
        <w:numId w:val="20"/>
      </w:numPr>
      <w:tabs>
        <w:tab w:val="left" w:pos="567"/>
      </w:tabs>
    </w:pPr>
    <w:rPr>
      <w:szCs w:val="20"/>
    </w:rPr>
  </w:style>
  <w:style w:type="paragraph" w:customStyle="1" w:styleId="Odstavec3">
    <w:name w:val="Odstavec3"/>
    <w:basedOn w:val="Odstavec2"/>
    <w:qFormat/>
    <w:rsid w:val="000D19D8"/>
    <w:pPr>
      <w:numPr>
        <w:ilvl w:val="2"/>
      </w:numPr>
      <w:tabs>
        <w:tab w:val="clear" w:pos="567"/>
        <w:tab w:val="left" w:pos="1134"/>
      </w:tabs>
    </w:pPr>
  </w:style>
  <w:style w:type="paragraph" w:customStyle="1" w:styleId="lnek">
    <w:name w:val="Článek"/>
    <w:basedOn w:val="Normln"/>
    <w:next w:val="Normln"/>
    <w:qFormat/>
    <w:rsid w:val="000D19D8"/>
    <w:pPr>
      <w:numPr>
        <w:numId w:val="20"/>
      </w:numPr>
      <w:spacing w:before="600"/>
      <w:jc w:val="center"/>
    </w:pPr>
    <w:rPr>
      <w:b/>
      <w:bCs/>
      <w:sz w:val="24"/>
      <w:szCs w:val="20"/>
    </w:rPr>
  </w:style>
  <w:style w:type="paragraph" w:styleId="Zpat">
    <w:name w:val="footer"/>
    <w:basedOn w:val="Normln"/>
    <w:semiHidden/>
    <w:rsid w:val="008A5C94"/>
    <w:pPr>
      <w:tabs>
        <w:tab w:val="center" w:pos="4536"/>
        <w:tab w:val="right" w:pos="9072"/>
      </w:tabs>
    </w:pPr>
    <w:rPr>
      <w:sz w:val="16"/>
    </w:rPr>
  </w:style>
  <w:style w:type="character" w:styleId="slostrnky">
    <w:name w:val="page number"/>
    <w:basedOn w:val="Standardnpsmoodstavce"/>
    <w:semiHidden/>
    <w:rsid w:val="008A5C94"/>
  </w:style>
  <w:style w:type="paragraph" w:customStyle="1" w:styleId="Body">
    <w:name w:val="Body"/>
    <w:basedOn w:val="Normln"/>
    <w:qFormat/>
    <w:rsid w:val="006F5596"/>
    <w:pPr>
      <w:numPr>
        <w:numId w:val="19"/>
      </w:numPr>
      <w:tabs>
        <w:tab w:val="clear" w:pos="720"/>
        <w:tab w:val="num" w:pos="993"/>
      </w:tabs>
      <w:ind w:left="993"/>
    </w:pPr>
    <w:rPr>
      <w:szCs w:val="20"/>
    </w:rPr>
  </w:style>
  <w:style w:type="character" w:styleId="Odkaznakoment">
    <w:name w:val="annotation reference"/>
    <w:unhideWhenUsed/>
    <w:rsid w:val="00C30D59"/>
    <w:rPr>
      <w:sz w:val="16"/>
      <w:szCs w:val="16"/>
    </w:rPr>
  </w:style>
  <w:style w:type="paragraph" w:customStyle="1" w:styleId="Odstavec4">
    <w:name w:val="Odstavec4"/>
    <w:basedOn w:val="Odstavec3"/>
    <w:qFormat/>
    <w:rsid w:val="000D19D8"/>
    <w:pPr>
      <w:numPr>
        <w:ilvl w:val="3"/>
      </w:numPr>
      <w:tabs>
        <w:tab w:val="left" w:pos="1701"/>
      </w:tabs>
    </w:pPr>
  </w:style>
  <w:style w:type="paragraph" w:styleId="Textkomente">
    <w:name w:val="annotation text"/>
    <w:basedOn w:val="Normln"/>
    <w:link w:val="TextkomenteChar"/>
    <w:unhideWhenUsed/>
    <w:rsid w:val="00C30D59"/>
    <w:pPr>
      <w:spacing w:after="200"/>
      <w:jc w:val="left"/>
    </w:pPr>
    <w:rPr>
      <w:rFonts w:ascii="Calibri" w:hAnsi="Calibri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C30D59"/>
    <w:rPr>
      <w:rFonts w:ascii="Calibri" w:hAnsi="Calibri"/>
    </w:rPr>
  </w:style>
  <w:style w:type="table" w:styleId="Mkatabulky">
    <w:name w:val="Table Grid"/>
    <w:basedOn w:val="Normlntabulka"/>
    <w:uiPriority w:val="59"/>
    <w:rsid w:val="00C30D59"/>
    <w:rPr>
      <w:rFonts w:ascii="Calibri" w:hAnsi="Calibr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30D59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30D59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790973"/>
    <w:pPr>
      <w:pBdr>
        <w:bottom w:val="single" w:sz="8" w:space="4" w:color="4F81BD"/>
      </w:pBdr>
      <w:spacing w:after="300"/>
      <w:contextualSpacing/>
      <w:jc w:val="center"/>
    </w:pPr>
    <w:rPr>
      <w:rFonts w:cs="Arial"/>
      <w:b/>
      <w:color w:val="000000"/>
      <w:spacing w:val="5"/>
      <w:kern w:val="28"/>
      <w:sz w:val="40"/>
      <w:szCs w:val="40"/>
    </w:rPr>
  </w:style>
  <w:style w:type="character" w:customStyle="1" w:styleId="NzevChar">
    <w:name w:val="Název Char"/>
    <w:basedOn w:val="Standardnpsmoodstavce"/>
    <w:link w:val="Nzev"/>
    <w:uiPriority w:val="10"/>
    <w:rsid w:val="00790973"/>
    <w:rPr>
      <w:rFonts w:ascii="Arial" w:hAnsi="Arial" w:cs="Arial"/>
      <w:b/>
      <w:color w:val="000000"/>
      <w:spacing w:val="5"/>
      <w:kern w:val="28"/>
      <w:sz w:val="40"/>
      <w:szCs w:val="4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30D59"/>
    <w:pPr>
      <w:spacing w:after="120"/>
      <w:jc w:val="both"/>
    </w:pPr>
    <w:rPr>
      <w:rFonts w:ascii="Arial" w:hAnsi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30D59"/>
    <w:rPr>
      <w:rFonts w:ascii="Arial" w:hAnsi="Arial"/>
      <w:b/>
      <w:bCs/>
    </w:rPr>
  </w:style>
  <w:style w:type="paragraph" w:styleId="Odstavecseseznamem">
    <w:name w:val="List Paragraph"/>
    <w:basedOn w:val="Normln"/>
    <w:uiPriority w:val="34"/>
    <w:qFormat/>
    <w:rsid w:val="00204984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</w:rPr>
  </w:style>
  <w:style w:type="paragraph" w:styleId="Podtitul">
    <w:name w:val="Subtitle"/>
    <w:basedOn w:val="Normln"/>
    <w:next w:val="Normln"/>
    <w:link w:val="PodtitulChar"/>
    <w:uiPriority w:val="11"/>
    <w:qFormat/>
    <w:rsid w:val="00DD57F1"/>
    <w:pPr>
      <w:numPr>
        <w:ilvl w:val="1"/>
      </w:numPr>
      <w:spacing w:after="200" w:line="276" w:lineRule="auto"/>
      <w:jc w:val="left"/>
    </w:pPr>
    <w:rPr>
      <w:rFonts w:ascii="Cambria" w:hAnsi="Cambria"/>
      <w:i/>
      <w:iCs/>
      <w:color w:val="4F81BD"/>
      <w:spacing w:val="15"/>
      <w:sz w:val="24"/>
    </w:rPr>
  </w:style>
  <w:style w:type="character" w:customStyle="1" w:styleId="PodtitulChar">
    <w:name w:val="Podtitul Char"/>
    <w:basedOn w:val="Standardnpsmoodstavce"/>
    <w:link w:val="Podtitul"/>
    <w:uiPriority w:val="11"/>
    <w:rsid w:val="00DD57F1"/>
    <w:rPr>
      <w:rFonts w:ascii="Cambria" w:hAnsi="Cambria"/>
      <w:i/>
      <w:iCs/>
      <w:color w:val="4F81BD"/>
      <w:spacing w:val="15"/>
      <w:sz w:val="24"/>
      <w:szCs w:val="24"/>
    </w:rPr>
  </w:style>
  <w:style w:type="character" w:styleId="Hypertextovodkaz">
    <w:name w:val="Hyperlink"/>
    <w:basedOn w:val="Standardnpsmoodstavce"/>
    <w:uiPriority w:val="99"/>
    <w:unhideWhenUsed/>
    <w:rsid w:val="00E00091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8F48B5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iri.bouma@ceproas.cz" TargetMode="External"/><Relationship Id="rId13" Type="http://schemas.openxmlformats.org/officeDocument/2006/relationships/hyperlink" Target="mailto:cepro_DF@ceproas.cz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mailto:vaclav.koukolik@ceproas.cz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petr.stara@ceproas.cz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petr.stara@ceproas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etr.stara@ceproas.cz" TargetMode="External"/><Relationship Id="rId14" Type="http://schemas.openxmlformats.org/officeDocument/2006/relationships/hyperlink" Target="https://www.ceproas.cz/public/data/VOP-M-2013-10-14.pdf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apsar\AppData\Roaming\Microsoft\&#352;ablony\Smlouva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Smlouva.dot</Template>
  <TotalTime>0</TotalTime>
  <Pages>7</Pages>
  <Words>2466</Words>
  <Characters>14551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Unipetrol</Company>
  <LinksUpToDate>false</LinksUpToDate>
  <CharactersWithSpaces>16984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Martin Pospíchal</dc:creator>
  <cp:lastModifiedBy>Ševecová Ivana</cp:lastModifiedBy>
  <cp:revision>2</cp:revision>
  <cp:lastPrinted>2013-12-06T09:11:00Z</cp:lastPrinted>
  <dcterms:created xsi:type="dcterms:W3CDTF">2013-12-18T09:26:00Z</dcterms:created>
  <dcterms:modified xsi:type="dcterms:W3CDTF">2013-12-18T09:26:00Z</dcterms:modified>
</cp:coreProperties>
</file>