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399F49FA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</w:t>
      </w:r>
      <w:r w:rsidR="009A7A9A">
        <w:rPr>
          <w:rFonts w:ascii="Tahoma" w:eastAsia="Tahoma" w:hAnsi="Tahoma" w:cs="Tahoma"/>
          <w:smallCaps/>
          <w:color w:val="91180F"/>
          <w:sz w:val="32"/>
          <w:szCs w:val="36"/>
        </w:rPr>
        <w:t>U</w:t>
      </w: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 xml:space="preserve"> A PRAVDIVOSTI ÚDAJŮ O SKUTEČNÉM MAJITELI</w:t>
      </w:r>
    </w:p>
    <w:p w14:paraId="5D8E9AAA" w14:textId="7FC2895F" w:rsidR="00020E13" w:rsidRPr="00AC2EF3" w:rsidRDefault="00AC2EF3" w:rsidP="004807B3">
      <w:pPr>
        <w:spacing w:after="240" w:line="276" w:lineRule="auto"/>
        <w:jc w:val="center"/>
        <w:rPr>
          <w:rFonts w:ascii="Arial" w:eastAsia="Tahoma" w:hAnsi="Arial" w:cs="Arial"/>
          <w:lang w:eastAsia="en-US"/>
        </w:rPr>
      </w:pPr>
      <w:r w:rsidRPr="00AC2EF3">
        <w:rPr>
          <w:rFonts w:ascii="Arial" w:hAnsi="Arial" w:cs="Arial"/>
          <w:b/>
          <w:bCs/>
        </w:rPr>
        <w:t xml:space="preserve">pro zakázku č. </w:t>
      </w:r>
      <w:r w:rsidR="00A72C57">
        <w:rPr>
          <w:rFonts w:ascii="Arial" w:hAnsi="Arial" w:cs="Arial"/>
          <w:b/>
          <w:bCs/>
        </w:rPr>
        <w:t>192</w:t>
      </w:r>
      <w:r w:rsidR="0089482F">
        <w:rPr>
          <w:rFonts w:ascii="Arial" w:hAnsi="Arial" w:cs="Arial"/>
          <w:b/>
          <w:bCs/>
        </w:rPr>
        <w:t>/23/OCN s názvem „</w:t>
      </w:r>
      <w:r w:rsidR="00A72C57" w:rsidRPr="00A72C57">
        <w:rPr>
          <w:rFonts w:ascii="Arial" w:hAnsi="Arial" w:cs="Arial"/>
          <w:b/>
          <w:bCs/>
        </w:rPr>
        <w:t>Změna uspořádání výdejní technologie ČS Benátky nad Jizerou</w:t>
      </w:r>
      <w:r w:rsidR="0089482F">
        <w:rPr>
          <w:rFonts w:ascii="Arial" w:hAnsi="Arial" w:cs="Arial"/>
          <w:b/>
          <w:bCs/>
        </w:rPr>
        <w:t>“</w:t>
      </w:r>
    </w:p>
    <w:p w14:paraId="6A00CED3" w14:textId="29202CB4" w:rsidR="00713887" w:rsidRPr="00C4403C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lang w:eastAsia="en-US"/>
        </w:rPr>
      </w:pPr>
      <w:r w:rsidRPr="00C4403C">
        <w:rPr>
          <w:rFonts w:ascii="Arial" w:eastAsia="Tahoma" w:hAnsi="Arial" w:cs="Arial"/>
          <w:lang w:eastAsia="en-US"/>
        </w:rPr>
        <w:t>Pro účely podání nabídky/žádosti o účast v</w:t>
      </w:r>
      <w:r w:rsidR="009E1B08" w:rsidRPr="00C4403C">
        <w:rPr>
          <w:rFonts w:ascii="Arial" w:eastAsia="Tahoma" w:hAnsi="Arial" w:cs="Arial"/>
          <w:lang w:eastAsia="en-US"/>
        </w:rPr>
        <w:t>e výběrovém</w:t>
      </w:r>
      <w:bookmarkStart w:id="0" w:name="_Hlk73950791"/>
      <w:r w:rsidRPr="00C4403C">
        <w:rPr>
          <w:rFonts w:ascii="Arial" w:eastAsia="Tahoma" w:hAnsi="Arial" w:cs="Arial"/>
          <w:lang w:eastAsia="en-US"/>
        </w:rPr>
        <w:t xml:space="preserve"> řízení na 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zakázku s názvem </w:t>
      </w:r>
      <w:bookmarkEnd w:id="0"/>
      <w:r w:rsidR="00246F7B" w:rsidRPr="00C4403C">
        <w:rPr>
          <w:rFonts w:ascii="Arial" w:eastAsia="Tahoma" w:hAnsi="Arial" w:cs="Arial"/>
          <w:shd w:val="clear" w:color="auto" w:fill="FFFFFF"/>
          <w:lang w:eastAsia="en-US"/>
        </w:rPr>
        <w:t>„</w:t>
      </w:r>
      <w:r w:rsidR="00A72C57" w:rsidRPr="00A72C57">
        <w:rPr>
          <w:rFonts w:ascii="Arial" w:hAnsi="Arial" w:cs="Arial"/>
        </w:rPr>
        <w:t>Změna uspořádání výdejní technologie ČS Benátky nad Jizerou</w:t>
      </w:r>
      <w:r w:rsidR="00246F7B" w:rsidRPr="00C4403C">
        <w:rPr>
          <w:rFonts w:ascii="Arial" w:eastAsia="Tahoma" w:hAnsi="Arial" w:cs="Arial"/>
          <w:lang w:val="en-US" w:eastAsia="en-US"/>
        </w:rPr>
        <w:t>”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vyhlášenou obchodní společností </w:t>
      </w:r>
      <w:r w:rsidRPr="00C4403C">
        <w:rPr>
          <w:rFonts w:ascii="Arial" w:eastAsia="Calibri" w:hAnsi="Arial" w:cs="Arial"/>
          <w:b/>
          <w:color w:val="000000"/>
          <w:lang w:eastAsia="en-US"/>
        </w:rPr>
        <w:t>ČEPRO, a.s.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IČO: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601 93 531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se sídlem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Dělnická 213/12, Holešovice, 170 00 Praha 7</w:t>
      </w:r>
      <w:r w:rsidRPr="00C4403C">
        <w:rPr>
          <w:rFonts w:ascii="Arial" w:eastAsia="Tahoma" w:hAnsi="Arial" w:cs="Arial"/>
          <w:color w:val="000000"/>
          <w:lang w:eastAsia="en-US"/>
        </w:rPr>
        <w:t>, ve smyslu ust. § 4 odst. 5 zákona č. 134/2016 Sb., o zadávání veřejných zakázek, ve znění pozdějších předpisů.</w:t>
      </w:r>
    </w:p>
    <w:p w14:paraId="3C0B528A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lang w:eastAsia="en-US"/>
        </w:rPr>
      </w:pPr>
      <w:bookmarkStart w:id="1" w:name="_Hlk74818730"/>
      <w:r w:rsidRPr="00C4403C">
        <w:rPr>
          <w:rFonts w:ascii="Arial" w:eastAsia="Tahoma" w:hAnsi="Arial" w:cs="Arial"/>
          <w:b/>
          <w:bCs/>
          <w:color w:val="000000"/>
          <w:lang w:eastAsia="en-US"/>
        </w:rPr>
        <w:t>Čestné prohlášení</w:t>
      </w:r>
    </w:p>
    <w:p w14:paraId="196A4277" w14:textId="6EA7D2C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bchodní firma: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bookmarkStart w:id="2" w:name="_Hlk73542529"/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b/>
          <w:bCs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bookmarkEnd w:id="2"/>
      <w:r w:rsidRPr="00C4403C">
        <w:rPr>
          <w:rFonts w:ascii="Arial" w:eastAsia="Tahoma" w:hAnsi="Arial" w:cs="Arial"/>
          <w:lang w:val="en-US" w:eastAsia="en-US"/>
        </w:rPr>
        <w:t>,</w:t>
      </w:r>
    </w:p>
    <w:p w14:paraId="1C8489E7" w14:textId="6F19000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IČO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23AB1F03" w14:textId="7B86A3DB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se sídlem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76D1837D" w14:textId="6F0C45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společnost zapsaná v obchodním rejstříku vedeném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Pr="00C4403C">
        <w:rPr>
          <w:rFonts w:ascii="Arial" w:eastAsia="Tahoma" w:hAnsi="Arial" w:cs="Arial"/>
          <w:color w:val="000000"/>
          <w:lang w:eastAsia="en-US"/>
        </w:rPr>
        <w:t xml:space="preserve"> 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AE4499" w14:textId="7F2981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pod sp. zn.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8A9AE4" w14:textId="571DDC9D" w:rsidR="00713887" w:rsidRPr="00C4403C" w:rsidRDefault="00713887" w:rsidP="00981BEE">
      <w:pPr>
        <w:autoSpaceDE w:val="0"/>
        <w:autoSpaceDN w:val="0"/>
        <w:adjustRightInd w:val="0"/>
        <w:spacing w:after="16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zastoupená</w:t>
      </w:r>
      <w:r w:rsidR="003D4FDD" w:rsidRPr="00C4403C">
        <w:rPr>
          <w:rFonts w:ascii="Arial" w:eastAsia="Tahoma" w:hAnsi="Arial" w:cs="Arial"/>
          <w:color w:val="000000"/>
          <w:lang w:eastAsia="en-US"/>
        </w:rPr>
        <w:t>:</w:t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0664F998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lang w:eastAsia="en-US"/>
        </w:rPr>
      </w:pPr>
      <w:r w:rsidRPr="00C4403C">
        <w:rPr>
          <w:rFonts w:ascii="Arial" w:eastAsia="Tahoma" w:hAnsi="Arial" w:cs="Arial"/>
          <w:b/>
          <w:bCs/>
          <w:color w:val="000000"/>
          <w:lang w:eastAsia="en-US"/>
        </w:rPr>
        <w:t>tímto čestně prohlašuje, že</w:t>
      </w:r>
    </w:p>
    <w:p w14:paraId="6AC7EABF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ZSZ</w:t>
      </w:r>
      <w:r w:rsidRPr="00C4403C">
        <w:rPr>
          <w:rFonts w:ascii="Arial" w:eastAsia="Tahoma" w:hAnsi="Arial" w:cs="Arial"/>
          <w:bCs/>
          <w:lang w:eastAsia="en-US"/>
        </w:rPr>
        <w:t>“), nebo jím ovládaná osoba vlastní podíl představující alespoň 25 % účasti společníka v obchodní společnosti;</w:t>
      </w:r>
    </w:p>
    <w:p w14:paraId="128599E0" w14:textId="527F7BAD" w:rsidR="00713887" w:rsidRPr="00C4403C" w:rsidRDefault="00713887" w:rsidP="007D76B3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společníka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 obchodní společnosti</w:t>
      </w:r>
      <w:r w:rsidR="007D76B3">
        <w:rPr>
          <w:rFonts w:ascii="Arial" w:eastAsia="Tahoma" w:hAnsi="Arial" w:cs="Arial"/>
          <w:bCs/>
          <w:lang w:eastAsia="en-US"/>
        </w:rPr>
        <w:t>;</w:t>
      </w:r>
    </w:p>
    <w:p w14:paraId="5F2B6C95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bookmarkEnd w:id="1"/>
    <w:p w14:paraId="2A6CDCD9" w14:textId="65AC5F9E" w:rsidR="00713887" w:rsidRPr="00C4403C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lang w:eastAsia="en-US"/>
        </w:rPr>
      </w:pPr>
      <w:r w:rsidRPr="00AC2EF3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 České republice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2D614CB2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3" w:name="_Hlk73955632"/>
      <w:bookmarkStart w:id="4" w:name="_Hlk74819127"/>
      <w:bookmarkStart w:id="5" w:name="_Hlk74037459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>“); a současně</w:t>
      </w:r>
    </w:p>
    <w:p w14:paraId="08C816AB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6" w:name="_Hlk74043648"/>
      <w:r w:rsidRPr="00C4403C">
        <w:rPr>
          <w:rFonts w:ascii="Arial" w:eastAsia="Tahoma" w:hAnsi="Arial" w:cs="Arial"/>
          <w:bCs/>
          <w:lang w:eastAsia="en-US"/>
        </w:rPr>
        <w:t>jeho 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3"/>
      <w:bookmarkEnd w:id="6"/>
      <w:r w:rsidRPr="00C4403C">
        <w:rPr>
          <w:rFonts w:ascii="Arial" w:eastAsia="Tahoma" w:hAnsi="Arial" w:cs="Arial"/>
          <w:bCs/>
          <w:lang w:eastAsia="en-US"/>
        </w:rPr>
        <w:t>;</w:t>
      </w:r>
    </w:p>
    <w:bookmarkEnd w:id="4"/>
    <w:p w14:paraId="7F1A54F7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kvalifikaci, </w:t>
      </w:r>
      <w:bookmarkStart w:id="7" w:name="_Hlk74044161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ZESM</w:t>
      </w:r>
      <w:bookmarkEnd w:id="7"/>
      <w:r w:rsidRPr="00C4403C">
        <w:rPr>
          <w:rFonts w:ascii="Arial" w:eastAsia="Tahoma" w:hAnsi="Arial" w:cs="Arial"/>
          <w:bCs/>
          <w:lang w:eastAsia="en-US"/>
        </w:rPr>
        <w:t>; a současně</w:t>
      </w:r>
    </w:p>
    <w:p w14:paraId="303A866F" w14:textId="70D3CF4C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 w:rsidRPr="00C4403C"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8"/>
      <w:r w:rsidRPr="00C4403C">
        <w:rPr>
          <w:rFonts w:ascii="Arial" w:eastAsia="Tahoma" w:hAnsi="Arial" w:cs="Arial"/>
          <w:bCs/>
          <w:lang w:eastAsia="en-US"/>
        </w:rPr>
        <w:t>.</w:t>
      </w:r>
    </w:p>
    <w:p w14:paraId="08C49C36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p w14:paraId="2AE4A2A5" w14:textId="68AEF5DD" w:rsidR="00431CA4" w:rsidRPr="00C4403C" w:rsidRDefault="00713887" w:rsidP="00385EE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bCs/>
          <w:lang w:eastAsia="en-US"/>
        </w:rPr>
      </w:pPr>
      <w:bookmarkStart w:id="9" w:name="_Hlk73709765"/>
      <w:bookmarkEnd w:id="5"/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</w:t>
      </w:r>
      <w:r w:rsidR="00385EE7">
        <w:rPr>
          <w:rFonts w:ascii="Arial" w:eastAsia="Tahoma" w:hAnsi="Arial" w:cs="Arial"/>
          <w:bCs/>
          <w:i/>
          <w:iCs/>
          <w:highlight w:val="yellow"/>
          <w:lang w:eastAsia="en-US"/>
        </w:rPr>
        <w:t> </w:t>
      </w:r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zahraničí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62F85495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0" w:name="_Hlk73957083"/>
      <w:r w:rsidRPr="00C4403C">
        <w:rPr>
          <w:rFonts w:ascii="Arial" w:eastAsia="Tahoma" w:hAnsi="Arial" w:cs="Arial"/>
          <w:bCs/>
          <w:lang w:eastAsia="en-US"/>
        </w:rPr>
        <w:t xml:space="preserve">má v zahraniční evidenci obdobné evidenci skutečných majitelů podle zákona č. 37/2021 Sb., </w:t>
      </w:r>
      <w:r w:rsidRPr="00C4403C">
        <w:rPr>
          <w:rFonts w:ascii="Arial" w:eastAsia="Tahoma" w:hAnsi="Arial" w:cs="Arial"/>
          <w:bCs/>
          <w:lang w:eastAsia="en-US"/>
        </w:rPr>
        <w:br/>
        <w:t>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 xml:space="preserve">“), </w:t>
      </w:r>
      <w:bookmarkStart w:id="11" w:name="_Hlk74043997"/>
      <w:r w:rsidRPr="00C4403C">
        <w:rPr>
          <w:rFonts w:ascii="Arial" w:eastAsia="Tahoma" w:hAnsi="Arial" w:cs="Arial"/>
          <w:bCs/>
          <w:lang w:eastAsia="en-US"/>
        </w:rPr>
        <w:t xml:space="preserve">zapsány úplné, přesné a aktuální údaje o svém skutečném majiteli, případně podle příslušného </w:t>
      </w:r>
      <w:r w:rsidRPr="00C4403C">
        <w:rPr>
          <w:rFonts w:ascii="Arial" w:eastAsia="Tahoma" w:hAnsi="Arial" w:cs="Arial"/>
          <w:bCs/>
          <w:lang w:eastAsia="en-US"/>
        </w:rPr>
        <w:lastRenderedPageBreak/>
        <w:t>právního řádu nemá povinnost mít v příslušné zahraniční evidenci zapsány údaje o svém skutečném majiteli nebo tato zahraniční evidence není příslušným státem vůbec vedena</w:t>
      </w:r>
      <w:bookmarkEnd w:id="11"/>
      <w:r w:rsidRPr="00C4403C">
        <w:rPr>
          <w:rFonts w:ascii="Arial" w:eastAsia="Tahoma" w:hAnsi="Arial" w:cs="Arial"/>
          <w:bCs/>
          <w:lang w:eastAsia="en-US"/>
        </w:rPr>
        <w:t>; a současně</w:t>
      </w:r>
      <w:bookmarkEnd w:id="10"/>
    </w:p>
    <w:p w14:paraId="6BD1C11A" w14:textId="068BADFA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2" w:name="_Hlk88663405"/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 </w:t>
      </w:r>
      <w:bookmarkStart w:id="13" w:name="_Hlk74044564"/>
      <w:r w:rsidRPr="00C4403C"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C4403C">
        <w:rPr>
          <w:rFonts w:ascii="Arial" w:eastAsia="Tahoma" w:hAnsi="Arial" w:cs="Arial"/>
          <w:bCs/>
          <w:lang w:eastAsia="en-US"/>
        </w:rPr>
        <w:t>.</w:t>
      </w:r>
      <w:bookmarkEnd w:id="13"/>
    </w:p>
    <w:bookmarkEnd w:id="9"/>
    <w:p w14:paraId="5D751C6E" w14:textId="77777777" w:rsidR="00417088" w:rsidRPr="00C4403C" w:rsidRDefault="00417088" w:rsidP="00417088">
      <w:pPr>
        <w:rPr>
          <w:rFonts w:ascii="Arial" w:hAnsi="Arial" w:cs="Arial"/>
        </w:rPr>
      </w:pPr>
    </w:p>
    <w:p w14:paraId="04C9B63E" w14:textId="1A12C751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 xml:space="preserve">V </w:t>
      </w:r>
      <w:r w:rsidRPr="00C4403C">
        <w:rPr>
          <w:rFonts w:ascii="Arial" w:hAnsi="Arial" w:cs="Arial"/>
          <w:highlight w:val="yellow"/>
        </w:rPr>
        <w:t>………</w:t>
      </w:r>
      <w:r w:rsidRPr="00C4403C">
        <w:rPr>
          <w:rFonts w:ascii="Arial" w:hAnsi="Arial" w:cs="Arial"/>
        </w:rPr>
        <w:t xml:space="preserve"> dne </w:t>
      </w:r>
      <w:r w:rsidRPr="00C4403C">
        <w:rPr>
          <w:rFonts w:ascii="Arial" w:hAnsi="Arial" w:cs="Arial"/>
          <w:highlight w:val="yellow"/>
        </w:rPr>
        <w:t>……….</w:t>
      </w:r>
    </w:p>
    <w:p w14:paraId="496129B6" w14:textId="12EC9B69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  <w:t xml:space="preserve">                             .........................................</w:t>
      </w:r>
    </w:p>
    <w:p w14:paraId="2F8A0602" w14:textId="77777777" w:rsidR="00417088" w:rsidRPr="00C4403C" w:rsidRDefault="00417088" w:rsidP="00417088">
      <w:pPr>
        <w:ind w:left="6372"/>
        <w:jc w:val="center"/>
        <w:rPr>
          <w:rFonts w:ascii="Arial" w:hAnsi="Arial" w:cs="Arial"/>
          <w:highlight w:val="yellow"/>
        </w:rPr>
      </w:pPr>
      <w:r w:rsidRPr="00C4403C">
        <w:rPr>
          <w:rFonts w:ascii="Arial" w:hAnsi="Arial" w:cs="Arial"/>
          <w:highlight w:val="yellow"/>
        </w:rPr>
        <w:t>titul, jméno, příjmení</w:t>
      </w:r>
      <w:r w:rsidRPr="00C4403C">
        <w:rPr>
          <w:rFonts w:ascii="Arial" w:hAnsi="Arial" w:cs="Arial"/>
          <w:highlight w:val="yellow"/>
        </w:rPr>
        <w:br/>
        <w:t>funkce</w:t>
      </w:r>
      <w:r w:rsidRPr="00C4403C">
        <w:rPr>
          <w:rFonts w:ascii="Arial" w:hAnsi="Arial" w:cs="Arial"/>
          <w:highlight w:val="yellow"/>
        </w:rPr>
        <w:br/>
        <w:t>společnost</w:t>
      </w:r>
    </w:p>
    <w:p w14:paraId="1989E0B0" w14:textId="1F7FCC34" w:rsidR="005A6CC2" w:rsidRPr="00713887" w:rsidRDefault="005A6CC2" w:rsidP="00417088">
      <w:pPr>
        <w:spacing w:before="240" w:after="360" w:line="276" w:lineRule="auto"/>
      </w:pPr>
    </w:p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685B" w14:textId="77777777" w:rsidR="004B4B97" w:rsidRDefault="004B4B97">
      <w:r>
        <w:separator/>
      </w:r>
    </w:p>
  </w:endnote>
  <w:endnote w:type="continuationSeparator" w:id="0">
    <w:p w14:paraId="67E610C5" w14:textId="77777777" w:rsidR="004B4B97" w:rsidRDefault="004B4B97">
      <w:r>
        <w:continuationSeparator/>
      </w:r>
    </w:p>
  </w:endnote>
  <w:endnote w:type="continuationNotice" w:id="1">
    <w:p w14:paraId="2340E11B" w14:textId="77777777" w:rsidR="004B4B97" w:rsidRDefault="004B4B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5BB9E" w14:textId="77777777" w:rsidR="004B4B97" w:rsidRDefault="004B4B97">
      <w:r>
        <w:separator/>
      </w:r>
    </w:p>
  </w:footnote>
  <w:footnote w:type="continuationSeparator" w:id="0">
    <w:p w14:paraId="4B0C948D" w14:textId="77777777" w:rsidR="004B4B97" w:rsidRDefault="004B4B97">
      <w:r>
        <w:continuationSeparator/>
      </w:r>
    </w:p>
  </w:footnote>
  <w:footnote w:type="continuationNotice" w:id="1">
    <w:p w14:paraId="24C4CF5D" w14:textId="77777777" w:rsidR="004B4B97" w:rsidRDefault="004B4B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588F" w14:textId="495C7ADA" w:rsidR="006202C0" w:rsidRPr="006757C3" w:rsidRDefault="006757C3" w:rsidP="00360009">
    <w:pPr>
      <w:pStyle w:val="Zhlav"/>
      <w:jc w:val="center"/>
      <w:rPr>
        <w:rFonts w:ascii="Arial" w:hAnsi="Arial" w:cs="Arial"/>
        <w:noProof/>
        <w:sz w:val="16"/>
        <w:szCs w:val="16"/>
      </w:rPr>
    </w:pPr>
    <w:r w:rsidRPr="004C2AB0">
      <w:rPr>
        <w:rFonts w:ascii="Arial" w:hAnsi="Arial" w:cs="Arial"/>
        <w:noProof/>
        <w:sz w:val="16"/>
        <w:szCs w:val="16"/>
      </w:rPr>
      <w:t xml:space="preserve">Příloha č. </w:t>
    </w:r>
    <w:r w:rsidR="00612BFD">
      <w:rPr>
        <w:rFonts w:ascii="Arial" w:hAnsi="Arial" w:cs="Arial"/>
        <w:noProof/>
        <w:sz w:val="16"/>
        <w:szCs w:val="16"/>
      </w:rPr>
      <w:t>5</w:t>
    </w:r>
    <w:r w:rsidRPr="004C2AB0">
      <w:rPr>
        <w:rFonts w:ascii="Arial" w:hAnsi="Arial" w:cs="Arial"/>
        <w:noProof/>
        <w:sz w:val="16"/>
        <w:szCs w:val="16"/>
      </w:rPr>
      <w:t xml:space="preserve"> - Čestné prohlášení o neexistenci střetu zájmu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32625E5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02919903">
    <w:abstractNumId w:val="13"/>
  </w:num>
  <w:num w:numId="2" w16cid:durableId="1338507663">
    <w:abstractNumId w:val="4"/>
  </w:num>
  <w:num w:numId="3" w16cid:durableId="925918210">
    <w:abstractNumId w:val="0"/>
  </w:num>
  <w:num w:numId="4" w16cid:durableId="1614048200">
    <w:abstractNumId w:val="9"/>
  </w:num>
  <w:num w:numId="5" w16cid:durableId="456408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871279">
    <w:abstractNumId w:val="14"/>
  </w:num>
  <w:num w:numId="7" w16cid:durableId="888223117">
    <w:abstractNumId w:val="11"/>
  </w:num>
  <w:num w:numId="8" w16cid:durableId="1074594116">
    <w:abstractNumId w:val="3"/>
  </w:num>
  <w:num w:numId="9" w16cid:durableId="1218130942">
    <w:abstractNumId w:val="8"/>
  </w:num>
  <w:num w:numId="10" w16cid:durableId="1965516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4885180">
    <w:abstractNumId w:val="2"/>
  </w:num>
  <w:num w:numId="12" w16cid:durableId="1219244180">
    <w:abstractNumId w:val="5"/>
  </w:num>
  <w:num w:numId="13" w16cid:durableId="271595861">
    <w:abstractNumId w:val="12"/>
  </w:num>
  <w:num w:numId="14" w16cid:durableId="68354735">
    <w:abstractNumId w:val="1"/>
  </w:num>
  <w:num w:numId="15" w16cid:durableId="531265141">
    <w:abstractNumId w:val="10"/>
  </w:num>
  <w:num w:numId="16" w16cid:durableId="1839148437">
    <w:abstractNumId w:val="6"/>
  </w:num>
  <w:num w:numId="17" w16cid:durableId="15144195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03C32"/>
    <w:rsid w:val="00020E13"/>
    <w:rsid w:val="0002155D"/>
    <w:rsid w:val="00032C0B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0C327B"/>
    <w:rsid w:val="000F5EC6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D4265"/>
    <w:rsid w:val="001E47CB"/>
    <w:rsid w:val="001F0003"/>
    <w:rsid w:val="001F08CC"/>
    <w:rsid w:val="001F1EFB"/>
    <w:rsid w:val="001F3516"/>
    <w:rsid w:val="001F58AF"/>
    <w:rsid w:val="00200866"/>
    <w:rsid w:val="00201A07"/>
    <w:rsid w:val="002069A5"/>
    <w:rsid w:val="00215A32"/>
    <w:rsid w:val="0023663E"/>
    <w:rsid w:val="00236D9E"/>
    <w:rsid w:val="00245F3E"/>
    <w:rsid w:val="00246F7B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889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3C36"/>
    <w:rsid w:val="0034518A"/>
    <w:rsid w:val="0035545F"/>
    <w:rsid w:val="003555E3"/>
    <w:rsid w:val="00360009"/>
    <w:rsid w:val="00361A61"/>
    <w:rsid w:val="003751F1"/>
    <w:rsid w:val="0037783D"/>
    <w:rsid w:val="00381E24"/>
    <w:rsid w:val="00385EE7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4FDD"/>
    <w:rsid w:val="003D7E0A"/>
    <w:rsid w:val="003E6D72"/>
    <w:rsid w:val="003F0085"/>
    <w:rsid w:val="003F0B54"/>
    <w:rsid w:val="0040093B"/>
    <w:rsid w:val="00400FF8"/>
    <w:rsid w:val="00401A6D"/>
    <w:rsid w:val="00417088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7B3"/>
    <w:rsid w:val="0048345C"/>
    <w:rsid w:val="00483985"/>
    <w:rsid w:val="004879E0"/>
    <w:rsid w:val="004A5DC9"/>
    <w:rsid w:val="004B4B97"/>
    <w:rsid w:val="004B7063"/>
    <w:rsid w:val="004C2AB0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12C9"/>
    <w:rsid w:val="005A6CC2"/>
    <w:rsid w:val="005B28C3"/>
    <w:rsid w:val="005E1E44"/>
    <w:rsid w:val="005F3C16"/>
    <w:rsid w:val="005F72CC"/>
    <w:rsid w:val="00612BFD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54E8C"/>
    <w:rsid w:val="0066096B"/>
    <w:rsid w:val="006616B4"/>
    <w:rsid w:val="006627D8"/>
    <w:rsid w:val="00663A7C"/>
    <w:rsid w:val="006729B7"/>
    <w:rsid w:val="006757C3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41B0"/>
    <w:rsid w:val="007051A6"/>
    <w:rsid w:val="00711629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92A1D"/>
    <w:rsid w:val="007A4C5B"/>
    <w:rsid w:val="007A5006"/>
    <w:rsid w:val="007A5BD3"/>
    <w:rsid w:val="007A6352"/>
    <w:rsid w:val="007B23AD"/>
    <w:rsid w:val="007B34DE"/>
    <w:rsid w:val="007B3D4D"/>
    <w:rsid w:val="007C13DA"/>
    <w:rsid w:val="007D76B3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9482F"/>
    <w:rsid w:val="008A53D5"/>
    <w:rsid w:val="008C0692"/>
    <w:rsid w:val="008C121D"/>
    <w:rsid w:val="008E21A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1BEE"/>
    <w:rsid w:val="009A18A3"/>
    <w:rsid w:val="009A7A9A"/>
    <w:rsid w:val="009B0AA7"/>
    <w:rsid w:val="009B6209"/>
    <w:rsid w:val="009C12AC"/>
    <w:rsid w:val="009D3EFE"/>
    <w:rsid w:val="009E1B08"/>
    <w:rsid w:val="009E48D6"/>
    <w:rsid w:val="009F0BDD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78B3"/>
    <w:rsid w:val="00A6084F"/>
    <w:rsid w:val="00A72C57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2EF3"/>
    <w:rsid w:val="00AC3987"/>
    <w:rsid w:val="00AC4711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25BC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4403C"/>
    <w:rsid w:val="00C46F25"/>
    <w:rsid w:val="00C5149D"/>
    <w:rsid w:val="00C52BD0"/>
    <w:rsid w:val="00C53F89"/>
    <w:rsid w:val="00C54350"/>
    <w:rsid w:val="00C57373"/>
    <w:rsid w:val="00C575BA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C7B6C"/>
    <w:rsid w:val="00CD4F7B"/>
    <w:rsid w:val="00CE0695"/>
    <w:rsid w:val="00CE0ADB"/>
    <w:rsid w:val="00CE25DA"/>
    <w:rsid w:val="00CF31C4"/>
    <w:rsid w:val="00D05CC7"/>
    <w:rsid w:val="00D149A8"/>
    <w:rsid w:val="00D269E7"/>
    <w:rsid w:val="00D31967"/>
    <w:rsid w:val="00D319BA"/>
    <w:rsid w:val="00D356D1"/>
    <w:rsid w:val="00D36034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0F1"/>
    <w:rsid w:val="00E0748D"/>
    <w:rsid w:val="00E11623"/>
    <w:rsid w:val="00E21366"/>
    <w:rsid w:val="00E27C70"/>
    <w:rsid w:val="00E30E13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EF7D7A"/>
    <w:rsid w:val="00F02FE2"/>
    <w:rsid w:val="00F10744"/>
    <w:rsid w:val="00F12A6C"/>
    <w:rsid w:val="00F16E02"/>
    <w:rsid w:val="00F17E4C"/>
    <w:rsid w:val="00F33705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00FE6749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517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Vilímek Patrik</cp:lastModifiedBy>
  <cp:revision>45</cp:revision>
  <cp:lastPrinted>2020-03-16T06:19:00Z</cp:lastPrinted>
  <dcterms:created xsi:type="dcterms:W3CDTF">2021-12-13T17:20:00Z</dcterms:created>
  <dcterms:modified xsi:type="dcterms:W3CDTF">2023-07-26T07:26:00Z</dcterms:modified>
</cp:coreProperties>
</file>